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254C0A" w14:textId="0F03E869" w:rsidR="00687801" w:rsidRPr="00687801" w:rsidRDefault="00C93277" w:rsidP="00687801">
      <w:pPr>
        <w:pStyle w:val="berschrift1"/>
      </w:pPr>
      <w:r>
        <w:t>Förderung der Text- und Medienkompetenz in der Oberstufe</w:t>
      </w:r>
    </w:p>
    <w:p w14:paraId="27202430" w14:textId="77777777" w:rsidR="00C93277" w:rsidRDefault="00C93277" w:rsidP="00C93277">
      <w:r w:rsidRPr="00B92FED">
        <w:t xml:space="preserve">Unterrichtssequenz zur Förderung der Text- und Medienkompetenz anhand eines Textfragmentes aus Cristina Pachecos Kurzgeschichte </w:t>
      </w:r>
      <w:r w:rsidRPr="002117F9">
        <w:t>„</w:t>
      </w:r>
      <w:r w:rsidRPr="00C93277">
        <w:t xml:space="preserve">El </w:t>
      </w:r>
      <w:proofErr w:type="spellStart"/>
      <w:r w:rsidRPr="00C829E8">
        <w:t>vuelo</w:t>
      </w:r>
      <w:proofErr w:type="spellEnd"/>
      <w:r w:rsidRPr="00F25E13">
        <w:t xml:space="preserve"> </w:t>
      </w:r>
      <w:r w:rsidRPr="00C93277">
        <w:t>de Chicago</w:t>
      </w:r>
      <w:r w:rsidRPr="002117F9">
        <w:t>“</w:t>
      </w:r>
      <w:r w:rsidRPr="00B92FED">
        <w:t xml:space="preserve"> (III y IV)</w:t>
      </w:r>
    </w:p>
    <w:bookmarkStart w:id="0" w:name="_Hlk168225030"/>
    <w:p w14:paraId="17190282" w14:textId="3D0A7AB4" w:rsidR="00C93277" w:rsidRPr="00B92FED" w:rsidRDefault="001644C5" w:rsidP="00C93277">
      <w:r>
        <w:fldChar w:fldCharType="begin"/>
      </w:r>
      <w:r>
        <w:instrText>HYPERLINK "https://www.jornada.com.mx/2004/01/04/032n1con.php?origen=index.html&amp;fly=1"</w:instrText>
      </w:r>
      <w:r>
        <w:fldChar w:fldCharType="separate"/>
      </w:r>
      <w:r w:rsidR="00C93277" w:rsidRPr="00B92FED">
        <w:rPr>
          <w:rStyle w:val="Hyperlink"/>
        </w:rPr>
        <w:t>https://www.jornada.com.mx/2004/01/04/032n1con.php?origen=index.html&amp;fly=1</w:t>
      </w:r>
      <w:r>
        <w:rPr>
          <w:rStyle w:val="Hyperlink"/>
        </w:rPr>
        <w:fldChar w:fldCharType="end"/>
      </w:r>
      <w:bookmarkEnd w:id="0"/>
      <w:r w:rsidR="00C93277" w:rsidRPr="00B92FED">
        <w:t xml:space="preserve"> </w:t>
      </w:r>
      <w:r w:rsidR="00C829E8">
        <w:t xml:space="preserve">via </w:t>
      </w:r>
      <w:hyperlink r:id="rId8" w:history="1">
        <w:r w:rsidR="00C829E8" w:rsidRPr="00BA07F7">
          <w:rPr>
            <w:rStyle w:val="Hyperlink"/>
          </w:rPr>
          <w:t>www.lajornada.com</w:t>
        </w:r>
      </w:hyperlink>
      <w:r w:rsidR="00C829E8">
        <w:rPr>
          <w:color w:val="C0504D" w:themeColor="accent2"/>
        </w:rPr>
        <w:t xml:space="preserve"> </w:t>
      </w:r>
      <w:r w:rsidR="00C829E8">
        <w:t>[</w:t>
      </w:r>
      <w:r w:rsidR="00C829E8" w:rsidRPr="00B92FED">
        <w:t>ab</w:t>
      </w:r>
      <w:r w:rsidR="00C829E8">
        <w:t>gerufen am 24.5.24]</w:t>
      </w:r>
    </w:p>
    <w:p w14:paraId="03E313E6" w14:textId="045D8C2C" w:rsidR="00687801" w:rsidRPr="00687801" w:rsidRDefault="00C93277" w:rsidP="00687801">
      <w:r>
        <w:t xml:space="preserve">mögliche Anbindung an </w:t>
      </w:r>
      <w:r w:rsidRPr="0098376E">
        <w:rPr>
          <w:lang w:val="es-ES"/>
        </w:rPr>
        <w:t>¡Vamos! ¡Adelante!, Paso a nivel, Unidad 6 Pasando fronteras</w:t>
      </w:r>
      <w:r>
        <w:t>, Stuttgart 2018</w:t>
      </w:r>
    </w:p>
    <w:p w14:paraId="397F0033" w14:textId="0CFFEDAF" w:rsidR="00687801" w:rsidRDefault="00C93277" w:rsidP="00687801">
      <w:pPr>
        <w:pStyle w:val="berschrift2"/>
      </w:pPr>
      <w:bookmarkStart w:id="1" w:name="_Hlk167461663"/>
      <w:r>
        <w:t>Unterrichtsverlauf</w:t>
      </w:r>
    </w:p>
    <w:bookmarkEnd w:id="1"/>
    <w:p w14:paraId="2946CB6F" w14:textId="77777777" w:rsidR="00C93277" w:rsidRDefault="00C93277" w:rsidP="00C93277">
      <w:r>
        <w:t xml:space="preserve">An der vorliegenden, beispielhaften Unterrichtssequenz zur Schulung der Text- und Medienkompetenz wird gezeigt, wie sich hier ausgewählte Items zu den   </w:t>
      </w:r>
      <w:r w:rsidRPr="00E44E36">
        <w:rPr>
          <w:b/>
          <w:bCs/>
        </w:rPr>
        <w:t>Basisdimensionen „kognitive Aktivierung</w:t>
      </w:r>
      <w:r>
        <w:t xml:space="preserve">“ und </w:t>
      </w:r>
      <w:r w:rsidRPr="00E44E36">
        <w:rPr>
          <w:b/>
          <w:bCs/>
        </w:rPr>
        <w:t>„konstruktive Unterstützung“</w:t>
      </w:r>
      <w:r>
        <w:t xml:space="preserve"> widerspiegeln.  Im Vordergrund stehen die Analyse und Interpretation eines literarischen Textes. Die Unterrichtssequenz ist auf 2-3 Doppelstunden angelegt. Sie ist folgendermaßen strukturiert:</w:t>
      </w:r>
    </w:p>
    <w:p w14:paraId="1BF73C11" w14:textId="77777777" w:rsidR="00C93277" w:rsidRDefault="00C93277" w:rsidP="00C93277">
      <w:r w:rsidRPr="001470E6">
        <w:rPr>
          <w:b/>
          <w:bCs/>
        </w:rPr>
        <w:t xml:space="preserve">Einstiegsphase: </w:t>
      </w:r>
      <w:r w:rsidRPr="001470E6">
        <w:t xml:space="preserve">Die Schülerinnen und Schüler erarbeiten bzw. überprüfen anhand von 6 Fotos ihr Vorwissen zu unterschiedlichen, soziokulturellen Aspekten des Themas </w:t>
      </w:r>
      <w:r w:rsidRPr="00C829E8">
        <w:t>„</w:t>
      </w:r>
      <w:proofErr w:type="spellStart"/>
      <w:r w:rsidRPr="00C829E8">
        <w:t>Migración</w:t>
      </w:r>
      <w:proofErr w:type="spellEnd"/>
      <w:r w:rsidRPr="00C829E8">
        <w:t xml:space="preserve"> de </w:t>
      </w:r>
      <w:proofErr w:type="spellStart"/>
      <w:r w:rsidRPr="00C829E8">
        <w:t>hispanos</w:t>
      </w:r>
      <w:proofErr w:type="spellEnd"/>
      <w:r w:rsidRPr="00C829E8">
        <w:t xml:space="preserve"> a los EE.UU.</w:t>
      </w:r>
      <w:r w:rsidRPr="001470E6">
        <w:t xml:space="preserve">“ Die Schülerinnen und Schüler entscheiden selbst, ob sie für die Beschreibung und Deutung des Fotos in seinem soziokulturellen Kontext sprachliche Mittel zur Unterstützung heranziehen. </w:t>
      </w:r>
    </w:p>
    <w:p w14:paraId="76C80A60" w14:textId="77777777" w:rsidR="00C93277" w:rsidRDefault="00C93277" w:rsidP="00C93277">
      <w:r w:rsidRPr="001470E6">
        <w:rPr>
          <w:b/>
          <w:bCs/>
        </w:rPr>
        <w:t xml:space="preserve">Erarbeitungsphase:  </w:t>
      </w:r>
      <w:r w:rsidRPr="001470E6">
        <w:t xml:space="preserve">Die Schülerinnen und Schüler stellen eine Hypothese zum Thema des Textfragmentes anhand des Titels der Kurzgeschichte </w:t>
      </w:r>
      <w:r w:rsidRPr="00C829E8">
        <w:t xml:space="preserve">„El </w:t>
      </w:r>
      <w:proofErr w:type="spellStart"/>
      <w:r w:rsidRPr="00C829E8">
        <w:t>vuelo</w:t>
      </w:r>
      <w:proofErr w:type="spellEnd"/>
      <w:r w:rsidRPr="00C829E8">
        <w:t xml:space="preserve"> de Chicago“</w:t>
      </w:r>
      <w:r w:rsidRPr="001470E6">
        <w:t xml:space="preserve"> auf, diese präzisieren oder korrigieren sie nach der ersten, globalen Lektüre des Textfragmentes. Sie werden auch mit der komplexen Lernaufgabe, der </w:t>
      </w:r>
      <w:proofErr w:type="spellStart"/>
      <w:r w:rsidRPr="00C829E8">
        <w:rPr>
          <w:i/>
          <w:iCs/>
        </w:rPr>
        <w:t>tarea</w:t>
      </w:r>
      <w:proofErr w:type="spellEnd"/>
      <w:r w:rsidRPr="00C829E8">
        <w:rPr>
          <w:i/>
          <w:iCs/>
        </w:rPr>
        <w:t xml:space="preserve"> final</w:t>
      </w:r>
      <w:r w:rsidRPr="001470E6">
        <w:rPr>
          <w:i/>
          <w:iCs/>
        </w:rPr>
        <w:t xml:space="preserve">, </w:t>
      </w:r>
      <w:r w:rsidRPr="001470E6">
        <w:t>und</w:t>
      </w:r>
      <w:r w:rsidRPr="001470E6">
        <w:rPr>
          <w:i/>
          <w:iCs/>
        </w:rPr>
        <w:t xml:space="preserve"> </w:t>
      </w:r>
      <w:r w:rsidRPr="001470E6">
        <w:t>den dazugehörigen</w:t>
      </w:r>
      <w:r w:rsidRPr="001470E6">
        <w:rPr>
          <w:i/>
          <w:iCs/>
        </w:rPr>
        <w:t xml:space="preserve"> </w:t>
      </w:r>
      <w:proofErr w:type="spellStart"/>
      <w:r w:rsidRPr="00C829E8">
        <w:rPr>
          <w:i/>
          <w:iCs/>
        </w:rPr>
        <w:t>tareas</w:t>
      </w:r>
      <w:proofErr w:type="spellEnd"/>
      <w:r w:rsidRPr="00C829E8">
        <w:rPr>
          <w:i/>
          <w:iCs/>
        </w:rPr>
        <w:t xml:space="preserve"> </w:t>
      </w:r>
      <w:proofErr w:type="spellStart"/>
      <w:r w:rsidRPr="00C829E8">
        <w:rPr>
          <w:i/>
          <w:iCs/>
        </w:rPr>
        <w:t>facilitadoras</w:t>
      </w:r>
      <w:proofErr w:type="spellEnd"/>
      <w:r w:rsidRPr="001470E6">
        <w:rPr>
          <w:i/>
          <w:iCs/>
        </w:rPr>
        <w:t xml:space="preserve"> </w:t>
      </w:r>
      <w:r w:rsidRPr="001470E6">
        <w:t>vertraut gemacht</w:t>
      </w:r>
      <w:r w:rsidRPr="001470E6">
        <w:rPr>
          <w:i/>
          <w:iCs/>
        </w:rPr>
        <w:t>.</w:t>
      </w:r>
      <w:r>
        <w:t xml:space="preserve"> </w:t>
      </w:r>
      <w:r w:rsidRPr="001470E6">
        <w:t xml:space="preserve">Anschließend lesen die Schülerinnen und Schüler das Textfragment selektiv, indem sie den Tagesablauf der Protagonistin in einem Schaubild mit den entsprechenden Textstellen visualisieren. </w:t>
      </w:r>
    </w:p>
    <w:p w14:paraId="7342F989" w14:textId="77777777" w:rsidR="00C93277" w:rsidRPr="001470E6" w:rsidRDefault="00C93277" w:rsidP="00C93277">
      <w:r w:rsidRPr="001470E6">
        <w:rPr>
          <w:b/>
          <w:bCs/>
        </w:rPr>
        <w:t xml:space="preserve">Vertiefungsphase 1:  </w:t>
      </w:r>
      <w:r w:rsidRPr="001470E6">
        <w:t xml:space="preserve">Die Schülerinnen und Schüler analysieren die Beziehung der Protagonistin zu ihrem Vater und arbeiten anschließend die Erzählperspektive heraus. </w:t>
      </w:r>
    </w:p>
    <w:p w14:paraId="6B6BF5ED" w14:textId="77777777" w:rsidR="00C93277" w:rsidRDefault="00C93277" w:rsidP="00C93277">
      <w:r w:rsidRPr="001470E6">
        <w:rPr>
          <w:b/>
          <w:bCs/>
        </w:rPr>
        <w:t xml:space="preserve">Vertiefungsphase 2: </w:t>
      </w:r>
      <w:r w:rsidRPr="001470E6">
        <w:t>Die Schülerinnen und Schüler analysieren das Verhalten der Mutter der Protagonistin und dessen Wirkung auf die Protagonistin. Die Schülerinnen und Schüler geben eine persönliche Stellungnahme zum Verhalten der Mutter ab.</w:t>
      </w:r>
    </w:p>
    <w:p w14:paraId="27C67A5D" w14:textId="77777777" w:rsidR="00C93277" w:rsidRPr="001470E6" w:rsidRDefault="00C93277" w:rsidP="00C93277">
      <w:r w:rsidRPr="001470E6">
        <w:rPr>
          <w:b/>
        </w:rPr>
        <w:t xml:space="preserve">Transferphase: </w:t>
      </w:r>
      <w:r w:rsidRPr="001470E6">
        <w:t xml:space="preserve"> Die Schülerinnen und Schüler führen die als </w:t>
      </w:r>
      <w:proofErr w:type="spellStart"/>
      <w:r w:rsidRPr="00C829E8">
        <w:rPr>
          <w:b/>
          <w:i/>
          <w:iCs/>
        </w:rPr>
        <w:t>tarea</w:t>
      </w:r>
      <w:proofErr w:type="spellEnd"/>
      <w:r w:rsidRPr="00C829E8">
        <w:rPr>
          <w:b/>
          <w:i/>
          <w:iCs/>
        </w:rPr>
        <w:t xml:space="preserve"> final</w:t>
      </w:r>
      <w:r w:rsidRPr="001470E6">
        <w:t xml:space="preserve"> gestellte Aufgabe durch, indem sie ihre zuvor erarbeiteten Ergebnisse in einer schriftlichen Analyse zusammenfassen.</w:t>
      </w:r>
    </w:p>
    <w:p w14:paraId="0450FF9B" w14:textId="77777777" w:rsidR="00C93277" w:rsidRDefault="00C93277" w:rsidP="00C93277"/>
    <w:p w14:paraId="326A8B2A" w14:textId="77777777" w:rsidR="00C93277" w:rsidRPr="006E12BB" w:rsidRDefault="00C93277" w:rsidP="00C93277">
      <w:pPr>
        <w:rPr>
          <w:lang w:val="es-ES"/>
        </w:rPr>
      </w:pPr>
      <w:r w:rsidRPr="006E12BB">
        <w:rPr>
          <w:lang w:val="es-ES"/>
        </w:rPr>
        <w:lastRenderedPageBreak/>
        <w:t>Tarea final:</w:t>
      </w:r>
    </w:p>
    <w:p w14:paraId="3C69AA64" w14:textId="4B845B90" w:rsidR="00C93277" w:rsidRPr="006E12BB" w:rsidRDefault="00C93277" w:rsidP="00C93277">
      <w:pPr>
        <w:rPr>
          <w:lang w:val="es-ES"/>
        </w:rPr>
      </w:pPr>
      <w:bookmarkStart w:id="2" w:name="_Hlk168069254"/>
      <w:r w:rsidRPr="006E12BB">
        <w:rPr>
          <w:lang w:val="es-ES"/>
        </w:rPr>
        <w:t>Analiza cómo l</w:t>
      </w:r>
      <w:r w:rsidR="00AF73C8" w:rsidRPr="006E12BB">
        <w:rPr>
          <w:lang w:val="es-ES"/>
        </w:rPr>
        <w:t xml:space="preserve">e afecta </w:t>
      </w:r>
      <w:r w:rsidRPr="006E12BB">
        <w:rPr>
          <w:lang w:val="es-ES"/>
        </w:rPr>
        <w:t xml:space="preserve">a Diana, la protagonista de este relato, </w:t>
      </w:r>
      <w:r w:rsidR="00AF73C8" w:rsidRPr="006E12BB">
        <w:rPr>
          <w:lang w:val="es-ES"/>
        </w:rPr>
        <w:t xml:space="preserve">la emigración de su padre </w:t>
      </w:r>
      <w:r w:rsidRPr="006E12BB">
        <w:rPr>
          <w:lang w:val="es-ES"/>
        </w:rPr>
        <w:t>teniendo en cuenta el comportamiento de su madre y la perspectiva narrativa utilizada por la autora.</w:t>
      </w:r>
    </w:p>
    <w:bookmarkEnd w:id="2"/>
    <w:p w14:paraId="4B37FC6F" w14:textId="2FF10692" w:rsidR="00BB7DED" w:rsidRPr="00FA6F16" w:rsidRDefault="00BB7DED" w:rsidP="00C93277">
      <w:pPr>
        <w:pStyle w:val="berschrift2"/>
      </w:pPr>
      <w:r>
        <w:t>Material 1</w:t>
      </w:r>
      <w:r w:rsidR="00E66BC2">
        <w:t xml:space="preserve"> – </w:t>
      </w:r>
      <w:r w:rsidR="00F232B5">
        <w:t>M1- Einstiegsphase</w:t>
      </w:r>
    </w:p>
    <w:p w14:paraId="58376D5B" w14:textId="7FC8520B" w:rsidR="00687801" w:rsidRDefault="000D4B92" w:rsidP="00687801">
      <w:pPr>
        <w:pStyle w:val="berschrift3"/>
      </w:pPr>
      <w:bookmarkStart w:id="3" w:name="_Hlk167465007"/>
      <w:r>
        <w:t>Beschreibung und Interpretation von Fotos</w:t>
      </w:r>
    </w:p>
    <w:bookmarkEnd w:id="3"/>
    <w:p w14:paraId="6F6DA81E" w14:textId="3864BB87" w:rsidR="00E66BC2" w:rsidRPr="00E66BC2" w:rsidRDefault="000D4B92" w:rsidP="00E66BC2">
      <w:pPr>
        <w:rPr>
          <w:lang w:val="es-ES"/>
        </w:rPr>
      </w:pPr>
      <w:r w:rsidRPr="00E66BC2">
        <w:rPr>
          <w:lang w:val="es-ES"/>
        </w:rPr>
        <w:t xml:space="preserve">Arbeitsanweisung: </w:t>
      </w:r>
      <w:r w:rsidR="00E66BC2">
        <w:rPr>
          <w:lang w:val="es-ES"/>
        </w:rPr>
        <w:t xml:space="preserve"> </w:t>
      </w:r>
      <w:r w:rsidR="00E66BC2" w:rsidRPr="00E66BC2">
        <w:rPr>
          <w:lang w:val="es-ES"/>
        </w:rPr>
        <w:t>Describid e interpretad la imagen asignada teniendo en cuenta vuestros conocimientos sobre la migración de hispanos a EE.UU. Presentad vuestros resultados a la clase.</w:t>
      </w:r>
    </w:p>
    <w:p w14:paraId="5CD775B7" w14:textId="77777777" w:rsidR="00E66BC2" w:rsidRPr="00E66BC2" w:rsidRDefault="00E66BC2" w:rsidP="00E66BC2">
      <w:pPr>
        <w:rPr>
          <w:lang w:val="es-ES"/>
        </w:rPr>
      </w:pPr>
      <w:r w:rsidRPr="00E66BC2">
        <w:rPr>
          <w:lang w:val="es-ES"/>
        </w:rPr>
        <w:t>Si necesitáis ayuda, usad la caja útil.</w:t>
      </w:r>
    </w:p>
    <w:p w14:paraId="02F4253E" w14:textId="50CBE032" w:rsidR="000D4B92" w:rsidRPr="00B553E2" w:rsidRDefault="00E66BC2" w:rsidP="00E66BC2">
      <w:pPr>
        <w:rPr>
          <w:lang w:val="es-ES"/>
        </w:rPr>
      </w:pPr>
      <w:r w:rsidRPr="00E66BC2">
        <w:rPr>
          <w:lang w:val="es-ES"/>
        </w:rPr>
        <w:t xml:space="preserve">Nota para el profesor: Las imágenes/fotos se  cuelgan en el aula a modo de “gallery walk” y se asignan a los alumnos. </w:t>
      </w:r>
      <w:r w:rsidRPr="00B553E2">
        <w:rPr>
          <w:lang w:val="es-ES"/>
        </w:rPr>
        <w:t>Se trabaja en pareja o en grupos de tres.</w:t>
      </w:r>
    </w:p>
    <w:p w14:paraId="77907522" w14:textId="00784898" w:rsidR="00EF12EA" w:rsidRPr="00B7048F" w:rsidRDefault="00EF12EA" w:rsidP="000D4B92">
      <w:pPr>
        <w:rPr>
          <w:lang w:val="es-ES"/>
        </w:rPr>
      </w:pPr>
    </w:p>
    <w:p w14:paraId="6EF943DB" w14:textId="0B226422" w:rsidR="00217CB7" w:rsidRDefault="00E66BC2" w:rsidP="00217CB7">
      <w:pPr>
        <w:rPr>
          <w:lang w:val="es-ES"/>
        </w:rPr>
      </w:pPr>
      <w:r w:rsidRPr="00EF12EA">
        <w:rPr>
          <w:lang w:val="es-ES"/>
        </w:rPr>
        <w:t>Imagen 1</w:t>
      </w:r>
      <w:r w:rsidR="00EF12EA" w:rsidRPr="00EF12EA">
        <w:rPr>
          <w:lang w:val="es-ES"/>
        </w:rPr>
        <w:t xml:space="preserve">: </w:t>
      </w:r>
      <w:r w:rsidR="00EF12EA">
        <w:rPr>
          <w:lang w:val="es-ES"/>
        </w:rPr>
        <w:t>La d</w:t>
      </w:r>
      <w:r w:rsidR="00EF12EA" w:rsidRPr="00EF12EA">
        <w:rPr>
          <w:lang w:val="es-ES"/>
        </w:rPr>
        <w:t>istribución de latinos en Estados Unidos</w:t>
      </w:r>
      <w:r w:rsidR="00EF12EA">
        <w:rPr>
          <w:lang w:val="es-ES"/>
        </w:rPr>
        <w:t xml:space="preserve"> </w:t>
      </w:r>
      <w:r w:rsidR="001644C5">
        <w:fldChar w:fldCharType="begin"/>
      </w:r>
      <w:r w:rsidR="001644C5" w:rsidRPr="001644C5">
        <w:rPr>
          <w:lang w:val="es-ES"/>
        </w:rPr>
        <w:instrText>HYPERLINK "https://ichef.bbci.co.uk/ace/ws/640/cpsprodpb/57AD/production/_104154422_latinos_en_usa_graph-01-nc.png"</w:instrText>
      </w:r>
      <w:r w:rsidR="001644C5">
        <w:fldChar w:fldCharType="separate"/>
      </w:r>
      <w:r w:rsidR="00217CB7" w:rsidRPr="002E3E31">
        <w:rPr>
          <w:rStyle w:val="Hyperlink"/>
          <w:lang w:val="es-ES"/>
        </w:rPr>
        <w:t>https://ichef.bbci.co.uk/ace/ws/640/cpsprodpb/57AD/production/_104154422_latinos_en_usa_graph-01-nc.png</w:t>
      </w:r>
      <w:r w:rsidR="001644C5">
        <w:rPr>
          <w:rStyle w:val="Hyperlink"/>
          <w:lang w:val="es-ES"/>
        </w:rPr>
        <w:fldChar w:fldCharType="end"/>
      </w:r>
      <w:r w:rsidR="00217CB7">
        <w:rPr>
          <w:lang w:val="es-ES"/>
        </w:rPr>
        <w:t xml:space="preserve"> [Z</w:t>
      </w:r>
      <w:r w:rsidR="00217CB7" w:rsidRPr="00217CB7">
        <w:rPr>
          <w:lang w:val="es-ES"/>
        </w:rPr>
        <w:t>ugriff am 12.02.24</w:t>
      </w:r>
      <w:r w:rsidR="00217CB7">
        <w:rPr>
          <w:lang w:val="es-ES"/>
        </w:rPr>
        <w:t>]</w:t>
      </w:r>
    </w:p>
    <w:p w14:paraId="2B373A81" w14:textId="2CE42A85" w:rsidR="00217CB7" w:rsidRPr="00217CB7" w:rsidRDefault="00217CB7" w:rsidP="00217CB7">
      <w:r w:rsidRPr="00217CB7">
        <w:t>Bildinhalt: Zu sehen ist eine Karte der USA mit den Städten, die die größte Latino-Bevölkerung aufweisen. Die Daten sind von 2017: Demnach wohnen in Los Angeles 6.031.492, in New York 4.994.395, Houston 2.569.796, in Riverside San Bernardino 2.341.503, in Chicago 2.124.850, in Dallas 2.136.050, in Miami 1.887.266, in Phoenix 1.469.056, in San Antonio 1.371.467 in San Francisco 1.033.991 Latinos.</w:t>
      </w:r>
    </w:p>
    <w:p w14:paraId="5A63A108" w14:textId="76697CE4" w:rsidR="00EF12EA" w:rsidRDefault="001F036B" w:rsidP="000D4B92">
      <w:pPr>
        <w:rPr>
          <w:lang w:val="es-ES"/>
        </w:rPr>
      </w:pPr>
      <w:bookmarkStart w:id="4" w:name="_Hlk168221906"/>
      <w:bookmarkStart w:id="5" w:name="_Hlk168222048"/>
      <w:r w:rsidRPr="001F036B">
        <w:rPr>
          <w:lang w:val="es-ES"/>
        </w:rPr>
        <w:t>Vocabulario útil:</w:t>
      </w:r>
    </w:p>
    <w:bookmarkEnd w:id="4"/>
    <w:p w14:paraId="3A799582" w14:textId="7B537332" w:rsidR="001F036B" w:rsidRDefault="001F036B">
      <w:pPr>
        <w:pStyle w:val="Listenabsatz"/>
        <w:numPr>
          <w:ilvl w:val="0"/>
          <w:numId w:val="12"/>
        </w:numPr>
        <w:rPr>
          <w:lang w:val="es-ES"/>
        </w:rPr>
      </w:pPr>
      <w:r w:rsidRPr="001F036B">
        <w:rPr>
          <w:lang w:val="es-ES"/>
        </w:rPr>
        <w:t>las cifras</w:t>
      </w:r>
    </w:p>
    <w:p w14:paraId="625A40B5" w14:textId="1E5AD7C4" w:rsidR="001F036B" w:rsidRDefault="001F036B">
      <w:pPr>
        <w:pStyle w:val="Listenabsatz"/>
        <w:numPr>
          <w:ilvl w:val="0"/>
          <w:numId w:val="12"/>
        </w:numPr>
        <w:rPr>
          <w:lang w:val="es-ES"/>
        </w:rPr>
      </w:pPr>
      <w:r>
        <w:rPr>
          <w:lang w:val="es-ES"/>
        </w:rPr>
        <w:t>los estados</w:t>
      </w:r>
    </w:p>
    <w:p w14:paraId="0BBB2940" w14:textId="01A350A7" w:rsidR="001F036B" w:rsidRDefault="001F036B">
      <w:pPr>
        <w:pStyle w:val="Listenabsatz"/>
        <w:numPr>
          <w:ilvl w:val="0"/>
          <w:numId w:val="12"/>
        </w:numPr>
        <w:rPr>
          <w:lang w:val="es-ES"/>
        </w:rPr>
      </w:pPr>
      <w:r>
        <w:rPr>
          <w:lang w:val="es-ES"/>
        </w:rPr>
        <w:t>los puntos/círculos</w:t>
      </w:r>
    </w:p>
    <w:p w14:paraId="1987E354" w14:textId="2F209718" w:rsidR="001F036B" w:rsidRPr="001F036B" w:rsidRDefault="001F036B">
      <w:pPr>
        <w:pStyle w:val="Listenabsatz"/>
        <w:numPr>
          <w:ilvl w:val="0"/>
          <w:numId w:val="12"/>
        </w:numPr>
        <w:rPr>
          <w:lang w:val="es-ES"/>
        </w:rPr>
      </w:pPr>
      <w:r>
        <w:rPr>
          <w:lang w:val="es-ES"/>
        </w:rPr>
        <w:t>la frontera</w:t>
      </w:r>
    </w:p>
    <w:bookmarkEnd w:id="5"/>
    <w:p w14:paraId="6D07A419" w14:textId="0C46618F" w:rsidR="00F25E13" w:rsidRDefault="00F25E13" w:rsidP="000D4B92">
      <w:pPr>
        <w:rPr>
          <w:color w:val="FF0000"/>
          <w:lang w:val="es-ES"/>
        </w:rPr>
      </w:pPr>
    </w:p>
    <w:p w14:paraId="457924A8" w14:textId="77777777" w:rsidR="002E3E31" w:rsidRDefault="00F25E13" w:rsidP="00F25E13">
      <w:pPr>
        <w:rPr>
          <w:lang w:val="es-ES"/>
        </w:rPr>
      </w:pPr>
      <w:r w:rsidRPr="00F25E13">
        <w:rPr>
          <w:lang w:val="es-ES"/>
        </w:rPr>
        <w:t>Imagen 2: Jornaleros mexicanos trabajando en el campo</w:t>
      </w:r>
    </w:p>
    <w:p w14:paraId="2BC52E01" w14:textId="0468D9D3" w:rsidR="00F25E13" w:rsidRPr="002E3E31" w:rsidRDefault="00217CB7" w:rsidP="00F25E13">
      <w:r w:rsidRPr="002E3E31">
        <w:rPr>
          <w:lang w:val="es-ES"/>
        </w:rPr>
        <w:t xml:space="preserve"> </w:t>
      </w:r>
      <w:hyperlink r:id="rId9" w:history="1">
        <w:r w:rsidRPr="002E3E31">
          <w:rPr>
            <w:rStyle w:val="Hyperlink"/>
          </w:rPr>
          <w:t>https://imagenes.razon.com.mx/files/image_940_470/uploads/2020/06/18/5eebbc7fda69b.jpeg</w:t>
        </w:r>
      </w:hyperlink>
      <w:r w:rsidRPr="002E3E31">
        <w:rPr>
          <w:rStyle w:val="Hyperlink"/>
        </w:rPr>
        <w:t xml:space="preserve"> </w:t>
      </w:r>
      <w:r w:rsidRPr="002E3E31">
        <w:t>[Zugriff am 12.2.24]</w:t>
      </w:r>
    </w:p>
    <w:p w14:paraId="54C0EC26" w14:textId="6A5A0B60" w:rsidR="00217CB7" w:rsidRPr="00595DFD" w:rsidRDefault="00217CB7" w:rsidP="00F25E13">
      <w:r w:rsidRPr="00595DFD">
        <w:t xml:space="preserve">Bildinhalt: </w:t>
      </w:r>
      <w:r w:rsidR="00595DFD" w:rsidRPr="00595DFD">
        <w:t>Zu sehen ist ein Foto, auf dem 4 mexikanische Landarbeiter in den USA auf einem Feld für Gemüseanbau mit einer Hacke arbeiten.</w:t>
      </w:r>
    </w:p>
    <w:p w14:paraId="5F719FA9" w14:textId="77777777" w:rsidR="000B2587" w:rsidRDefault="000B2587" w:rsidP="000B2587">
      <w:pPr>
        <w:rPr>
          <w:lang w:val="es-ES"/>
        </w:rPr>
      </w:pPr>
      <w:bookmarkStart w:id="6" w:name="_Hlk168222162"/>
      <w:r w:rsidRPr="001F036B">
        <w:rPr>
          <w:lang w:val="es-ES"/>
        </w:rPr>
        <w:t>Vocabulario útil:</w:t>
      </w:r>
    </w:p>
    <w:p w14:paraId="2506FA5A" w14:textId="7ADED11A" w:rsidR="000B2587" w:rsidRPr="000B2587" w:rsidRDefault="000B2587">
      <w:pPr>
        <w:pStyle w:val="Listenabsatz"/>
        <w:numPr>
          <w:ilvl w:val="0"/>
          <w:numId w:val="13"/>
        </w:numPr>
        <w:rPr>
          <w:lang w:val="es-ES"/>
        </w:rPr>
      </w:pPr>
      <w:r w:rsidRPr="000B2587">
        <w:rPr>
          <w:lang w:val="es-ES"/>
        </w:rPr>
        <w:t>la plantación</w:t>
      </w:r>
    </w:p>
    <w:p w14:paraId="17BF0E03" w14:textId="3FA402E7" w:rsidR="000B2587" w:rsidRDefault="000B2587">
      <w:pPr>
        <w:pStyle w:val="Listenabsatz"/>
        <w:numPr>
          <w:ilvl w:val="0"/>
          <w:numId w:val="12"/>
        </w:numPr>
        <w:rPr>
          <w:lang w:val="es-ES"/>
        </w:rPr>
      </w:pPr>
      <w:r>
        <w:rPr>
          <w:lang w:val="es-ES"/>
        </w:rPr>
        <w:lastRenderedPageBreak/>
        <w:t>la gorra</w:t>
      </w:r>
    </w:p>
    <w:p w14:paraId="17894F3A" w14:textId="20EF43C4" w:rsidR="000B2587" w:rsidRDefault="000B2587">
      <w:pPr>
        <w:pStyle w:val="Listenabsatz"/>
        <w:numPr>
          <w:ilvl w:val="0"/>
          <w:numId w:val="12"/>
        </w:numPr>
        <w:rPr>
          <w:lang w:val="es-ES"/>
        </w:rPr>
      </w:pPr>
      <w:r>
        <w:rPr>
          <w:lang w:val="es-ES"/>
        </w:rPr>
        <w:t>labrar: hacken</w:t>
      </w:r>
    </w:p>
    <w:p w14:paraId="09B11826" w14:textId="2B148EA4" w:rsidR="000B2587" w:rsidRPr="001F036B" w:rsidRDefault="000B2587">
      <w:pPr>
        <w:pStyle w:val="Listenabsatz"/>
        <w:numPr>
          <w:ilvl w:val="0"/>
          <w:numId w:val="12"/>
        </w:numPr>
        <w:rPr>
          <w:lang w:val="es-ES"/>
        </w:rPr>
      </w:pPr>
      <w:r>
        <w:rPr>
          <w:lang w:val="es-ES"/>
        </w:rPr>
        <w:t>la azada: die Hacke</w:t>
      </w:r>
    </w:p>
    <w:bookmarkEnd w:id="6"/>
    <w:p w14:paraId="32958AA7" w14:textId="1B735797" w:rsidR="00F25E13" w:rsidRPr="0039261D" w:rsidRDefault="00F25E13" w:rsidP="000D4B92">
      <w:pPr>
        <w:rPr>
          <w:lang w:val="es-ES"/>
        </w:rPr>
      </w:pPr>
      <w:r w:rsidRPr="0039261D">
        <w:rPr>
          <w:lang w:val="es-ES"/>
        </w:rPr>
        <w:t xml:space="preserve"> </w:t>
      </w:r>
    </w:p>
    <w:p w14:paraId="062A3F62" w14:textId="0453EB9A" w:rsidR="0039261D" w:rsidRDefault="0039261D" w:rsidP="0039261D">
      <w:pPr>
        <w:rPr>
          <w:lang w:val="es-ES"/>
        </w:rPr>
      </w:pPr>
      <w:r w:rsidRPr="005D1671">
        <w:rPr>
          <w:lang w:val="es-ES"/>
        </w:rPr>
        <w:t>Imagen 3: Migrantes colombianos</w:t>
      </w:r>
      <w:r w:rsidR="000C1825">
        <w:rPr>
          <w:lang w:val="es-ES"/>
        </w:rPr>
        <w:t xml:space="preserve"> detenidos al </w:t>
      </w:r>
      <w:r w:rsidRPr="005D1671">
        <w:rPr>
          <w:lang w:val="es-ES"/>
        </w:rPr>
        <w:t xml:space="preserve"> </w:t>
      </w:r>
      <w:r w:rsidR="000C1825">
        <w:rPr>
          <w:lang w:val="es-ES"/>
        </w:rPr>
        <w:t>intentar</w:t>
      </w:r>
      <w:r w:rsidRPr="005D1671">
        <w:rPr>
          <w:lang w:val="es-ES"/>
        </w:rPr>
        <w:t xml:space="preserve"> cruzar a Estados Unidos </w:t>
      </w:r>
      <w:r w:rsidR="001644C5">
        <w:fldChar w:fldCharType="begin"/>
      </w:r>
      <w:r w:rsidR="001644C5" w:rsidRPr="001644C5">
        <w:rPr>
          <w:lang w:val="es-ES"/>
        </w:rPr>
        <w:instrText>HYPERLINK "https://catimes.brightspotcdn.com/dims4/default/d28e177/2147483647/strip/true/crop/5000x3335+0+0/resize/1200x800!/format/webp/quality/75/?url=https%3A%2F%2Fcalifornia-times-brightspot.s3.amazonaws.com%2F50%2F93%2F1767f60c41ce6fc02f6c2cc643a1%2F165a7ff9cbf945859c3018b6f056599e"</w:instrText>
      </w:r>
      <w:r w:rsidR="001644C5">
        <w:fldChar w:fldCharType="separate"/>
      </w:r>
      <w:r w:rsidR="000C1825" w:rsidRPr="00B7048F">
        <w:rPr>
          <w:rStyle w:val="Hyperlink"/>
          <w:lang w:val="es-ES"/>
        </w:rPr>
        <w:t>https://catimes.brightspotcdn.com/dims4/default/d28e177/2147483647/strip/true/crop/5000x3335+0+0/resize/1200x800!/format/webp/quality/75/?url=https%3A%2F%2Fcalifornia-times-brightspot.s3.amazonaws.com%2F50%2F93%2F1767f60c41ce6fc02f6c2cc643a1%2F165a7ff9cbf945859c3018b6f056599e</w:t>
      </w:r>
      <w:r w:rsidR="001644C5">
        <w:rPr>
          <w:rStyle w:val="Hyperlink"/>
          <w:lang w:val="es-ES"/>
        </w:rPr>
        <w:fldChar w:fldCharType="end"/>
      </w:r>
      <w:r w:rsidR="000C1825" w:rsidRPr="00B7048F">
        <w:rPr>
          <w:rStyle w:val="Hyperlink"/>
          <w:lang w:val="es-ES"/>
        </w:rPr>
        <w:t xml:space="preserve"> </w:t>
      </w:r>
      <w:r w:rsidR="000C1825">
        <w:rPr>
          <w:lang w:val="es-ES"/>
        </w:rPr>
        <w:t xml:space="preserve"> [</w:t>
      </w:r>
      <w:r w:rsidR="000C1825" w:rsidRPr="000C1825">
        <w:rPr>
          <w:lang w:val="es-ES"/>
        </w:rPr>
        <w:t>Zugriff: 12.2.2024</w:t>
      </w:r>
      <w:r w:rsidR="000C1825">
        <w:rPr>
          <w:lang w:val="es-ES"/>
        </w:rPr>
        <w:t>]</w:t>
      </w:r>
    </w:p>
    <w:p w14:paraId="78C62F59" w14:textId="29010641" w:rsidR="000C1825" w:rsidRPr="00C13620" w:rsidRDefault="000C1825" w:rsidP="0039261D">
      <w:r w:rsidRPr="00C30354">
        <w:t xml:space="preserve">Bildinhalt: </w:t>
      </w:r>
      <w:r w:rsidR="00C30354" w:rsidRPr="00C30354">
        <w:t>Zu sehen ist ein Foto, aufgenommen am 4.5.2023</w:t>
      </w:r>
      <w:r w:rsidR="00B47F48">
        <w:t>.</w:t>
      </w:r>
      <w:r w:rsidR="00C30354" w:rsidRPr="00C30354">
        <w:t xml:space="preserve"> </w:t>
      </w:r>
      <w:r w:rsidR="00B47F48">
        <w:t>A</w:t>
      </w:r>
      <w:r w:rsidR="00C30354" w:rsidRPr="00C30354">
        <w:t xml:space="preserve">uf dem Grenzübergang aufgegriffene, illegale Migranten aus Kolumbien </w:t>
      </w:r>
      <w:r w:rsidR="00B47F48">
        <w:t xml:space="preserve">sitzen auf dem Boden, angelehnt </w:t>
      </w:r>
      <w:r w:rsidR="00C30354" w:rsidRPr="00C30354">
        <w:t xml:space="preserve">an einem Pick-Up-Wagen der amerikanischen Border Patrol </w:t>
      </w:r>
      <w:r w:rsidR="00B47F48">
        <w:t>und werden</w:t>
      </w:r>
      <w:r w:rsidR="00C30354" w:rsidRPr="00C30354">
        <w:t xml:space="preserve"> von zwei Polizisten</w:t>
      </w:r>
      <w:r w:rsidR="00B47F48">
        <w:t xml:space="preserve"> </w:t>
      </w:r>
      <w:r w:rsidR="00C30354" w:rsidRPr="00C30354">
        <w:t>am Grenzzaun in Hidalgo, Texas, be</w:t>
      </w:r>
      <w:r w:rsidR="00B47F48">
        <w:t>wacht</w:t>
      </w:r>
      <w:r w:rsidR="00C30354" w:rsidRPr="00C30354">
        <w:t xml:space="preserve">. </w:t>
      </w:r>
      <w:r w:rsidR="00C30354" w:rsidRPr="00C13620">
        <w:t>Laut Bildunterschrift warten sie ein richterliches Urteil ab.</w:t>
      </w:r>
    </w:p>
    <w:p w14:paraId="4ABD437F" w14:textId="77777777" w:rsidR="003D5C35" w:rsidRPr="001644C5" w:rsidRDefault="003D5C35" w:rsidP="003D5C35">
      <w:pPr>
        <w:rPr>
          <w:lang w:val="es-ES"/>
        </w:rPr>
      </w:pPr>
      <w:r w:rsidRPr="001644C5">
        <w:rPr>
          <w:lang w:val="es-ES"/>
        </w:rPr>
        <w:t>Vocabulario útil:</w:t>
      </w:r>
    </w:p>
    <w:p w14:paraId="59D34317" w14:textId="2C3A1C90" w:rsidR="003D5C35" w:rsidRPr="001644C5" w:rsidRDefault="003D5C35">
      <w:pPr>
        <w:pStyle w:val="Listenabsatz"/>
        <w:numPr>
          <w:ilvl w:val="0"/>
          <w:numId w:val="13"/>
        </w:numPr>
        <w:rPr>
          <w:lang w:val="es-ES"/>
        </w:rPr>
      </w:pPr>
      <w:r w:rsidRPr="001644C5">
        <w:rPr>
          <w:lang w:val="es-ES"/>
        </w:rPr>
        <w:t>estar sentado/-a</w:t>
      </w:r>
    </w:p>
    <w:p w14:paraId="18C1AF09" w14:textId="7D15E79F" w:rsidR="003D5C35" w:rsidRPr="001644C5" w:rsidRDefault="003D5C35">
      <w:pPr>
        <w:pStyle w:val="Listenabsatz"/>
        <w:numPr>
          <w:ilvl w:val="0"/>
          <w:numId w:val="12"/>
        </w:numPr>
        <w:rPr>
          <w:lang w:val="es-ES"/>
        </w:rPr>
      </w:pPr>
      <w:r w:rsidRPr="001644C5">
        <w:rPr>
          <w:lang w:val="es-ES"/>
        </w:rPr>
        <w:t>estar de pie</w:t>
      </w:r>
    </w:p>
    <w:p w14:paraId="65A7E731" w14:textId="7ACD8C4A" w:rsidR="003D5C35" w:rsidRPr="001644C5" w:rsidRDefault="003D5C35">
      <w:pPr>
        <w:pStyle w:val="Listenabsatz"/>
        <w:numPr>
          <w:ilvl w:val="0"/>
          <w:numId w:val="12"/>
        </w:numPr>
        <w:rPr>
          <w:lang w:val="es-ES"/>
        </w:rPr>
      </w:pPr>
      <w:r w:rsidRPr="001644C5">
        <w:rPr>
          <w:lang w:val="es-ES"/>
        </w:rPr>
        <w:t>estar armado/-a</w:t>
      </w:r>
    </w:p>
    <w:p w14:paraId="2DC09154" w14:textId="2008AE74" w:rsidR="003D5C35" w:rsidRPr="001644C5" w:rsidRDefault="003D5C35">
      <w:pPr>
        <w:pStyle w:val="Listenabsatz"/>
        <w:numPr>
          <w:ilvl w:val="0"/>
          <w:numId w:val="12"/>
        </w:numPr>
        <w:rPr>
          <w:lang w:val="es-ES"/>
        </w:rPr>
      </w:pPr>
      <w:r w:rsidRPr="001644C5">
        <w:rPr>
          <w:lang w:val="es-ES"/>
        </w:rPr>
        <w:t>la frontera</w:t>
      </w:r>
    </w:p>
    <w:p w14:paraId="5964B267" w14:textId="6F9E2C83" w:rsidR="003D5C35" w:rsidRPr="001644C5" w:rsidRDefault="003D5C35">
      <w:pPr>
        <w:pStyle w:val="Listenabsatz"/>
        <w:numPr>
          <w:ilvl w:val="0"/>
          <w:numId w:val="12"/>
        </w:numPr>
        <w:rPr>
          <w:lang w:val="es-ES"/>
        </w:rPr>
      </w:pPr>
      <w:r w:rsidRPr="001644C5">
        <w:rPr>
          <w:lang w:val="es-ES"/>
        </w:rPr>
        <w:t>apoyarse en algo: sich an etwas lehnen</w:t>
      </w:r>
    </w:p>
    <w:p w14:paraId="071CF3DC" w14:textId="6DA9B928" w:rsidR="003D5C35" w:rsidRPr="001644C5" w:rsidRDefault="003D5C35">
      <w:pPr>
        <w:pStyle w:val="Listenabsatz"/>
        <w:numPr>
          <w:ilvl w:val="0"/>
          <w:numId w:val="12"/>
        </w:numPr>
        <w:rPr>
          <w:lang w:val="es-ES"/>
        </w:rPr>
      </w:pPr>
      <w:r w:rsidRPr="001644C5">
        <w:rPr>
          <w:lang w:val="es-ES"/>
        </w:rPr>
        <w:t>vigilar: überwachen</w:t>
      </w:r>
    </w:p>
    <w:p w14:paraId="10606B96" w14:textId="02BF46FD" w:rsidR="00F25E13" w:rsidRDefault="003D5C35">
      <w:pPr>
        <w:pStyle w:val="Listenabsatz"/>
        <w:numPr>
          <w:ilvl w:val="0"/>
          <w:numId w:val="12"/>
        </w:numPr>
        <w:rPr>
          <w:lang w:val="es-ES"/>
        </w:rPr>
      </w:pPr>
      <w:r w:rsidRPr="001644C5">
        <w:rPr>
          <w:lang w:val="es-ES"/>
        </w:rPr>
        <w:t>el alambre de espino: der</w:t>
      </w:r>
      <w:r>
        <w:rPr>
          <w:lang w:val="es-ES"/>
        </w:rPr>
        <w:t xml:space="preserve"> Stacheldraht</w:t>
      </w:r>
    </w:p>
    <w:p w14:paraId="169D7E2E" w14:textId="77777777" w:rsidR="00C30354" w:rsidRPr="00C30354" w:rsidRDefault="00C30354" w:rsidP="00C30354">
      <w:pPr>
        <w:pStyle w:val="Listenabsatz"/>
        <w:rPr>
          <w:lang w:val="es-ES"/>
        </w:rPr>
      </w:pPr>
    </w:p>
    <w:p w14:paraId="52057EC5" w14:textId="77777777" w:rsidR="002E3E31" w:rsidRDefault="00FA5923" w:rsidP="000D4B92">
      <w:pPr>
        <w:rPr>
          <w:lang w:val="es-ES"/>
        </w:rPr>
      </w:pPr>
      <w:r w:rsidRPr="00FA5923">
        <w:rPr>
          <w:lang w:val="es-ES"/>
        </w:rPr>
        <w:t>Imagen 4: Latinos en una m</w:t>
      </w:r>
      <w:r>
        <w:rPr>
          <w:lang w:val="es-ES"/>
        </w:rPr>
        <w:t>anifestación</w:t>
      </w:r>
      <w:r w:rsidR="00C30354">
        <w:rPr>
          <w:lang w:val="es-ES"/>
        </w:rPr>
        <w:t xml:space="preserve"> </w:t>
      </w:r>
    </w:p>
    <w:p w14:paraId="2FD38F4A" w14:textId="30408809" w:rsidR="00FA5923" w:rsidRPr="00B7048F" w:rsidRDefault="001644C5" w:rsidP="000D4B92">
      <w:pPr>
        <w:rPr>
          <w:lang w:val="es-ES"/>
        </w:rPr>
      </w:pPr>
      <w:r>
        <w:fldChar w:fldCharType="begin"/>
      </w:r>
      <w:r w:rsidRPr="001644C5">
        <w:rPr>
          <w:lang w:val="es-ES"/>
        </w:rPr>
        <w:instrText>HYPERLINK "https://gestion.pe/resizer/H9R4Cqu0feaIfvK3yQK7wsCPHbc=/1200x800/smart/filters:format(jpeg):quality(75)/cloudfront-us-east-1.images.arcpublishing.com/elcomercio/6HKGNPMGHJCBPPAD3JURNHOTSA.jpg"</w:instrText>
      </w:r>
      <w:r>
        <w:fldChar w:fldCharType="separate"/>
      </w:r>
      <w:r w:rsidR="002E3E31" w:rsidRPr="00B7048F">
        <w:rPr>
          <w:rStyle w:val="Hyperlink"/>
          <w:lang w:val="es-ES"/>
        </w:rPr>
        <w:t>https://gestion.pe/resizer/H9R4Cqu0feaIfvK3yQK7wsCPHbc=/1200x800/smart/filters:format(jpeg):quality(75)/cloudfront-us-east-1.images.arcpublishing.com/elcomercio/6HKGNPMGHJCBPPAD3JURNHOTSA.jpg</w:t>
      </w:r>
      <w:r>
        <w:rPr>
          <w:rStyle w:val="Hyperlink"/>
          <w:lang w:val="es-ES"/>
        </w:rPr>
        <w:fldChar w:fldCharType="end"/>
      </w:r>
      <w:r w:rsidR="00C30354" w:rsidRPr="00B7048F">
        <w:rPr>
          <w:lang w:val="es-ES"/>
        </w:rPr>
        <w:t xml:space="preserve"> [Zugriff: 12.2.2024]</w:t>
      </w:r>
    </w:p>
    <w:p w14:paraId="62B48D6A" w14:textId="31ACD7C9" w:rsidR="00C30354" w:rsidRPr="00181397" w:rsidRDefault="00C30354" w:rsidP="000D4B92">
      <w:r w:rsidRPr="00181397">
        <w:t xml:space="preserve">Bildinhalt: </w:t>
      </w:r>
      <w:r w:rsidR="00181397" w:rsidRPr="00181397">
        <w:t>Zu sehen sind lateinamerikanisch aussehende Menschen (im Vordergrund 3 Frauen) auf einer Demonstration für mehr Rechte in den USA: Sie halten Plakate mit dem Slogan „W</w:t>
      </w:r>
      <w:r w:rsidR="00C609A6">
        <w:t>ir</w:t>
      </w:r>
      <w:r w:rsidR="00181397" w:rsidRPr="00181397">
        <w:t xml:space="preserve"> </w:t>
      </w:r>
      <w:r w:rsidR="00C609A6">
        <w:t>sind</w:t>
      </w:r>
      <w:r w:rsidR="00181397" w:rsidRPr="00181397">
        <w:t xml:space="preserve"> Ameri</w:t>
      </w:r>
      <w:r w:rsidR="00C609A6">
        <w:t>k</w:t>
      </w:r>
      <w:r w:rsidR="00181397" w:rsidRPr="00181397">
        <w:t>a“</w:t>
      </w:r>
      <w:r w:rsidR="00C609A6">
        <w:t xml:space="preserve"> auf Englisch</w:t>
      </w:r>
      <w:r w:rsidR="00181397" w:rsidRPr="00181397">
        <w:t xml:space="preserve"> und skandieren </w:t>
      </w:r>
      <w:r w:rsidR="0065020E">
        <w:t>Parolen.</w:t>
      </w:r>
    </w:p>
    <w:p w14:paraId="2DA8DF44" w14:textId="77777777" w:rsidR="00874794" w:rsidRDefault="00874794" w:rsidP="00874794">
      <w:pPr>
        <w:rPr>
          <w:lang w:val="es-ES"/>
        </w:rPr>
      </w:pPr>
      <w:r w:rsidRPr="001F036B">
        <w:rPr>
          <w:lang w:val="es-ES"/>
        </w:rPr>
        <w:t>Vocabulario útil:</w:t>
      </w:r>
    </w:p>
    <w:p w14:paraId="4289F411" w14:textId="44066788" w:rsidR="00874794" w:rsidRPr="000B2587" w:rsidRDefault="00874794">
      <w:pPr>
        <w:pStyle w:val="Listenabsatz"/>
        <w:numPr>
          <w:ilvl w:val="0"/>
          <w:numId w:val="13"/>
        </w:numPr>
        <w:rPr>
          <w:lang w:val="es-ES"/>
        </w:rPr>
      </w:pPr>
      <w:r>
        <w:rPr>
          <w:lang w:val="es-ES"/>
        </w:rPr>
        <w:t>gritar</w:t>
      </w:r>
    </w:p>
    <w:p w14:paraId="41650B24" w14:textId="4042F751" w:rsidR="00874794" w:rsidRDefault="00874794">
      <w:pPr>
        <w:pStyle w:val="Listenabsatz"/>
        <w:numPr>
          <w:ilvl w:val="0"/>
          <w:numId w:val="12"/>
        </w:numPr>
        <w:rPr>
          <w:lang w:val="es-ES"/>
        </w:rPr>
      </w:pPr>
      <w:r>
        <w:rPr>
          <w:lang w:val="es-ES"/>
        </w:rPr>
        <w:t>la pancarta: das Plakat</w:t>
      </w:r>
    </w:p>
    <w:p w14:paraId="5C692B2F" w14:textId="5E875922" w:rsidR="00874794" w:rsidRDefault="00874794">
      <w:pPr>
        <w:pStyle w:val="Listenabsatz"/>
        <w:numPr>
          <w:ilvl w:val="0"/>
          <w:numId w:val="12"/>
        </w:numPr>
        <w:rPr>
          <w:lang w:val="es-ES"/>
        </w:rPr>
      </w:pPr>
      <w:r>
        <w:rPr>
          <w:lang w:val="es-ES"/>
        </w:rPr>
        <w:t>reivindicar: einfordern</w:t>
      </w:r>
    </w:p>
    <w:p w14:paraId="22B578B2" w14:textId="77777777" w:rsidR="003B47B6" w:rsidRDefault="003B47B6" w:rsidP="000D4B92">
      <w:pPr>
        <w:rPr>
          <w:rFonts w:ascii="Arial" w:hAnsi="Arial"/>
          <w:sz w:val="16"/>
          <w:szCs w:val="16"/>
          <w:lang w:val="es-ES"/>
        </w:rPr>
      </w:pPr>
    </w:p>
    <w:p w14:paraId="2CB96C3E" w14:textId="77777777" w:rsidR="003B47B6" w:rsidRDefault="005E2D87" w:rsidP="000D4B92">
      <w:pPr>
        <w:rPr>
          <w:lang w:val="es-ES"/>
        </w:rPr>
      </w:pPr>
      <w:r w:rsidRPr="005D1671">
        <w:rPr>
          <w:lang w:val="es-ES"/>
        </w:rPr>
        <w:lastRenderedPageBreak/>
        <w:t>Imagen 5: Una familia reunida</w:t>
      </w:r>
      <w:r w:rsidR="003B47B6">
        <w:rPr>
          <w:lang w:val="es-ES"/>
        </w:rPr>
        <w:t xml:space="preserve"> </w:t>
      </w:r>
    </w:p>
    <w:p w14:paraId="46063328" w14:textId="3FAA13D5" w:rsidR="003B47B6" w:rsidRPr="00B7048F" w:rsidRDefault="001644C5" w:rsidP="001F513D">
      <w:pPr>
        <w:rPr>
          <w:rStyle w:val="Hyperlink"/>
          <w:lang w:val="es-ES"/>
        </w:rPr>
      </w:pPr>
      <w:r>
        <w:fldChar w:fldCharType="begin"/>
      </w:r>
      <w:r w:rsidRPr="001644C5">
        <w:rPr>
          <w:lang w:val="es-ES"/>
        </w:rPr>
        <w:instrText>HYPERLINK "https://www.nytimes.com/es/2018/06/29/espanol/reunion-familiar-separacion-migrantes.html"</w:instrText>
      </w:r>
      <w:r>
        <w:fldChar w:fldCharType="separate"/>
      </w:r>
      <w:r w:rsidR="003B47B6" w:rsidRPr="00B7048F">
        <w:rPr>
          <w:rStyle w:val="Hyperlink"/>
          <w:lang w:val="es-ES"/>
        </w:rPr>
        <w:t>https://www.nytimes.com/es/2018/06/29/espanol/reunion-familiar-separacion-migrantes.html</w:t>
      </w:r>
      <w:r>
        <w:rPr>
          <w:rStyle w:val="Hyperlink"/>
          <w:lang w:val="es-ES"/>
        </w:rPr>
        <w:fldChar w:fldCharType="end"/>
      </w:r>
    </w:p>
    <w:p w14:paraId="20958095" w14:textId="1DBE889B" w:rsidR="003B47B6" w:rsidRDefault="003B47B6" w:rsidP="001F513D">
      <w:r>
        <w:t>[</w:t>
      </w:r>
      <w:r w:rsidRPr="003B47B6">
        <w:t>Zugriff: 12.2.2024</w:t>
      </w:r>
      <w:r>
        <w:t>]</w:t>
      </w:r>
    </w:p>
    <w:p w14:paraId="4C499074" w14:textId="1DCBBDAF" w:rsidR="003B47B6" w:rsidRPr="003B47B6" w:rsidRDefault="003B47B6" w:rsidP="001F513D">
      <w:r>
        <w:t xml:space="preserve">Bildinhalt: </w:t>
      </w:r>
      <w:r w:rsidRPr="003B47B6">
        <w:t>Zu sehen ist eine lateinamerikanische Familie, bestehend aus Vater, Mutter, jugendlicher Sohn und jüngere Tochter, die sich auf dem Flughafen umarmen. Die Mutter hat einen Strauß Rosen in einer durchsichtigen Plastikfolie bekommen. Die Gesichter und die Haltung der Familienmitglieder lassen ihre emotionale Befindlichkeit erkennen.</w:t>
      </w:r>
    </w:p>
    <w:p w14:paraId="6122F8DC" w14:textId="3F545033" w:rsidR="001F513D" w:rsidRDefault="001F513D" w:rsidP="001F513D">
      <w:pPr>
        <w:rPr>
          <w:lang w:val="es-ES"/>
        </w:rPr>
      </w:pPr>
      <w:r w:rsidRPr="001F036B">
        <w:rPr>
          <w:lang w:val="es-ES"/>
        </w:rPr>
        <w:t>Vocabulario útil:</w:t>
      </w:r>
    </w:p>
    <w:p w14:paraId="15B1ECD6" w14:textId="458062BB" w:rsidR="001F513D" w:rsidRPr="000B2587" w:rsidRDefault="001F513D">
      <w:pPr>
        <w:pStyle w:val="Listenabsatz"/>
        <w:numPr>
          <w:ilvl w:val="0"/>
          <w:numId w:val="13"/>
        </w:numPr>
        <w:rPr>
          <w:lang w:val="es-ES"/>
        </w:rPr>
      </w:pPr>
      <w:r>
        <w:rPr>
          <w:lang w:val="es-ES"/>
        </w:rPr>
        <w:t>el aeropuerto</w:t>
      </w:r>
    </w:p>
    <w:p w14:paraId="65D78A35" w14:textId="2EF9DFC2" w:rsidR="001F513D" w:rsidRDefault="001F513D">
      <w:pPr>
        <w:pStyle w:val="Listenabsatz"/>
        <w:numPr>
          <w:ilvl w:val="0"/>
          <w:numId w:val="12"/>
        </w:numPr>
        <w:rPr>
          <w:lang w:val="es-ES"/>
        </w:rPr>
      </w:pPr>
      <w:r>
        <w:rPr>
          <w:lang w:val="es-ES"/>
        </w:rPr>
        <w:t>las flores</w:t>
      </w:r>
    </w:p>
    <w:p w14:paraId="6B57B453" w14:textId="356F1AE2" w:rsidR="001F513D" w:rsidRDefault="001F513D">
      <w:pPr>
        <w:pStyle w:val="Listenabsatz"/>
        <w:numPr>
          <w:ilvl w:val="0"/>
          <w:numId w:val="12"/>
        </w:numPr>
        <w:rPr>
          <w:lang w:val="es-ES"/>
        </w:rPr>
      </w:pPr>
      <w:r>
        <w:rPr>
          <w:lang w:val="es-ES"/>
        </w:rPr>
        <w:t>abrazarse</w:t>
      </w:r>
    </w:p>
    <w:p w14:paraId="18DE0380" w14:textId="1454DF6F" w:rsidR="001F513D" w:rsidRDefault="001F513D">
      <w:pPr>
        <w:pStyle w:val="Listenabsatz"/>
        <w:numPr>
          <w:ilvl w:val="0"/>
          <w:numId w:val="12"/>
        </w:numPr>
        <w:rPr>
          <w:lang w:val="es-ES"/>
        </w:rPr>
      </w:pPr>
      <w:r>
        <w:rPr>
          <w:lang w:val="es-ES"/>
        </w:rPr>
        <w:t>estar emocionado/-a: ergriffen sein</w:t>
      </w:r>
    </w:p>
    <w:p w14:paraId="4ED18C7D" w14:textId="3D89DAC4" w:rsidR="001F513D" w:rsidRDefault="001F513D">
      <w:pPr>
        <w:pStyle w:val="Listenabsatz"/>
        <w:numPr>
          <w:ilvl w:val="0"/>
          <w:numId w:val="12"/>
        </w:numPr>
        <w:rPr>
          <w:lang w:val="es-ES"/>
        </w:rPr>
      </w:pPr>
      <w:r>
        <w:rPr>
          <w:lang w:val="es-ES"/>
        </w:rPr>
        <w:t>la tensión: die Anspannung</w:t>
      </w:r>
    </w:p>
    <w:p w14:paraId="28EB2CD0" w14:textId="77777777" w:rsidR="001F513D" w:rsidRPr="001F513D" w:rsidRDefault="001F513D" w:rsidP="00AA2922">
      <w:pPr>
        <w:rPr>
          <w:rFonts w:ascii="Arial" w:hAnsi="Arial"/>
          <w:sz w:val="16"/>
          <w:szCs w:val="16"/>
          <w:lang w:val="es-ES"/>
        </w:rPr>
      </w:pPr>
    </w:p>
    <w:p w14:paraId="5320634A" w14:textId="418F2335" w:rsidR="0031365B" w:rsidRDefault="0031365B" w:rsidP="000D4B92">
      <w:pPr>
        <w:rPr>
          <w:lang w:val="es-ES"/>
        </w:rPr>
      </w:pPr>
      <w:bookmarkStart w:id="7" w:name="_Hlk168155944"/>
      <w:r w:rsidRPr="007031C6">
        <w:rPr>
          <w:lang w:val="es-ES"/>
        </w:rPr>
        <w:t xml:space="preserve">Imagen 6: </w:t>
      </w:r>
      <w:r w:rsidR="00A91289" w:rsidRPr="007031C6">
        <w:rPr>
          <w:lang w:val="es-ES"/>
        </w:rPr>
        <w:t>O</w:t>
      </w:r>
      <w:r w:rsidR="00B576C4" w:rsidRPr="007031C6">
        <w:rPr>
          <w:lang w:val="es-ES"/>
        </w:rPr>
        <w:t>ficina</w:t>
      </w:r>
      <w:r w:rsidR="00A91289" w:rsidRPr="007031C6">
        <w:rPr>
          <w:lang w:val="es-ES"/>
        </w:rPr>
        <w:t xml:space="preserve"> de remesas</w:t>
      </w:r>
    </w:p>
    <w:p w14:paraId="67B3C428" w14:textId="453A4FDF" w:rsidR="003B47B6" w:rsidRDefault="001644C5" w:rsidP="000D4B92">
      <w:hyperlink r:id="rId10" w:history="1">
        <w:r w:rsidR="003B47B6" w:rsidRPr="002E3E31">
          <w:rPr>
            <w:rStyle w:val="Hyperlink"/>
          </w:rPr>
          <w:t>https://dims.apnews.com/dims4/default/c605c79/2147483647/strip/true/crop/5509x3671+0+1/resize/980x653!/format/webp/quality/90/?url=https%3A%2F%2Fassets.apnews.com%2F97%2F82%2Ffd560683bd6a066d16d9b973fc09%2Fad278e7babf04504a3de2a9d312f4e8d</w:t>
        </w:r>
      </w:hyperlink>
      <w:r w:rsidR="003B47B6" w:rsidRPr="002E3E31">
        <w:rPr>
          <w:rStyle w:val="Hyperlink"/>
        </w:rPr>
        <w:t xml:space="preserve"> </w:t>
      </w:r>
      <w:r w:rsidR="003B47B6">
        <w:t>[</w:t>
      </w:r>
      <w:r w:rsidR="003B47B6" w:rsidRPr="003B47B6">
        <w:t>Zugriff: 12.2.2024</w:t>
      </w:r>
      <w:r w:rsidR="003B47B6">
        <w:t>]</w:t>
      </w:r>
    </w:p>
    <w:p w14:paraId="6F93B683" w14:textId="77777777" w:rsidR="00AA2550" w:rsidRPr="00CF1EA0" w:rsidRDefault="00AA2550" w:rsidP="00AA2550">
      <w:pPr>
        <w:rPr>
          <w:rFonts w:ascii="Arial" w:hAnsi="Arial"/>
          <w:sz w:val="20"/>
          <w:szCs w:val="20"/>
        </w:rPr>
      </w:pPr>
      <w:r>
        <w:t xml:space="preserve">Bildinhalt: </w:t>
      </w:r>
      <w:r w:rsidRPr="00CF1EA0">
        <w:rPr>
          <w:rFonts w:ascii="Arial" w:hAnsi="Arial"/>
          <w:sz w:val="20"/>
          <w:szCs w:val="20"/>
        </w:rPr>
        <w:t xml:space="preserve">Zu sehen sind eine Mutter mit ihrer Tochter, die aus einem </w:t>
      </w:r>
      <w:r>
        <w:rPr>
          <w:rFonts w:ascii="Arial" w:hAnsi="Arial"/>
          <w:sz w:val="20"/>
          <w:szCs w:val="20"/>
        </w:rPr>
        <w:t>Zahlungsverkehrsb</w:t>
      </w:r>
      <w:r w:rsidRPr="00CF1EA0">
        <w:rPr>
          <w:rFonts w:ascii="Arial" w:hAnsi="Arial"/>
          <w:sz w:val="20"/>
          <w:szCs w:val="20"/>
        </w:rPr>
        <w:t xml:space="preserve">üro, an dessen Eingangstür ein Plakat mit der Aufschrift </w:t>
      </w:r>
      <w:r w:rsidRPr="00AA2550">
        <w:rPr>
          <w:rFonts w:ascii="Arial" w:hAnsi="Arial"/>
          <w:sz w:val="20"/>
          <w:szCs w:val="20"/>
        </w:rPr>
        <w:t>„</w:t>
      </w:r>
      <w:proofErr w:type="spellStart"/>
      <w:r w:rsidRPr="00B7048F">
        <w:rPr>
          <w:rFonts w:ascii="Arial" w:hAnsi="Arial"/>
          <w:sz w:val="20"/>
          <w:szCs w:val="20"/>
        </w:rPr>
        <w:t>Envía</w:t>
      </w:r>
      <w:proofErr w:type="spellEnd"/>
      <w:r w:rsidRPr="00B7048F">
        <w:rPr>
          <w:rFonts w:ascii="Arial" w:hAnsi="Arial"/>
          <w:sz w:val="20"/>
          <w:szCs w:val="20"/>
        </w:rPr>
        <w:t xml:space="preserve"> </w:t>
      </w:r>
      <w:proofErr w:type="spellStart"/>
      <w:r w:rsidRPr="00B7048F">
        <w:rPr>
          <w:rFonts w:ascii="Arial" w:hAnsi="Arial"/>
          <w:sz w:val="20"/>
          <w:szCs w:val="20"/>
        </w:rPr>
        <w:t>dinero</w:t>
      </w:r>
      <w:proofErr w:type="spellEnd"/>
      <w:r w:rsidRPr="00B7048F">
        <w:rPr>
          <w:rFonts w:ascii="Arial" w:hAnsi="Arial"/>
          <w:sz w:val="20"/>
          <w:szCs w:val="20"/>
        </w:rPr>
        <w:t xml:space="preserve"> a México Centro-y </w:t>
      </w:r>
      <w:proofErr w:type="spellStart"/>
      <w:r w:rsidRPr="00B7048F">
        <w:rPr>
          <w:rFonts w:ascii="Arial" w:hAnsi="Arial"/>
          <w:sz w:val="20"/>
          <w:szCs w:val="20"/>
        </w:rPr>
        <w:t>Sudamérica</w:t>
      </w:r>
      <w:proofErr w:type="spellEnd"/>
      <w:r w:rsidRPr="00CF1EA0">
        <w:rPr>
          <w:rFonts w:ascii="Arial" w:hAnsi="Arial"/>
          <w:sz w:val="20"/>
          <w:szCs w:val="20"/>
        </w:rPr>
        <w:t>“ haftet, herauslaufen. Beide tragen eine während der Corona-Pandemie übliche Schutzmaske</w:t>
      </w:r>
    </w:p>
    <w:bookmarkEnd w:id="7"/>
    <w:p w14:paraId="42707A75" w14:textId="77777777" w:rsidR="009D1FCD" w:rsidRPr="00B7048F" w:rsidRDefault="009D1FCD" w:rsidP="009D1FCD">
      <w:proofErr w:type="spellStart"/>
      <w:r w:rsidRPr="00B7048F">
        <w:t>Vocabulario</w:t>
      </w:r>
      <w:proofErr w:type="spellEnd"/>
      <w:r w:rsidRPr="00B7048F">
        <w:t xml:space="preserve"> </w:t>
      </w:r>
      <w:proofErr w:type="spellStart"/>
      <w:r w:rsidRPr="00B7048F">
        <w:t>útil</w:t>
      </w:r>
      <w:proofErr w:type="spellEnd"/>
      <w:r w:rsidRPr="00B7048F">
        <w:t>:</w:t>
      </w:r>
    </w:p>
    <w:p w14:paraId="7016A042" w14:textId="42E3FD2D" w:rsidR="009D1FCD" w:rsidRPr="000B2587" w:rsidRDefault="009D1FCD">
      <w:pPr>
        <w:pStyle w:val="Listenabsatz"/>
        <w:numPr>
          <w:ilvl w:val="0"/>
          <w:numId w:val="13"/>
        </w:numPr>
        <w:rPr>
          <w:lang w:val="es-ES"/>
        </w:rPr>
      </w:pPr>
      <w:r>
        <w:rPr>
          <w:lang w:val="es-ES"/>
        </w:rPr>
        <w:t>el cartel</w:t>
      </w:r>
    </w:p>
    <w:p w14:paraId="2F0F084D" w14:textId="27EDE6CB" w:rsidR="009D1FCD" w:rsidRDefault="009D1FCD">
      <w:pPr>
        <w:pStyle w:val="Listenabsatz"/>
        <w:numPr>
          <w:ilvl w:val="0"/>
          <w:numId w:val="12"/>
        </w:numPr>
        <w:rPr>
          <w:lang w:val="es-ES"/>
        </w:rPr>
      </w:pPr>
      <w:r>
        <w:rPr>
          <w:lang w:val="es-ES"/>
        </w:rPr>
        <w:t>la oficina</w:t>
      </w:r>
    </w:p>
    <w:p w14:paraId="6EBE436B" w14:textId="2C812F89" w:rsidR="009D1FCD" w:rsidRDefault="009D1FCD">
      <w:pPr>
        <w:pStyle w:val="Listenabsatz"/>
        <w:numPr>
          <w:ilvl w:val="0"/>
          <w:numId w:val="12"/>
        </w:numPr>
        <w:rPr>
          <w:lang w:val="es-ES"/>
        </w:rPr>
      </w:pPr>
      <w:r>
        <w:rPr>
          <w:lang w:val="es-ES"/>
        </w:rPr>
        <w:t>la mascarilla: die Maske</w:t>
      </w:r>
    </w:p>
    <w:p w14:paraId="207B90BD" w14:textId="77777777" w:rsidR="00A91289" w:rsidRDefault="00A91289" w:rsidP="00A91289">
      <w:pPr>
        <w:rPr>
          <w:rFonts w:ascii="Arial" w:hAnsi="Arial"/>
          <w:sz w:val="16"/>
          <w:szCs w:val="16"/>
        </w:rPr>
      </w:pPr>
    </w:p>
    <w:p w14:paraId="2F520D56" w14:textId="77777777" w:rsidR="003B47B6" w:rsidRDefault="003B47B6" w:rsidP="00A91289">
      <w:pPr>
        <w:rPr>
          <w:lang w:val="es-ES"/>
        </w:rPr>
      </w:pPr>
    </w:p>
    <w:p w14:paraId="32746133" w14:textId="77777777" w:rsidR="003B47B6" w:rsidRDefault="003B47B6" w:rsidP="00A91289">
      <w:pPr>
        <w:rPr>
          <w:lang w:val="es-ES"/>
        </w:rPr>
      </w:pPr>
    </w:p>
    <w:p w14:paraId="6385DF18" w14:textId="77777777" w:rsidR="003B47B6" w:rsidRDefault="003B47B6" w:rsidP="00A91289">
      <w:pPr>
        <w:rPr>
          <w:lang w:val="es-ES"/>
        </w:rPr>
      </w:pPr>
    </w:p>
    <w:p w14:paraId="40BD4776" w14:textId="77777777" w:rsidR="003B47B6" w:rsidRDefault="003B47B6" w:rsidP="00A91289">
      <w:pPr>
        <w:rPr>
          <w:lang w:val="es-ES"/>
        </w:rPr>
      </w:pPr>
    </w:p>
    <w:p w14:paraId="05A2B905" w14:textId="77777777" w:rsidR="003B47B6" w:rsidRDefault="003B47B6" w:rsidP="00A91289">
      <w:pPr>
        <w:rPr>
          <w:lang w:val="es-ES"/>
        </w:rPr>
      </w:pPr>
    </w:p>
    <w:p w14:paraId="68D14ACE" w14:textId="77777777" w:rsidR="002E3970" w:rsidRDefault="002E3970" w:rsidP="00A91289">
      <w:pPr>
        <w:rPr>
          <w:lang w:val="es-ES"/>
        </w:rPr>
      </w:pPr>
    </w:p>
    <w:p w14:paraId="2F179F6A" w14:textId="2833DDD0" w:rsidR="00A91289" w:rsidRPr="00A91289" w:rsidRDefault="00A91289" w:rsidP="00A91289">
      <w:pPr>
        <w:rPr>
          <w:lang w:val="es-ES"/>
        </w:rPr>
      </w:pPr>
      <w:r w:rsidRPr="00A91289">
        <w:rPr>
          <w:lang w:val="es-ES"/>
        </w:rPr>
        <w:lastRenderedPageBreak/>
        <w:t>M1 Caja útil para d</w:t>
      </w:r>
      <w:r>
        <w:rPr>
          <w:lang w:val="es-ES"/>
        </w:rPr>
        <w:t>escribir imágenes</w:t>
      </w:r>
    </w:p>
    <w:tbl>
      <w:tblPr>
        <w:tblStyle w:val="Tabellenraster"/>
        <w:tblW w:w="0" w:type="auto"/>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Caption w:val="Tabelle mit roter Linie unter Kopfzeile"/>
        <w:tblDescription w:val="leer"/>
      </w:tblPr>
      <w:tblGrid>
        <w:gridCol w:w="5619"/>
        <w:gridCol w:w="3209"/>
      </w:tblGrid>
      <w:tr w:rsidR="00797578" w:rsidRPr="001644C5" w14:paraId="533134FE" w14:textId="77777777" w:rsidTr="00BF55E1">
        <w:trPr>
          <w:cantSplit/>
          <w:tblHeader/>
          <w:jc w:val="center"/>
        </w:trPr>
        <w:tc>
          <w:tcPr>
            <w:tcW w:w="8828" w:type="dxa"/>
            <w:gridSpan w:val="2"/>
            <w:tcBorders>
              <w:top w:val="nil"/>
              <w:left w:val="nil"/>
              <w:bottom w:val="single" w:sz="4" w:space="0" w:color="B70017"/>
              <w:right w:val="single" w:sz="4" w:space="0" w:color="D9D9D9" w:themeColor="background1" w:themeShade="D9"/>
            </w:tcBorders>
          </w:tcPr>
          <w:p w14:paraId="1935D0A9" w14:textId="5FC48DEB" w:rsidR="00797578" w:rsidRPr="00797578" w:rsidRDefault="00B15903" w:rsidP="00B15903">
            <w:pPr>
              <w:pStyle w:val="Tabellenberschrift"/>
              <w:ind w:left="720"/>
              <w:rPr>
                <w:lang w:val="es-ES"/>
              </w:rPr>
            </w:pPr>
            <w:r>
              <w:rPr>
                <w:lang w:val="es-ES"/>
              </w:rPr>
              <w:t xml:space="preserve">El </w:t>
            </w:r>
            <w:r w:rsidR="00797578" w:rsidRPr="00797578">
              <w:rPr>
                <w:lang w:val="es-ES"/>
              </w:rPr>
              <w:t>d</w:t>
            </w:r>
            <w:r w:rsidR="00797578">
              <w:rPr>
                <w:lang w:val="es-ES"/>
              </w:rPr>
              <w:t>ibujo/</w:t>
            </w:r>
            <w:r>
              <w:rPr>
                <w:lang w:val="es-ES"/>
              </w:rPr>
              <w:t>la</w:t>
            </w:r>
            <w:r w:rsidR="00797578">
              <w:rPr>
                <w:lang w:val="es-ES"/>
              </w:rPr>
              <w:t xml:space="preserve"> foto/</w:t>
            </w:r>
            <w:r>
              <w:rPr>
                <w:lang w:val="es-ES"/>
              </w:rPr>
              <w:t xml:space="preserve">el </w:t>
            </w:r>
            <w:r w:rsidR="00797578">
              <w:rPr>
                <w:lang w:val="es-ES"/>
              </w:rPr>
              <w:t>folleto/</w:t>
            </w:r>
            <w:r>
              <w:rPr>
                <w:lang w:val="es-ES"/>
              </w:rPr>
              <w:t>el</w:t>
            </w:r>
            <w:r w:rsidR="00797578">
              <w:rPr>
                <w:lang w:val="es-ES"/>
              </w:rPr>
              <w:t xml:space="preserve"> cuadro</w:t>
            </w:r>
            <w:r>
              <w:rPr>
                <w:lang w:val="es-ES"/>
              </w:rPr>
              <w:t>/la</w:t>
            </w:r>
            <w:r w:rsidR="00797578">
              <w:rPr>
                <w:lang w:val="es-ES"/>
              </w:rPr>
              <w:t xml:space="preserve"> caricatura/ </w:t>
            </w:r>
            <w:r>
              <w:rPr>
                <w:lang w:val="es-ES"/>
              </w:rPr>
              <w:t xml:space="preserve">la </w:t>
            </w:r>
            <w:r w:rsidR="00797578">
              <w:rPr>
                <w:lang w:val="es-ES"/>
              </w:rPr>
              <w:t xml:space="preserve">infografía </w:t>
            </w:r>
            <w:r>
              <w:rPr>
                <w:lang w:val="es-ES"/>
              </w:rPr>
              <w:t>trata de/da información sobre/compara/muestra...</w:t>
            </w:r>
          </w:p>
        </w:tc>
      </w:tr>
      <w:tr w:rsidR="00797578" w:rsidRPr="002204CB" w14:paraId="6802E569" w14:textId="77777777" w:rsidTr="00797578">
        <w:trPr>
          <w:cantSplit/>
          <w:tblHeader/>
          <w:jc w:val="center"/>
        </w:trPr>
        <w:tc>
          <w:tcPr>
            <w:tcW w:w="5619" w:type="dxa"/>
            <w:tcBorders>
              <w:top w:val="single" w:sz="4" w:space="0" w:color="B70017"/>
            </w:tcBorders>
          </w:tcPr>
          <w:p w14:paraId="0B7E3267" w14:textId="77777777" w:rsidR="002204CB" w:rsidRPr="002204CB" w:rsidRDefault="002204CB" w:rsidP="002204CB">
            <w:pPr>
              <w:pStyle w:val="Tabelleninhalt"/>
              <w:rPr>
                <w:lang w:val="es-ES"/>
              </w:rPr>
            </w:pPr>
            <w:r w:rsidRPr="002204CB">
              <w:rPr>
                <w:lang w:val="es-ES"/>
              </w:rPr>
              <w:t>-</w:t>
            </w:r>
            <w:r w:rsidRPr="002204CB">
              <w:rPr>
                <w:lang w:val="es-ES"/>
              </w:rPr>
              <w:tab/>
              <w:t>en el centro</w:t>
            </w:r>
          </w:p>
          <w:p w14:paraId="03603DD6" w14:textId="426828E6" w:rsidR="002204CB" w:rsidRPr="002204CB" w:rsidRDefault="002204CB" w:rsidP="002204CB">
            <w:pPr>
              <w:pStyle w:val="Tabelleninhalt"/>
              <w:rPr>
                <w:lang w:val="es-ES"/>
              </w:rPr>
            </w:pPr>
            <w:r w:rsidRPr="002204CB">
              <w:rPr>
                <w:lang w:val="es-ES"/>
              </w:rPr>
              <w:t>-</w:t>
            </w:r>
            <w:r w:rsidRPr="002204CB">
              <w:rPr>
                <w:lang w:val="es-ES"/>
              </w:rPr>
              <w:tab/>
              <w:t xml:space="preserve">a la izquierda/ a la derecha                                             </w:t>
            </w:r>
          </w:p>
          <w:p w14:paraId="1E30F8DC" w14:textId="0024A87F" w:rsidR="002204CB" w:rsidRPr="002204CB" w:rsidRDefault="002204CB" w:rsidP="002204CB">
            <w:pPr>
              <w:pStyle w:val="Tabelleninhalt"/>
              <w:rPr>
                <w:lang w:val="es-ES"/>
              </w:rPr>
            </w:pPr>
            <w:r w:rsidRPr="002204CB">
              <w:rPr>
                <w:lang w:val="es-ES"/>
              </w:rPr>
              <w:t>-</w:t>
            </w:r>
            <w:r w:rsidRPr="002204CB">
              <w:rPr>
                <w:lang w:val="es-ES"/>
              </w:rPr>
              <w:tab/>
              <w:t xml:space="preserve">arriba/abajo                                                                     </w:t>
            </w:r>
          </w:p>
          <w:p w14:paraId="57C7D9A6" w14:textId="2D44DDE6" w:rsidR="002204CB" w:rsidRPr="002204CB" w:rsidRDefault="002204CB" w:rsidP="002204CB">
            <w:pPr>
              <w:pStyle w:val="Tabelleninhalt"/>
              <w:rPr>
                <w:lang w:val="es-ES"/>
              </w:rPr>
            </w:pPr>
            <w:r w:rsidRPr="002204CB">
              <w:rPr>
                <w:lang w:val="es-ES"/>
              </w:rPr>
              <w:t>-</w:t>
            </w:r>
            <w:r w:rsidRPr="002204CB">
              <w:rPr>
                <w:lang w:val="es-ES"/>
              </w:rPr>
              <w:tab/>
              <w:t xml:space="preserve">en el primer plano                                                           </w:t>
            </w:r>
          </w:p>
          <w:p w14:paraId="28F5AB52" w14:textId="20D88050" w:rsidR="002204CB" w:rsidRPr="002204CB" w:rsidRDefault="002204CB" w:rsidP="002204CB">
            <w:pPr>
              <w:pStyle w:val="Tabelleninhalt"/>
              <w:rPr>
                <w:lang w:val="es-ES"/>
              </w:rPr>
            </w:pPr>
            <w:r w:rsidRPr="002204CB">
              <w:rPr>
                <w:lang w:val="es-ES"/>
              </w:rPr>
              <w:t>-</w:t>
            </w:r>
            <w:r w:rsidRPr="002204CB">
              <w:rPr>
                <w:lang w:val="es-ES"/>
              </w:rPr>
              <w:tab/>
              <w:t xml:space="preserve">al fondo                                                                                                                                                                                     </w:t>
            </w:r>
          </w:p>
          <w:p w14:paraId="73BA1F7C" w14:textId="7B166CBF" w:rsidR="002204CB" w:rsidRPr="002204CB" w:rsidRDefault="002204CB" w:rsidP="002204CB">
            <w:pPr>
              <w:pStyle w:val="Tabelleninhalt"/>
              <w:rPr>
                <w:lang w:val="es-ES"/>
              </w:rPr>
            </w:pPr>
            <w:r w:rsidRPr="002204CB">
              <w:rPr>
                <w:lang w:val="es-ES"/>
              </w:rPr>
              <w:t>-</w:t>
            </w:r>
            <w:r w:rsidRPr="002204CB">
              <w:rPr>
                <w:lang w:val="es-ES"/>
              </w:rPr>
              <w:tab/>
              <w:t xml:space="preserve">cerca de                                                                                                                                     </w:t>
            </w:r>
          </w:p>
          <w:p w14:paraId="4656C8D0" w14:textId="77777777" w:rsidR="002204CB" w:rsidRPr="002204CB" w:rsidRDefault="002204CB" w:rsidP="002204CB">
            <w:pPr>
              <w:pStyle w:val="Tabelleninhalt"/>
              <w:rPr>
                <w:lang w:val="es-ES"/>
              </w:rPr>
            </w:pPr>
            <w:r w:rsidRPr="002204CB">
              <w:rPr>
                <w:lang w:val="es-ES"/>
              </w:rPr>
              <w:t>-</w:t>
            </w:r>
            <w:r w:rsidRPr="002204CB">
              <w:rPr>
                <w:lang w:val="es-ES"/>
              </w:rPr>
              <w:tab/>
              <w:t>detrás de /delante de</w:t>
            </w:r>
          </w:p>
          <w:p w14:paraId="08C54186" w14:textId="2656DA9E" w:rsidR="002204CB" w:rsidRPr="002204CB" w:rsidRDefault="002204CB" w:rsidP="002204CB">
            <w:pPr>
              <w:pStyle w:val="Tabelleninhalt"/>
              <w:rPr>
                <w:lang w:val="es-ES"/>
              </w:rPr>
            </w:pPr>
            <w:r w:rsidRPr="002204CB">
              <w:rPr>
                <w:lang w:val="es-ES"/>
              </w:rPr>
              <w:t>-</w:t>
            </w:r>
            <w:r w:rsidRPr="002204CB">
              <w:rPr>
                <w:lang w:val="es-ES"/>
              </w:rPr>
              <w:tab/>
              <w:t>al lado de</w:t>
            </w:r>
          </w:p>
          <w:p w14:paraId="21CAD828" w14:textId="126F54F9" w:rsidR="00797578" w:rsidRPr="00797578" w:rsidRDefault="002204CB" w:rsidP="002204CB">
            <w:pPr>
              <w:pStyle w:val="Tabelleninhalt"/>
              <w:rPr>
                <w:lang w:val="es-ES"/>
              </w:rPr>
            </w:pPr>
            <w:r w:rsidRPr="002204CB">
              <w:rPr>
                <w:lang w:val="es-ES"/>
              </w:rPr>
              <w:t>-</w:t>
            </w:r>
            <w:r w:rsidRPr="002204CB">
              <w:rPr>
                <w:lang w:val="es-ES"/>
              </w:rPr>
              <w:tab/>
              <w:t>el mensaje es...</w:t>
            </w:r>
          </w:p>
        </w:tc>
        <w:tc>
          <w:tcPr>
            <w:tcW w:w="3209" w:type="dxa"/>
            <w:tcBorders>
              <w:top w:val="single" w:sz="4" w:space="0" w:color="B70017"/>
            </w:tcBorders>
          </w:tcPr>
          <w:p w14:paraId="1BAAD74B" w14:textId="77777777" w:rsidR="00797578" w:rsidRPr="00C829E8" w:rsidRDefault="00797578" w:rsidP="00F13823">
            <w:pPr>
              <w:pStyle w:val="Tabelleninhalt"/>
              <w:rPr>
                <w:lang w:val="es-ES"/>
              </w:rPr>
            </w:pPr>
          </w:p>
          <w:p w14:paraId="47E4B580" w14:textId="77777777" w:rsidR="002204CB" w:rsidRPr="00C829E8" w:rsidRDefault="002204CB" w:rsidP="00F13823">
            <w:pPr>
              <w:pStyle w:val="Tabelleninhalt"/>
              <w:rPr>
                <w:lang w:val="es-ES"/>
              </w:rPr>
            </w:pPr>
          </w:p>
          <w:p w14:paraId="10E5E056" w14:textId="77777777" w:rsidR="002204CB" w:rsidRPr="00C829E8" w:rsidRDefault="002204CB" w:rsidP="00F13823">
            <w:pPr>
              <w:pStyle w:val="Tabelleninhalt"/>
              <w:rPr>
                <w:lang w:val="es-ES"/>
              </w:rPr>
            </w:pPr>
          </w:p>
          <w:p w14:paraId="1F14A4A4" w14:textId="77777777" w:rsidR="002204CB" w:rsidRDefault="002204CB" w:rsidP="002204CB">
            <w:pPr>
              <w:pStyle w:val="Tabelleninhalt"/>
              <w:rPr>
                <w:lang w:val="es-ES"/>
              </w:rPr>
            </w:pPr>
            <w:r w:rsidRPr="002204CB">
              <w:rPr>
                <w:lang w:val="es-ES"/>
              </w:rPr>
              <w:t>hay un/una...</w:t>
            </w:r>
          </w:p>
          <w:p w14:paraId="30936BD4" w14:textId="229C833C" w:rsidR="002204CB" w:rsidRPr="002204CB" w:rsidRDefault="002204CB" w:rsidP="002204CB">
            <w:pPr>
              <w:pStyle w:val="Tabelleninhalt"/>
              <w:rPr>
                <w:lang w:val="es-ES"/>
              </w:rPr>
            </w:pPr>
            <w:r w:rsidRPr="002204CB">
              <w:rPr>
                <w:lang w:val="es-ES"/>
              </w:rPr>
              <w:t xml:space="preserve">está el/la                                                             </w:t>
            </w:r>
          </w:p>
          <w:p w14:paraId="2507A6FC" w14:textId="77777777" w:rsidR="002204CB" w:rsidRPr="002204CB" w:rsidRDefault="002204CB" w:rsidP="002204CB">
            <w:pPr>
              <w:pStyle w:val="Tabelleninhalt"/>
              <w:rPr>
                <w:lang w:val="es-ES"/>
              </w:rPr>
            </w:pPr>
            <w:r w:rsidRPr="002204CB">
              <w:rPr>
                <w:lang w:val="es-ES"/>
              </w:rPr>
              <w:t>se ve(n)</w:t>
            </w:r>
          </w:p>
          <w:p w14:paraId="7DD32EE0" w14:textId="28423D92" w:rsidR="002204CB" w:rsidRPr="002204CB" w:rsidRDefault="002204CB" w:rsidP="00F13823">
            <w:pPr>
              <w:pStyle w:val="Tabelleninhalt"/>
              <w:rPr>
                <w:lang w:val="es-ES"/>
              </w:rPr>
            </w:pPr>
            <w:r w:rsidRPr="002204CB">
              <w:rPr>
                <w:lang w:val="es-ES"/>
              </w:rPr>
              <w:t xml:space="preserve">se puede(n) ver...    vemos...                                                                                                                                                                          </w:t>
            </w:r>
          </w:p>
        </w:tc>
      </w:tr>
    </w:tbl>
    <w:p w14:paraId="6CE5281E" w14:textId="77777777" w:rsidR="00A91289" w:rsidRPr="00A91289" w:rsidRDefault="00A91289" w:rsidP="00A91289">
      <w:pPr>
        <w:rPr>
          <w:rFonts w:ascii="Arial" w:hAnsi="Arial"/>
          <w:sz w:val="16"/>
          <w:szCs w:val="16"/>
          <w:lang w:val="es-ES"/>
        </w:rPr>
      </w:pPr>
    </w:p>
    <w:p w14:paraId="6E7BF39C" w14:textId="77777777" w:rsidR="00A91289" w:rsidRPr="00A91289" w:rsidRDefault="00A91289" w:rsidP="00A91289">
      <w:pPr>
        <w:rPr>
          <w:rFonts w:ascii="Arial" w:hAnsi="Arial"/>
          <w:sz w:val="16"/>
          <w:szCs w:val="16"/>
          <w:lang w:val="es-ES"/>
        </w:rPr>
      </w:pPr>
    </w:p>
    <w:p w14:paraId="4E5329D0" w14:textId="77777777" w:rsidR="00A91289" w:rsidRPr="00A91289" w:rsidRDefault="00A91289" w:rsidP="000D4B92">
      <w:pPr>
        <w:rPr>
          <w:lang w:val="es-ES"/>
        </w:rPr>
      </w:pPr>
    </w:p>
    <w:p w14:paraId="2F1BAE2E" w14:textId="2B4B6C1A" w:rsidR="00650318" w:rsidRPr="00FA6F16" w:rsidRDefault="00650318" w:rsidP="00650318">
      <w:pPr>
        <w:pStyle w:val="berschrift2"/>
      </w:pPr>
      <w:bookmarkStart w:id="8" w:name="_Hlk167466644"/>
      <w:r>
        <w:t>Material 2 – M2</w:t>
      </w:r>
      <w:r w:rsidR="00F232B5">
        <w:t xml:space="preserve"> - Erarbeitungsphase</w:t>
      </w:r>
    </w:p>
    <w:p w14:paraId="6843ED46" w14:textId="05A90AD7" w:rsidR="00650318" w:rsidRDefault="00F232B5" w:rsidP="00650318">
      <w:pPr>
        <w:pStyle w:val="berschrift3"/>
      </w:pPr>
      <w:bookmarkStart w:id="9" w:name="_Hlk167466303"/>
      <w:bookmarkEnd w:id="8"/>
      <w:r>
        <w:t>Globales und selektives Leseverstehen</w:t>
      </w:r>
    </w:p>
    <w:bookmarkEnd w:id="9"/>
    <w:p w14:paraId="584C2BFE" w14:textId="731B3770" w:rsidR="00F232B5" w:rsidRDefault="00F232B5" w:rsidP="00F232B5">
      <w:r>
        <w:t>Arbeitsanweisungen:</w:t>
      </w:r>
    </w:p>
    <w:p w14:paraId="61117A81" w14:textId="29DFAB0B" w:rsidR="00F232B5" w:rsidRDefault="00F232B5">
      <w:pPr>
        <w:pStyle w:val="Listenabsatz"/>
        <w:numPr>
          <w:ilvl w:val="0"/>
          <w:numId w:val="7"/>
        </w:numPr>
        <w:rPr>
          <w:lang w:val="es-ES"/>
        </w:rPr>
      </w:pPr>
      <w:r w:rsidRPr="00F232B5">
        <w:rPr>
          <w:lang w:val="es-ES"/>
        </w:rPr>
        <w:t>“El vuelo de Chicago” es el título de un relato de la autora mexicana Cristina Pacheco. Formula una hipótesis sobre el tema de este cuento.</w:t>
      </w:r>
    </w:p>
    <w:p w14:paraId="11C00269" w14:textId="0B3BD0C0" w:rsidR="00F232B5" w:rsidRDefault="00F232B5">
      <w:pPr>
        <w:pStyle w:val="Listenabsatz"/>
        <w:numPr>
          <w:ilvl w:val="0"/>
          <w:numId w:val="7"/>
        </w:numPr>
        <w:rPr>
          <w:lang w:val="es-ES"/>
        </w:rPr>
      </w:pPr>
      <w:r w:rsidRPr="00F232B5">
        <w:rPr>
          <w:lang w:val="es-ES"/>
        </w:rPr>
        <w:t>Lee el siguiente fragmento del cuento “El vuelo de Chicago” de Cristina Pacheco.</w:t>
      </w:r>
      <w:r w:rsidR="00C364B0">
        <w:rPr>
          <w:lang w:val="es-ES"/>
        </w:rPr>
        <w:t xml:space="preserve"> </w:t>
      </w:r>
      <w:r w:rsidRPr="00C364B0">
        <w:rPr>
          <w:lang w:val="es-ES"/>
        </w:rPr>
        <w:t>¿Cuál es el tema del cuento? Compara con tu hipótesis al principio.</w:t>
      </w:r>
    </w:p>
    <w:p w14:paraId="4B60AAB7" w14:textId="77777777" w:rsidR="00C364B0" w:rsidRPr="00C364B0" w:rsidRDefault="00C364B0" w:rsidP="00C364B0">
      <w:pPr>
        <w:pStyle w:val="Listenabsatz"/>
        <w:rPr>
          <w:lang w:val="es-ES"/>
        </w:rPr>
      </w:pPr>
    </w:p>
    <w:p w14:paraId="74E502FF" w14:textId="58484EF9" w:rsidR="00A815C2" w:rsidRDefault="00B553E2">
      <w:pPr>
        <w:pStyle w:val="Listenabsatz"/>
        <w:numPr>
          <w:ilvl w:val="0"/>
          <w:numId w:val="7"/>
        </w:numPr>
        <w:rPr>
          <w:lang w:val="es-ES"/>
        </w:rPr>
      </w:pPr>
      <w:r>
        <w:rPr>
          <w:lang w:val="es-ES"/>
        </w:rPr>
        <w:t>A continuación</w:t>
      </w:r>
      <w:r w:rsidR="00F232B5" w:rsidRPr="00F232B5">
        <w:rPr>
          <w:lang w:val="es-ES"/>
        </w:rPr>
        <w:t xml:space="preserve"> vamos a analizar e interpretar este fragmento literario</w:t>
      </w:r>
      <w:r w:rsidR="00C364B0">
        <w:rPr>
          <w:lang w:val="es-ES"/>
        </w:rPr>
        <w:t xml:space="preserve">. </w:t>
      </w:r>
    </w:p>
    <w:p w14:paraId="10B0DFC2" w14:textId="77777777" w:rsidR="00A815C2" w:rsidRPr="00A815C2" w:rsidRDefault="00A815C2" w:rsidP="00A815C2">
      <w:pPr>
        <w:pStyle w:val="Listenabsatz"/>
        <w:rPr>
          <w:lang w:val="es-ES"/>
        </w:rPr>
      </w:pPr>
    </w:p>
    <w:p w14:paraId="6B3B0421" w14:textId="709DE848" w:rsidR="00E66BC2" w:rsidRPr="00C364B0" w:rsidRDefault="00F232B5" w:rsidP="00A815C2">
      <w:pPr>
        <w:pStyle w:val="Listenabsatz"/>
        <w:rPr>
          <w:lang w:val="es-ES"/>
        </w:rPr>
      </w:pPr>
      <w:r w:rsidRPr="00C364B0">
        <w:rPr>
          <w:lang w:val="es-ES"/>
        </w:rPr>
        <w:t>Ésta es nuestra tarea final:</w:t>
      </w:r>
    </w:p>
    <w:p w14:paraId="353462A6" w14:textId="77777777" w:rsidR="00B553E2" w:rsidRPr="00B553E2" w:rsidRDefault="00C364B0" w:rsidP="00B553E2">
      <w:pPr>
        <w:rPr>
          <w:lang w:val="es-ES"/>
        </w:rPr>
      </w:pPr>
      <w:r>
        <w:rPr>
          <w:lang w:val="es-ES"/>
        </w:rPr>
        <w:t xml:space="preserve">             </w:t>
      </w:r>
      <w:r w:rsidR="00B553E2" w:rsidRPr="00B553E2">
        <w:rPr>
          <w:lang w:val="es-ES"/>
        </w:rPr>
        <w:t>Analiza cómo le afecta a Diana, la protagonista de este relato, la emigración de su padre</w:t>
      </w:r>
    </w:p>
    <w:p w14:paraId="5A403D93" w14:textId="77777777" w:rsidR="00B553E2" w:rsidRPr="00B553E2" w:rsidRDefault="00B553E2" w:rsidP="00B553E2">
      <w:pPr>
        <w:rPr>
          <w:lang w:val="es-ES"/>
        </w:rPr>
      </w:pPr>
      <w:r w:rsidRPr="00B553E2">
        <w:rPr>
          <w:lang w:val="es-ES"/>
        </w:rPr>
        <w:t xml:space="preserve">             teniendo en cuenta el comportamiento de su madre y la perspectiva narrativa utilizada </w:t>
      </w:r>
    </w:p>
    <w:p w14:paraId="010DE8EB" w14:textId="0A8D0C4F" w:rsidR="00C364B0" w:rsidRDefault="00B553E2" w:rsidP="00B553E2">
      <w:pPr>
        <w:rPr>
          <w:lang w:val="es-ES"/>
        </w:rPr>
      </w:pPr>
      <w:r w:rsidRPr="00B553E2">
        <w:rPr>
          <w:lang w:val="es-ES"/>
        </w:rPr>
        <w:t xml:space="preserve">             por la autora.</w:t>
      </w:r>
    </w:p>
    <w:p w14:paraId="44BAAADC" w14:textId="483998DB" w:rsidR="00164459" w:rsidRDefault="00A815C2" w:rsidP="00F232B5">
      <w:pPr>
        <w:rPr>
          <w:lang w:val="es-ES"/>
        </w:rPr>
      </w:pPr>
      <w:r>
        <w:rPr>
          <w:lang w:val="es-ES"/>
        </w:rPr>
        <w:t xml:space="preserve">             ....  y aquí vienen las tareas facilitadoras</w:t>
      </w:r>
    </w:p>
    <w:p w14:paraId="35A7DDEA" w14:textId="14E2079B" w:rsidR="00164459" w:rsidRDefault="00164459">
      <w:pPr>
        <w:pStyle w:val="Listenabsatz"/>
        <w:numPr>
          <w:ilvl w:val="0"/>
          <w:numId w:val="7"/>
        </w:numPr>
        <w:rPr>
          <w:lang w:val="es-ES"/>
        </w:rPr>
      </w:pPr>
      <w:r w:rsidRPr="00DF7D24">
        <w:rPr>
          <w:lang w:val="es-ES"/>
        </w:rPr>
        <w:t>Anota en las casillas cómo se desarrolla para Diana el 6 de enero.</w:t>
      </w:r>
    </w:p>
    <w:p w14:paraId="2B854724" w14:textId="77777777" w:rsidR="00DF7D24" w:rsidRPr="00DF7D24" w:rsidRDefault="00DF7D24" w:rsidP="00DF7D24">
      <w:pPr>
        <w:rPr>
          <w:lang w:val="es-ES"/>
        </w:rPr>
      </w:pPr>
    </w:p>
    <w:p w14:paraId="27E19A1D" w14:textId="3FC2F8F4" w:rsidR="00DF7D24" w:rsidRDefault="00DF7D24" w:rsidP="00AF6DFF">
      <w:pPr>
        <w:pStyle w:val="Listenabsatz"/>
        <w:rPr>
          <w:lang w:val="es-ES"/>
        </w:rPr>
      </w:pPr>
      <w:bookmarkStart w:id="10" w:name="_Hlk167466480"/>
    </w:p>
    <w:tbl>
      <w:tblPr>
        <w:tblStyle w:val="Tabellenraster"/>
        <w:tblW w:w="0" w:type="auto"/>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Caption w:val="Tabelle mit roter Linie unter Kopfzeile"/>
        <w:tblDescription w:val="leer"/>
      </w:tblPr>
      <w:tblGrid>
        <w:gridCol w:w="3209"/>
        <w:gridCol w:w="3209"/>
      </w:tblGrid>
      <w:tr w:rsidR="00DF7D24" w14:paraId="4C53A4FB" w14:textId="77777777" w:rsidTr="00DF7D24">
        <w:trPr>
          <w:cantSplit/>
          <w:tblHeader/>
          <w:jc w:val="center"/>
        </w:trPr>
        <w:tc>
          <w:tcPr>
            <w:tcW w:w="3209" w:type="dxa"/>
            <w:tcBorders>
              <w:top w:val="nil"/>
              <w:left w:val="nil"/>
              <w:bottom w:val="single" w:sz="4" w:space="0" w:color="B70017"/>
              <w:right w:val="single" w:sz="4" w:space="0" w:color="D9D9D9" w:themeColor="background1" w:themeShade="D9"/>
            </w:tcBorders>
          </w:tcPr>
          <w:p w14:paraId="06188670" w14:textId="77777777" w:rsidR="00DF7D24" w:rsidRPr="007E2D8B" w:rsidRDefault="00DF7D24" w:rsidP="00DF7D24">
            <w:pPr>
              <w:rPr>
                <w:b/>
                <w:bCs/>
              </w:rPr>
            </w:pPr>
            <w:bookmarkStart w:id="11" w:name="_Hlk167466506"/>
            <w:bookmarkEnd w:id="10"/>
            <w:r w:rsidRPr="00DF7D24">
              <w:rPr>
                <w:b/>
                <w:bCs/>
                <w:lang w:val="es-ES"/>
              </w:rPr>
              <w:t>por la mañana</w:t>
            </w:r>
            <w:r w:rsidRPr="007E2D8B">
              <w:rPr>
                <w:b/>
                <w:bCs/>
              </w:rPr>
              <w:t>:</w:t>
            </w:r>
          </w:p>
          <w:p w14:paraId="15AA507A" w14:textId="67508FE0" w:rsidR="00DF7D24" w:rsidRDefault="00DF7D24" w:rsidP="00F13823">
            <w:pPr>
              <w:pStyle w:val="Tabellenberschrift"/>
            </w:pPr>
          </w:p>
        </w:tc>
        <w:tc>
          <w:tcPr>
            <w:tcW w:w="3209" w:type="dxa"/>
            <w:tcBorders>
              <w:top w:val="nil"/>
              <w:left w:val="single" w:sz="4" w:space="0" w:color="D9D9D9" w:themeColor="background1" w:themeShade="D9"/>
              <w:bottom w:val="single" w:sz="4" w:space="0" w:color="B70017"/>
              <w:right w:val="single" w:sz="4" w:space="0" w:color="D9D9D9" w:themeColor="background1" w:themeShade="D9"/>
            </w:tcBorders>
          </w:tcPr>
          <w:p w14:paraId="41DE2532" w14:textId="79649B78" w:rsidR="00DF7D24" w:rsidRPr="00DF7D24" w:rsidRDefault="00DF7D24" w:rsidP="00F13823">
            <w:pPr>
              <w:pStyle w:val="Tabellenberschrift"/>
              <w:rPr>
                <w:lang w:val="es-ES"/>
              </w:rPr>
            </w:pPr>
            <w:r w:rsidRPr="00DF7D24">
              <w:rPr>
                <w:lang w:val="es-ES"/>
              </w:rPr>
              <w:t>por la tarde:</w:t>
            </w:r>
          </w:p>
        </w:tc>
      </w:tr>
      <w:tr w:rsidR="00DF7D24" w14:paraId="6FFF5FF6" w14:textId="77777777" w:rsidTr="00DF7D24">
        <w:trPr>
          <w:cantSplit/>
          <w:tblHeader/>
          <w:jc w:val="center"/>
        </w:trPr>
        <w:tc>
          <w:tcPr>
            <w:tcW w:w="3209" w:type="dxa"/>
            <w:tcBorders>
              <w:top w:val="single" w:sz="4" w:space="0" w:color="B70017"/>
            </w:tcBorders>
          </w:tcPr>
          <w:p w14:paraId="18D09BA2" w14:textId="77777777" w:rsidR="00DF7D24" w:rsidRDefault="00DF7D24" w:rsidP="00F13823">
            <w:pPr>
              <w:pStyle w:val="Tabelleninhalt"/>
            </w:pPr>
          </w:p>
          <w:p w14:paraId="16DA38D4" w14:textId="77777777" w:rsidR="00DF7D24" w:rsidRDefault="00DF7D24" w:rsidP="00F13823">
            <w:pPr>
              <w:pStyle w:val="Tabelleninhalt"/>
            </w:pPr>
          </w:p>
          <w:p w14:paraId="6C8B17FD" w14:textId="77777777" w:rsidR="00DF7D24" w:rsidRDefault="00DF7D24" w:rsidP="00F13823">
            <w:pPr>
              <w:pStyle w:val="Tabelleninhalt"/>
            </w:pPr>
          </w:p>
          <w:p w14:paraId="1CE10245" w14:textId="77777777" w:rsidR="00DF7D24" w:rsidRDefault="00DF7D24" w:rsidP="00F13823">
            <w:pPr>
              <w:pStyle w:val="Tabelleninhalt"/>
            </w:pPr>
          </w:p>
          <w:p w14:paraId="26F5BC1C" w14:textId="77777777" w:rsidR="00DF7D24" w:rsidRDefault="00DF7D24" w:rsidP="00F13823">
            <w:pPr>
              <w:pStyle w:val="Tabelleninhalt"/>
            </w:pPr>
          </w:p>
          <w:p w14:paraId="3C78D725" w14:textId="77777777" w:rsidR="00DF7D24" w:rsidRDefault="00DF7D24" w:rsidP="00F13823">
            <w:pPr>
              <w:pStyle w:val="Tabelleninhalt"/>
            </w:pPr>
          </w:p>
          <w:p w14:paraId="45D0624B" w14:textId="77777777" w:rsidR="00DF7D24" w:rsidRDefault="00DF7D24" w:rsidP="00F13823">
            <w:pPr>
              <w:pStyle w:val="Tabelleninhalt"/>
            </w:pPr>
          </w:p>
          <w:p w14:paraId="3FED0B53" w14:textId="3E9DD03E" w:rsidR="00DF7D24" w:rsidRDefault="00DF7D24" w:rsidP="00F13823">
            <w:pPr>
              <w:pStyle w:val="Tabelleninhalt"/>
            </w:pPr>
          </w:p>
        </w:tc>
        <w:tc>
          <w:tcPr>
            <w:tcW w:w="3209" w:type="dxa"/>
            <w:tcBorders>
              <w:top w:val="single" w:sz="4" w:space="0" w:color="B70017"/>
            </w:tcBorders>
          </w:tcPr>
          <w:p w14:paraId="03D84D57" w14:textId="262B01D2" w:rsidR="00DF7D24" w:rsidRDefault="00DF7D24" w:rsidP="00F13823">
            <w:pPr>
              <w:pStyle w:val="Tabelleninhalt"/>
            </w:pPr>
          </w:p>
        </w:tc>
      </w:tr>
      <w:bookmarkEnd w:id="11"/>
    </w:tbl>
    <w:p w14:paraId="3DA8CFCF" w14:textId="77777777" w:rsidR="00DF7D24" w:rsidRDefault="00DF7D24" w:rsidP="002B3F74">
      <w:pPr>
        <w:pStyle w:val="Listenabsatz"/>
        <w:rPr>
          <w:lang w:val="es-ES"/>
        </w:rPr>
      </w:pPr>
    </w:p>
    <w:p w14:paraId="3FEEF460" w14:textId="77777777" w:rsidR="002B3F74" w:rsidRDefault="002B3F74" w:rsidP="002B3F74">
      <w:pPr>
        <w:pStyle w:val="Listenabsatz"/>
        <w:rPr>
          <w:lang w:val="es-ES"/>
        </w:rPr>
      </w:pPr>
    </w:p>
    <w:p w14:paraId="1E9DA0A5" w14:textId="1E986C28" w:rsidR="00535128" w:rsidRDefault="002B3F74" w:rsidP="00535128">
      <w:pPr>
        <w:pStyle w:val="berschrift3"/>
      </w:pPr>
      <w:r>
        <w:t>Möglicher Erwartungshorizont</w:t>
      </w:r>
    </w:p>
    <w:p w14:paraId="5878D6BA" w14:textId="242C5C6B" w:rsidR="00AF6DFF" w:rsidRPr="00AF6DFF" w:rsidRDefault="00AF6DFF" w:rsidP="00AF6DFF">
      <w:r>
        <w:t>Arbeitsanweisungen:</w:t>
      </w:r>
    </w:p>
    <w:p w14:paraId="2A2EA270" w14:textId="77777777" w:rsidR="00535128" w:rsidRPr="00535128" w:rsidRDefault="00535128" w:rsidP="00535128">
      <w:pPr>
        <w:rPr>
          <w:lang w:val="es-ES"/>
        </w:rPr>
      </w:pPr>
      <w:r w:rsidRPr="00535128">
        <w:rPr>
          <w:lang w:val="es-ES"/>
        </w:rPr>
        <w:t>a)</w:t>
      </w:r>
      <w:r w:rsidRPr="00535128">
        <w:rPr>
          <w:lang w:val="es-ES"/>
        </w:rPr>
        <w:tab/>
        <w:t>Soluciones individuales</w:t>
      </w:r>
    </w:p>
    <w:p w14:paraId="3E740CFA" w14:textId="77777777" w:rsidR="00535128" w:rsidRDefault="00535128" w:rsidP="00535128">
      <w:pPr>
        <w:rPr>
          <w:lang w:val="es-ES"/>
        </w:rPr>
      </w:pPr>
      <w:r w:rsidRPr="00535128">
        <w:rPr>
          <w:lang w:val="es-ES"/>
        </w:rPr>
        <w:t>b)</w:t>
      </w:r>
      <w:r w:rsidRPr="00535128">
        <w:rPr>
          <w:lang w:val="es-ES"/>
        </w:rPr>
        <w:tab/>
        <w:t>La esperanza de una niña y más tarde mujer adulta, hija de un emigrante, que esper</w:t>
      </w:r>
      <w:r>
        <w:rPr>
          <w:lang w:val="es-ES"/>
        </w:rPr>
        <w:t>a</w:t>
      </w:r>
    </w:p>
    <w:p w14:paraId="5A1A746F" w14:textId="3E6D0A36" w:rsidR="00535128" w:rsidRPr="00535128" w:rsidRDefault="00535128" w:rsidP="00535128">
      <w:pPr>
        <w:rPr>
          <w:lang w:val="es-ES"/>
        </w:rPr>
      </w:pPr>
      <w:r>
        <w:rPr>
          <w:lang w:val="es-ES"/>
        </w:rPr>
        <w:t xml:space="preserve">             </w:t>
      </w:r>
      <w:r w:rsidRPr="00535128">
        <w:rPr>
          <w:lang w:val="es-ES"/>
        </w:rPr>
        <w:t>durante años el regreso de su padre.</w:t>
      </w:r>
    </w:p>
    <w:p w14:paraId="362B3A4D" w14:textId="43F1A6AF" w:rsidR="002B3F74" w:rsidRDefault="00535128" w:rsidP="00535128">
      <w:r>
        <w:t>c)</w:t>
      </w:r>
      <w:r>
        <w:tab/>
        <w:t>Transparenz über den Ablauf der Unterrichtssequenz</w:t>
      </w:r>
    </w:p>
    <w:p w14:paraId="087BB5CC" w14:textId="478F6F08" w:rsidR="00535128" w:rsidRPr="00386544" w:rsidRDefault="00535128" w:rsidP="00535128">
      <w:pPr>
        <w:rPr>
          <w:lang w:val="es-ES"/>
        </w:rPr>
      </w:pPr>
      <w:r>
        <w:t xml:space="preserve">d)         </w:t>
      </w:r>
      <w:r w:rsidR="00AF6DFF">
        <w:t xml:space="preserve">                                             </w:t>
      </w:r>
      <w:r>
        <w:t xml:space="preserve"> </w:t>
      </w:r>
      <w:r w:rsidRPr="00386544">
        <w:rPr>
          <w:lang w:val="es-ES"/>
        </w:rPr>
        <w:t>6 de enero</w:t>
      </w:r>
    </w:p>
    <w:p w14:paraId="0CA5639D" w14:textId="77777777" w:rsidR="00535128" w:rsidRPr="002B3F74" w:rsidRDefault="00535128" w:rsidP="00535128">
      <w:pPr>
        <w:jc w:val="center"/>
      </w:pPr>
    </w:p>
    <w:tbl>
      <w:tblPr>
        <w:tblStyle w:val="Tabellenraster"/>
        <w:tblW w:w="0" w:type="auto"/>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Caption w:val="Tabelle mit roter Linie unter Kopfzeile"/>
        <w:tblDescription w:val="leer"/>
      </w:tblPr>
      <w:tblGrid>
        <w:gridCol w:w="4060"/>
        <w:gridCol w:w="3595"/>
      </w:tblGrid>
      <w:tr w:rsidR="00535128" w14:paraId="50220E61" w14:textId="77777777" w:rsidTr="00AF6DFF">
        <w:trPr>
          <w:cantSplit/>
          <w:tblHeader/>
          <w:jc w:val="center"/>
        </w:trPr>
        <w:tc>
          <w:tcPr>
            <w:tcW w:w="4060" w:type="dxa"/>
            <w:tcBorders>
              <w:top w:val="nil"/>
              <w:left w:val="nil"/>
              <w:bottom w:val="single" w:sz="4" w:space="0" w:color="B70017"/>
              <w:right w:val="single" w:sz="4" w:space="0" w:color="D9D9D9" w:themeColor="background1" w:themeShade="D9"/>
            </w:tcBorders>
          </w:tcPr>
          <w:p w14:paraId="50EB032C" w14:textId="77777777" w:rsidR="00535128" w:rsidRPr="007E2D8B" w:rsidRDefault="00535128" w:rsidP="006A4DF3">
            <w:pPr>
              <w:rPr>
                <w:b/>
                <w:bCs/>
              </w:rPr>
            </w:pPr>
            <w:r w:rsidRPr="00DF7D24">
              <w:rPr>
                <w:b/>
                <w:bCs/>
                <w:lang w:val="es-ES"/>
              </w:rPr>
              <w:lastRenderedPageBreak/>
              <w:t>por la mañana</w:t>
            </w:r>
            <w:r w:rsidRPr="007E2D8B">
              <w:rPr>
                <w:b/>
                <w:bCs/>
              </w:rPr>
              <w:t>:</w:t>
            </w:r>
          </w:p>
          <w:p w14:paraId="62E57D48" w14:textId="77777777" w:rsidR="00535128" w:rsidRDefault="00535128" w:rsidP="006A4DF3">
            <w:pPr>
              <w:pStyle w:val="Tabellenberschrift"/>
            </w:pPr>
          </w:p>
        </w:tc>
        <w:tc>
          <w:tcPr>
            <w:tcW w:w="3595" w:type="dxa"/>
            <w:tcBorders>
              <w:top w:val="nil"/>
              <w:left w:val="single" w:sz="4" w:space="0" w:color="D9D9D9" w:themeColor="background1" w:themeShade="D9"/>
              <w:bottom w:val="single" w:sz="4" w:space="0" w:color="B70017"/>
              <w:right w:val="single" w:sz="4" w:space="0" w:color="D9D9D9" w:themeColor="background1" w:themeShade="D9"/>
            </w:tcBorders>
          </w:tcPr>
          <w:p w14:paraId="19042C3E" w14:textId="77777777" w:rsidR="00535128" w:rsidRPr="00DF7D24" w:rsidRDefault="00535128" w:rsidP="006A4DF3">
            <w:pPr>
              <w:pStyle w:val="Tabellenberschrift"/>
              <w:rPr>
                <w:lang w:val="es-ES"/>
              </w:rPr>
            </w:pPr>
            <w:r w:rsidRPr="00DF7D24">
              <w:rPr>
                <w:lang w:val="es-ES"/>
              </w:rPr>
              <w:t>por la tarde:</w:t>
            </w:r>
          </w:p>
        </w:tc>
      </w:tr>
      <w:tr w:rsidR="00535128" w:rsidRPr="00535128" w14:paraId="6896DE89" w14:textId="77777777" w:rsidTr="00AF6DFF">
        <w:trPr>
          <w:cantSplit/>
          <w:tblHeader/>
          <w:jc w:val="center"/>
        </w:trPr>
        <w:tc>
          <w:tcPr>
            <w:tcW w:w="4060" w:type="dxa"/>
            <w:tcBorders>
              <w:top w:val="single" w:sz="4" w:space="0" w:color="B70017"/>
            </w:tcBorders>
          </w:tcPr>
          <w:p w14:paraId="6B3B1DA3" w14:textId="77777777" w:rsidR="00535128" w:rsidRPr="00535128" w:rsidRDefault="00535128" w:rsidP="00535128">
            <w:pPr>
              <w:pStyle w:val="Tabelleninhalt"/>
              <w:rPr>
                <w:lang w:val="es-ES"/>
              </w:rPr>
            </w:pPr>
            <w:r w:rsidRPr="00535128">
              <w:rPr>
                <w:lang w:val="es-ES"/>
              </w:rPr>
              <w:t>se levanta temprano</w:t>
            </w:r>
          </w:p>
          <w:p w14:paraId="55ECD97E" w14:textId="77777777" w:rsidR="00535128" w:rsidRPr="00535128" w:rsidRDefault="00535128" w:rsidP="00535128">
            <w:pPr>
              <w:pStyle w:val="Tabelleninhalt"/>
              <w:rPr>
                <w:lang w:val="es-ES"/>
              </w:rPr>
            </w:pPr>
            <w:r w:rsidRPr="00535128">
              <w:rPr>
                <w:lang w:val="es-ES"/>
              </w:rPr>
              <w:t>-se baña</w:t>
            </w:r>
          </w:p>
          <w:p w14:paraId="458E807F" w14:textId="7A60AA89" w:rsidR="00535128" w:rsidRPr="00535128" w:rsidRDefault="00535128" w:rsidP="00535128">
            <w:pPr>
              <w:pStyle w:val="Tabelleninhalt"/>
              <w:rPr>
                <w:lang w:val="es-ES"/>
              </w:rPr>
            </w:pPr>
            <w:r w:rsidRPr="00535128">
              <w:rPr>
                <w:lang w:val="es-ES"/>
              </w:rPr>
              <w:t>-llora ante el espejo, porque tiene miedo de que su padre la vea fea</w:t>
            </w:r>
          </w:p>
          <w:p w14:paraId="06E45923" w14:textId="77777777" w:rsidR="00535128" w:rsidRPr="00535128" w:rsidRDefault="00535128" w:rsidP="006A4DF3">
            <w:pPr>
              <w:pStyle w:val="Tabelleninhalt"/>
              <w:rPr>
                <w:lang w:val="es-ES"/>
              </w:rPr>
            </w:pPr>
          </w:p>
          <w:p w14:paraId="013C54C2" w14:textId="77777777" w:rsidR="00535128" w:rsidRPr="00535128" w:rsidRDefault="00535128" w:rsidP="006A4DF3">
            <w:pPr>
              <w:pStyle w:val="Tabelleninhalt"/>
              <w:rPr>
                <w:lang w:val="es-ES"/>
              </w:rPr>
            </w:pPr>
          </w:p>
          <w:p w14:paraId="028C3D12" w14:textId="77777777" w:rsidR="00535128" w:rsidRPr="00535128" w:rsidRDefault="00535128" w:rsidP="006A4DF3">
            <w:pPr>
              <w:pStyle w:val="Tabelleninhalt"/>
              <w:rPr>
                <w:lang w:val="es-ES"/>
              </w:rPr>
            </w:pPr>
          </w:p>
          <w:p w14:paraId="590F7D8E" w14:textId="77777777" w:rsidR="00535128" w:rsidRPr="00535128" w:rsidRDefault="00535128" w:rsidP="006A4DF3">
            <w:pPr>
              <w:pStyle w:val="Tabelleninhalt"/>
              <w:rPr>
                <w:lang w:val="es-ES"/>
              </w:rPr>
            </w:pPr>
          </w:p>
          <w:p w14:paraId="4250A7C2" w14:textId="77777777" w:rsidR="00535128" w:rsidRPr="00535128" w:rsidRDefault="00535128" w:rsidP="006A4DF3">
            <w:pPr>
              <w:pStyle w:val="Tabelleninhalt"/>
              <w:rPr>
                <w:lang w:val="es-ES"/>
              </w:rPr>
            </w:pPr>
          </w:p>
          <w:p w14:paraId="2B408FAD" w14:textId="77777777" w:rsidR="00535128" w:rsidRPr="00535128" w:rsidRDefault="00535128" w:rsidP="006A4DF3">
            <w:pPr>
              <w:pStyle w:val="Tabelleninhalt"/>
              <w:rPr>
                <w:lang w:val="es-ES"/>
              </w:rPr>
            </w:pPr>
          </w:p>
          <w:p w14:paraId="66D49D49" w14:textId="77777777" w:rsidR="00535128" w:rsidRPr="00535128" w:rsidRDefault="00535128" w:rsidP="006A4DF3">
            <w:pPr>
              <w:pStyle w:val="Tabelleninhalt"/>
              <w:rPr>
                <w:lang w:val="es-ES"/>
              </w:rPr>
            </w:pPr>
          </w:p>
          <w:p w14:paraId="05A2F7A1" w14:textId="77777777" w:rsidR="00535128" w:rsidRPr="00535128" w:rsidRDefault="00535128" w:rsidP="006A4DF3">
            <w:pPr>
              <w:pStyle w:val="Tabelleninhalt"/>
              <w:rPr>
                <w:lang w:val="es-ES"/>
              </w:rPr>
            </w:pPr>
          </w:p>
          <w:p w14:paraId="58028380" w14:textId="77777777" w:rsidR="00535128" w:rsidRPr="00535128" w:rsidRDefault="00535128" w:rsidP="006A4DF3">
            <w:pPr>
              <w:pStyle w:val="Tabelleninhalt"/>
              <w:rPr>
                <w:lang w:val="es-ES"/>
              </w:rPr>
            </w:pPr>
          </w:p>
        </w:tc>
        <w:tc>
          <w:tcPr>
            <w:tcW w:w="3595" w:type="dxa"/>
            <w:tcBorders>
              <w:top w:val="single" w:sz="4" w:space="0" w:color="B70017"/>
            </w:tcBorders>
          </w:tcPr>
          <w:p w14:paraId="6C0F2B80" w14:textId="77777777" w:rsidR="00535128" w:rsidRPr="00535128" w:rsidRDefault="00535128" w:rsidP="00535128">
            <w:pPr>
              <w:pStyle w:val="Tabelleninhalt"/>
              <w:rPr>
                <w:lang w:val="es-ES"/>
              </w:rPr>
            </w:pPr>
            <w:r w:rsidRPr="00535128">
              <w:rPr>
                <w:lang w:val="es-ES"/>
              </w:rPr>
              <w:t>no quiere dormir</w:t>
            </w:r>
          </w:p>
          <w:p w14:paraId="1D04B893" w14:textId="77777777" w:rsidR="00535128" w:rsidRPr="00535128" w:rsidRDefault="00535128" w:rsidP="00535128">
            <w:pPr>
              <w:pStyle w:val="Tabelleninhalt"/>
              <w:rPr>
                <w:lang w:val="es-ES"/>
              </w:rPr>
            </w:pPr>
            <w:r w:rsidRPr="00535128">
              <w:rPr>
                <w:lang w:val="es-ES"/>
              </w:rPr>
              <w:t>-llega con su madre al aeropuerto a las 6</w:t>
            </w:r>
          </w:p>
          <w:p w14:paraId="5929A89B" w14:textId="77777777" w:rsidR="00535128" w:rsidRPr="00535128" w:rsidRDefault="00535128" w:rsidP="00535128">
            <w:pPr>
              <w:pStyle w:val="Tabelleninhalt"/>
              <w:rPr>
                <w:lang w:val="es-ES"/>
              </w:rPr>
            </w:pPr>
            <w:r w:rsidRPr="00535128">
              <w:rPr>
                <w:lang w:val="es-ES"/>
              </w:rPr>
              <w:t>-lleva una rosa y sus calificaciones</w:t>
            </w:r>
          </w:p>
          <w:p w14:paraId="2E362DE8" w14:textId="258644A4" w:rsidR="00535128" w:rsidRPr="00535128" w:rsidRDefault="00535128" w:rsidP="00535128">
            <w:pPr>
              <w:pStyle w:val="Tabelleninhalt"/>
              <w:rPr>
                <w:lang w:val="es-ES"/>
              </w:rPr>
            </w:pPr>
            <w:r w:rsidRPr="00535128">
              <w:rPr>
                <w:lang w:val="es-ES"/>
              </w:rPr>
              <w:t>-</w:t>
            </w:r>
            <w:r w:rsidR="00AE0126">
              <w:rPr>
                <w:lang w:val="es-ES"/>
              </w:rPr>
              <w:t xml:space="preserve">ella y su madre </w:t>
            </w:r>
            <w:r w:rsidRPr="00535128">
              <w:rPr>
                <w:lang w:val="es-ES"/>
              </w:rPr>
              <w:t>van al mirador y ven cómo despegan y aterrizan los aviones</w:t>
            </w:r>
          </w:p>
          <w:p w14:paraId="6F8BF0D3" w14:textId="316D45B9" w:rsidR="00535128" w:rsidRPr="00535128" w:rsidRDefault="00535128" w:rsidP="00535128">
            <w:pPr>
              <w:pStyle w:val="Tabelleninhalt"/>
              <w:rPr>
                <w:lang w:val="es-ES"/>
              </w:rPr>
            </w:pPr>
            <w:r w:rsidRPr="00535128">
              <w:rPr>
                <w:lang w:val="es-ES"/>
              </w:rPr>
              <w:t>-primero van lentas, luego se apresuran</w:t>
            </w:r>
          </w:p>
          <w:p w14:paraId="66A2BCCB" w14:textId="77777777" w:rsidR="00535128" w:rsidRPr="00535128" w:rsidRDefault="00535128" w:rsidP="00535128">
            <w:pPr>
              <w:pStyle w:val="Tabelleninhalt"/>
              <w:rPr>
                <w:lang w:val="es-ES"/>
              </w:rPr>
            </w:pPr>
            <w:r w:rsidRPr="00535128">
              <w:rPr>
                <w:lang w:val="es-ES"/>
              </w:rPr>
              <w:t>-su madre pregunta por el vuelo de Chicago que viene con  retraso</w:t>
            </w:r>
          </w:p>
          <w:p w14:paraId="0C31B88D" w14:textId="77777777" w:rsidR="00535128" w:rsidRPr="00535128" w:rsidRDefault="00535128" w:rsidP="00535128">
            <w:pPr>
              <w:pStyle w:val="Tabelleninhalt"/>
              <w:rPr>
                <w:lang w:val="es-ES"/>
              </w:rPr>
            </w:pPr>
            <w:r w:rsidRPr="00535128">
              <w:rPr>
                <w:lang w:val="es-ES"/>
              </w:rPr>
              <w:t>-Diana vuelve con su madre a la salida internacional</w:t>
            </w:r>
          </w:p>
          <w:p w14:paraId="6A81B5EA" w14:textId="77777777" w:rsidR="00535128" w:rsidRPr="00535128" w:rsidRDefault="00535128" w:rsidP="00535128">
            <w:pPr>
              <w:pStyle w:val="Tabelleninhalt"/>
              <w:rPr>
                <w:lang w:val="es-ES"/>
              </w:rPr>
            </w:pPr>
            <w:r w:rsidRPr="00535128">
              <w:rPr>
                <w:lang w:val="es-ES"/>
              </w:rPr>
              <w:t>-se pone en primera fila, muy cerca de la puerta por la que salen los pasajeros</w:t>
            </w:r>
          </w:p>
          <w:p w14:paraId="0D2CB0CC" w14:textId="77777777" w:rsidR="00535128" w:rsidRPr="00535128" w:rsidRDefault="00535128" w:rsidP="00535128">
            <w:pPr>
              <w:pStyle w:val="Tabelleninhalt"/>
              <w:rPr>
                <w:lang w:val="es-ES"/>
              </w:rPr>
            </w:pPr>
            <w:r w:rsidRPr="00535128">
              <w:rPr>
                <w:lang w:val="es-ES"/>
              </w:rPr>
              <w:t>-ella y su madre esperan hasta que sale el último pasajero</w:t>
            </w:r>
          </w:p>
          <w:p w14:paraId="737B9F30" w14:textId="06872CF9" w:rsidR="00535128" w:rsidRPr="00535128" w:rsidRDefault="00535128" w:rsidP="00535128">
            <w:pPr>
              <w:pStyle w:val="Tabelleninhalt"/>
              <w:rPr>
                <w:lang w:val="es-ES"/>
              </w:rPr>
            </w:pPr>
            <w:r w:rsidRPr="00535128">
              <w:rPr>
                <w:lang w:val="es-ES"/>
              </w:rPr>
              <w:t>-su padre no llega</w:t>
            </w:r>
          </w:p>
        </w:tc>
      </w:tr>
    </w:tbl>
    <w:p w14:paraId="25ED92B8" w14:textId="77777777" w:rsidR="002B3F74" w:rsidRDefault="002B3F74" w:rsidP="002B3F74">
      <w:pPr>
        <w:pStyle w:val="Listenabsatz"/>
        <w:rPr>
          <w:lang w:val="es-ES"/>
        </w:rPr>
      </w:pPr>
    </w:p>
    <w:p w14:paraId="691FDCEE" w14:textId="023ECC0F" w:rsidR="00296EC1" w:rsidRDefault="00296EC1" w:rsidP="00296EC1">
      <w:pPr>
        <w:pStyle w:val="berschrift2"/>
      </w:pPr>
      <w:r>
        <w:t>Material 3 – M3 – Vertiefungsphase</w:t>
      </w:r>
      <w:r w:rsidR="0033664E">
        <w:t xml:space="preserve"> 1</w:t>
      </w:r>
    </w:p>
    <w:p w14:paraId="0B600408" w14:textId="28716F90" w:rsidR="00AF6DFF" w:rsidRDefault="00274CF4" w:rsidP="00AF6DFF">
      <w:pPr>
        <w:pStyle w:val="berschrift3"/>
        <w:rPr>
          <w:lang w:val="es-ES"/>
        </w:rPr>
      </w:pPr>
      <w:bookmarkStart w:id="12" w:name="_Hlk167650838"/>
      <w:bookmarkStart w:id="13" w:name="_Hlk167648260"/>
      <w:r w:rsidRPr="00274CF4">
        <w:rPr>
          <w:lang w:val="es-ES"/>
        </w:rPr>
        <w:t xml:space="preserve">Análisis- </w:t>
      </w:r>
      <w:r w:rsidR="002F7484">
        <w:rPr>
          <w:lang w:val="es-ES"/>
        </w:rPr>
        <w:t xml:space="preserve">más </w:t>
      </w:r>
      <w:r w:rsidR="00386544">
        <w:rPr>
          <w:lang w:val="es-ES"/>
        </w:rPr>
        <w:t>t</w:t>
      </w:r>
      <w:r w:rsidRPr="00274CF4">
        <w:rPr>
          <w:lang w:val="es-ES"/>
        </w:rPr>
        <w:t xml:space="preserve">areas facilitadoras </w:t>
      </w:r>
    </w:p>
    <w:bookmarkEnd w:id="12"/>
    <w:p w14:paraId="572E4F7D" w14:textId="7EA10C8C" w:rsidR="00AF6DFF" w:rsidRPr="00AF6DFF" w:rsidRDefault="00AF6DFF" w:rsidP="00AF6DFF">
      <w:pPr>
        <w:rPr>
          <w:lang w:val="es-ES"/>
        </w:rPr>
      </w:pPr>
      <w:r>
        <w:rPr>
          <w:lang w:val="es-ES"/>
        </w:rPr>
        <w:t>Arbeitsanweisungen:</w:t>
      </w:r>
    </w:p>
    <w:bookmarkEnd w:id="13"/>
    <w:p w14:paraId="225B99A4" w14:textId="77777777" w:rsidR="00274CF4" w:rsidRPr="00274CF4" w:rsidRDefault="00274CF4" w:rsidP="00274CF4">
      <w:pPr>
        <w:rPr>
          <w:lang w:val="es-ES"/>
        </w:rPr>
      </w:pPr>
      <w:r w:rsidRPr="00274CF4">
        <w:rPr>
          <w:lang w:val="es-ES"/>
        </w:rPr>
        <w:t>a)</w:t>
      </w:r>
      <w:r w:rsidRPr="00274CF4">
        <w:rPr>
          <w:lang w:val="es-ES"/>
        </w:rPr>
        <w:tab/>
        <w:t>Analiza la relación de Diana con su padre teniendo en cuenta la perspectiva narrativa.</w:t>
      </w:r>
    </w:p>
    <w:p w14:paraId="2F21F83A" w14:textId="77777777" w:rsidR="00274CF4" w:rsidRPr="00274CF4" w:rsidRDefault="00274CF4" w:rsidP="00274CF4">
      <w:pPr>
        <w:rPr>
          <w:lang w:val="es-ES"/>
        </w:rPr>
      </w:pPr>
    </w:p>
    <w:p w14:paraId="0E474207" w14:textId="3113BDFE" w:rsidR="00274CF4" w:rsidRPr="00274CF4" w:rsidRDefault="00274CF4" w:rsidP="00274CF4">
      <w:pPr>
        <w:rPr>
          <w:lang w:val="es-ES"/>
        </w:rPr>
      </w:pPr>
      <w:r w:rsidRPr="00274CF4">
        <w:rPr>
          <w:lang w:val="es-ES"/>
        </w:rPr>
        <w:t xml:space="preserve">Apunta primero la información que da el fragmento </w:t>
      </w:r>
      <w:r>
        <w:rPr>
          <w:lang w:val="es-ES"/>
        </w:rPr>
        <w:t>sobre</w:t>
      </w:r>
      <w:r w:rsidRPr="00274CF4">
        <w:rPr>
          <w:lang w:val="es-ES"/>
        </w:rPr>
        <w:t xml:space="preserve"> la relación de Diana con su padre. Analiza esta relación.</w:t>
      </w:r>
    </w:p>
    <w:tbl>
      <w:tblPr>
        <w:tblStyle w:val="Tabellenraster"/>
        <w:tblW w:w="0" w:type="auto"/>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Caption w:val="Tabelle mit roter Linie unter Kopfzeile"/>
        <w:tblDescription w:val="leer"/>
      </w:tblPr>
      <w:tblGrid>
        <w:gridCol w:w="3209"/>
        <w:gridCol w:w="3209"/>
      </w:tblGrid>
      <w:tr w:rsidR="00274CF4" w14:paraId="734561AC" w14:textId="77777777" w:rsidTr="00274CF4">
        <w:trPr>
          <w:cantSplit/>
          <w:tblHeader/>
          <w:jc w:val="center"/>
        </w:trPr>
        <w:tc>
          <w:tcPr>
            <w:tcW w:w="3209" w:type="dxa"/>
            <w:tcBorders>
              <w:top w:val="nil"/>
              <w:left w:val="nil"/>
              <w:bottom w:val="single" w:sz="4" w:space="0" w:color="B70017"/>
              <w:right w:val="single" w:sz="4" w:space="0" w:color="D9D9D9" w:themeColor="background1" w:themeShade="D9"/>
            </w:tcBorders>
          </w:tcPr>
          <w:p w14:paraId="6B85BA36" w14:textId="6FA7667E" w:rsidR="00274CF4" w:rsidRPr="00274CF4" w:rsidRDefault="00274CF4" w:rsidP="00F13823">
            <w:pPr>
              <w:pStyle w:val="Tabellenberschrift"/>
              <w:rPr>
                <w:lang w:val="es-ES"/>
              </w:rPr>
            </w:pPr>
            <w:bookmarkStart w:id="14" w:name="_Hlk167649476"/>
            <w:r w:rsidRPr="00274CF4">
              <w:rPr>
                <w:lang w:val="es-ES"/>
              </w:rPr>
              <w:lastRenderedPageBreak/>
              <w:t>Diana</w:t>
            </w:r>
          </w:p>
        </w:tc>
        <w:tc>
          <w:tcPr>
            <w:tcW w:w="3209" w:type="dxa"/>
            <w:tcBorders>
              <w:top w:val="nil"/>
              <w:left w:val="single" w:sz="4" w:space="0" w:color="D9D9D9" w:themeColor="background1" w:themeShade="D9"/>
              <w:bottom w:val="single" w:sz="4" w:space="0" w:color="B70017"/>
              <w:right w:val="single" w:sz="4" w:space="0" w:color="D9D9D9" w:themeColor="background1" w:themeShade="D9"/>
            </w:tcBorders>
          </w:tcPr>
          <w:p w14:paraId="04458AF4" w14:textId="6CA20340" w:rsidR="00274CF4" w:rsidRPr="00274CF4" w:rsidRDefault="00274CF4" w:rsidP="00F13823">
            <w:pPr>
              <w:pStyle w:val="Tabellenberschrift"/>
              <w:rPr>
                <w:lang w:val="es-ES"/>
              </w:rPr>
            </w:pPr>
            <w:r w:rsidRPr="00274CF4">
              <w:rPr>
                <w:lang w:val="es-ES"/>
              </w:rPr>
              <w:t>su padre</w:t>
            </w:r>
          </w:p>
        </w:tc>
      </w:tr>
      <w:tr w:rsidR="00274CF4" w14:paraId="6A954B51" w14:textId="77777777" w:rsidTr="00274CF4">
        <w:trPr>
          <w:cantSplit/>
          <w:tblHeader/>
          <w:jc w:val="center"/>
        </w:trPr>
        <w:tc>
          <w:tcPr>
            <w:tcW w:w="3209" w:type="dxa"/>
            <w:tcBorders>
              <w:top w:val="single" w:sz="4" w:space="0" w:color="B70017"/>
            </w:tcBorders>
          </w:tcPr>
          <w:p w14:paraId="596A4AE4" w14:textId="77777777" w:rsidR="00274CF4" w:rsidRDefault="00274CF4" w:rsidP="00F13823">
            <w:pPr>
              <w:pStyle w:val="Tabelleninhalt"/>
            </w:pPr>
          </w:p>
          <w:p w14:paraId="58E61FEC" w14:textId="77777777" w:rsidR="00274CF4" w:rsidRDefault="00274CF4" w:rsidP="00F13823">
            <w:pPr>
              <w:pStyle w:val="Tabelleninhalt"/>
            </w:pPr>
          </w:p>
          <w:p w14:paraId="76EF04BC" w14:textId="77777777" w:rsidR="00274CF4" w:rsidRDefault="00274CF4" w:rsidP="00F13823">
            <w:pPr>
              <w:pStyle w:val="Tabelleninhalt"/>
            </w:pPr>
          </w:p>
          <w:p w14:paraId="67A5D28E" w14:textId="77777777" w:rsidR="00274CF4" w:rsidRDefault="00274CF4" w:rsidP="00F13823">
            <w:pPr>
              <w:pStyle w:val="Tabelleninhalt"/>
            </w:pPr>
          </w:p>
          <w:p w14:paraId="0582054C" w14:textId="77777777" w:rsidR="00274CF4" w:rsidRDefault="00274CF4" w:rsidP="00F13823">
            <w:pPr>
              <w:pStyle w:val="Tabelleninhalt"/>
            </w:pPr>
          </w:p>
          <w:p w14:paraId="0FAE6070" w14:textId="77777777" w:rsidR="00274CF4" w:rsidRDefault="00274CF4" w:rsidP="00F13823">
            <w:pPr>
              <w:pStyle w:val="Tabelleninhalt"/>
            </w:pPr>
          </w:p>
          <w:p w14:paraId="03451A10" w14:textId="77777777" w:rsidR="00274CF4" w:rsidRDefault="00274CF4" w:rsidP="00F13823">
            <w:pPr>
              <w:pStyle w:val="Tabelleninhalt"/>
            </w:pPr>
          </w:p>
          <w:p w14:paraId="47C0F334" w14:textId="6E400E32" w:rsidR="00274CF4" w:rsidRDefault="00274CF4" w:rsidP="00F13823">
            <w:pPr>
              <w:pStyle w:val="Tabelleninhalt"/>
            </w:pPr>
          </w:p>
        </w:tc>
        <w:tc>
          <w:tcPr>
            <w:tcW w:w="3209" w:type="dxa"/>
            <w:tcBorders>
              <w:top w:val="single" w:sz="4" w:space="0" w:color="B70017"/>
            </w:tcBorders>
          </w:tcPr>
          <w:p w14:paraId="503EE523" w14:textId="71FBFA67" w:rsidR="00274CF4" w:rsidRDefault="00274CF4" w:rsidP="00F13823">
            <w:pPr>
              <w:pStyle w:val="Tabelleninhalt"/>
            </w:pPr>
          </w:p>
        </w:tc>
      </w:tr>
      <w:tr w:rsidR="00274CF4" w14:paraId="4E87CFC9" w14:textId="77777777" w:rsidTr="00062125">
        <w:trPr>
          <w:cantSplit/>
          <w:tblHeader/>
          <w:jc w:val="center"/>
        </w:trPr>
        <w:tc>
          <w:tcPr>
            <w:tcW w:w="6418" w:type="dxa"/>
            <w:gridSpan w:val="2"/>
          </w:tcPr>
          <w:p w14:paraId="26A3DFBE" w14:textId="77777777" w:rsidR="00274CF4" w:rsidRDefault="00274CF4" w:rsidP="00F13823">
            <w:pPr>
              <w:pStyle w:val="Tabelleninhalt"/>
              <w:rPr>
                <w:lang w:val="es-ES"/>
              </w:rPr>
            </w:pPr>
            <w:r w:rsidRPr="00274CF4">
              <w:rPr>
                <w:lang w:val="es-ES"/>
              </w:rPr>
              <w:t>Conclusión y análisis</w:t>
            </w:r>
          </w:p>
          <w:p w14:paraId="4CCC4A73" w14:textId="77777777" w:rsidR="00274CF4" w:rsidRDefault="00274CF4" w:rsidP="00F13823">
            <w:pPr>
              <w:pStyle w:val="Tabelleninhalt"/>
              <w:rPr>
                <w:lang w:val="es-ES"/>
              </w:rPr>
            </w:pPr>
          </w:p>
          <w:p w14:paraId="43492246" w14:textId="77777777" w:rsidR="00274CF4" w:rsidRDefault="00274CF4" w:rsidP="00F13823">
            <w:pPr>
              <w:pStyle w:val="Tabelleninhalt"/>
              <w:rPr>
                <w:lang w:val="es-ES"/>
              </w:rPr>
            </w:pPr>
          </w:p>
          <w:p w14:paraId="0A20F6E6" w14:textId="513D9904" w:rsidR="00274CF4" w:rsidRPr="00274CF4" w:rsidRDefault="00274CF4" w:rsidP="00F13823">
            <w:pPr>
              <w:pStyle w:val="Tabelleninhalt"/>
              <w:rPr>
                <w:lang w:val="es-ES"/>
              </w:rPr>
            </w:pPr>
          </w:p>
        </w:tc>
      </w:tr>
      <w:bookmarkEnd w:id="14"/>
    </w:tbl>
    <w:p w14:paraId="1B0813FA" w14:textId="77777777" w:rsidR="00296EC1" w:rsidRPr="00274CF4" w:rsidRDefault="00296EC1" w:rsidP="00296EC1">
      <w:pPr>
        <w:rPr>
          <w:lang w:val="es-ES"/>
        </w:rPr>
      </w:pPr>
    </w:p>
    <w:p w14:paraId="315F83CD" w14:textId="77777777" w:rsidR="00F61535" w:rsidRDefault="00CA1A71" w:rsidP="00CA1A71">
      <w:pPr>
        <w:pStyle w:val="Listenabsatz"/>
        <w:rPr>
          <w:lang w:val="es-ES"/>
        </w:rPr>
      </w:pPr>
      <w:r w:rsidRPr="00CA1A71">
        <w:rPr>
          <w:lang w:val="es-ES"/>
        </w:rPr>
        <w:t>b)</w:t>
      </w:r>
      <w:r w:rsidRPr="00CA1A71">
        <w:rPr>
          <w:lang w:val="es-ES"/>
        </w:rPr>
        <w:tab/>
      </w:r>
      <w:bookmarkStart w:id="15" w:name="_Hlk167649055"/>
      <w:r w:rsidRPr="00CA1A71">
        <w:rPr>
          <w:lang w:val="es-ES"/>
        </w:rPr>
        <w:t xml:space="preserve">La perspectiva narrativa: Lee el texto otra vez y </w:t>
      </w:r>
      <w:r w:rsidR="00F61535">
        <w:rPr>
          <w:lang w:val="es-ES"/>
        </w:rPr>
        <w:t>define el punto de vista así como el</w:t>
      </w:r>
    </w:p>
    <w:p w14:paraId="5C0DC915" w14:textId="77777777" w:rsidR="00B00ECE" w:rsidRDefault="00F61535" w:rsidP="00CA1A71">
      <w:pPr>
        <w:pStyle w:val="Listenabsatz"/>
        <w:rPr>
          <w:lang w:val="es-ES"/>
        </w:rPr>
      </w:pPr>
      <w:r>
        <w:rPr>
          <w:lang w:val="es-ES"/>
        </w:rPr>
        <w:t xml:space="preserve">             tipo de narrador</w:t>
      </w:r>
      <w:r w:rsidR="00CA1A71" w:rsidRPr="00CA1A71">
        <w:rPr>
          <w:lang w:val="es-ES"/>
        </w:rPr>
        <w:t xml:space="preserve"> </w:t>
      </w:r>
      <w:r>
        <w:rPr>
          <w:lang w:val="es-ES"/>
        </w:rPr>
        <w:t>en la</w:t>
      </w:r>
      <w:r w:rsidR="00CA1A71" w:rsidRPr="00CA1A71">
        <w:rPr>
          <w:lang w:val="es-ES"/>
        </w:rPr>
        <w:t>s</w:t>
      </w:r>
      <w:r>
        <w:rPr>
          <w:lang w:val="es-ES"/>
        </w:rPr>
        <w:t xml:space="preserve"> s</w:t>
      </w:r>
      <w:r w:rsidR="00CA1A71" w:rsidRPr="00CA1A71">
        <w:rPr>
          <w:lang w:val="es-ES"/>
        </w:rPr>
        <w:t xml:space="preserve">iguientes frases. </w:t>
      </w:r>
    </w:p>
    <w:p w14:paraId="71130888" w14:textId="77777777" w:rsidR="00B00ECE" w:rsidRDefault="00B00ECE" w:rsidP="00B00ECE">
      <w:pPr>
        <w:pStyle w:val="Listenabsatz"/>
        <w:rPr>
          <w:lang w:val="es-ES"/>
        </w:rPr>
      </w:pPr>
      <w:r>
        <w:rPr>
          <w:lang w:val="es-ES"/>
        </w:rPr>
        <w:t xml:space="preserve">             Anota las palabras clave que justifican esta definición. </w:t>
      </w:r>
    </w:p>
    <w:p w14:paraId="12DD7F19" w14:textId="0FD8BB59" w:rsidR="00C82907" w:rsidRDefault="00B00ECE" w:rsidP="00B00ECE">
      <w:pPr>
        <w:pStyle w:val="Listenabsatz"/>
        <w:rPr>
          <w:lang w:val="es-ES"/>
        </w:rPr>
      </w:pPr>
      <w:r>
        <w:rPr>
          <w:lang w:val="es-ES"/>
        </w:rPr>
        <w:t xml:space="preserve">             </w:t>
      </w:r>
      <w:r w:rsidR="00CA1A71" w:rsidRPr="00B00ECE">
        <w:rPr>
          <w:lang w:val="es-ES"/>
        </w:rPr>
        <w:t xml:space="preserve">Puedes consultar </w:t>
      </w:r>
      <w:r w:rsidR="00C82907" w:rsidRPr="00B00ECE">
        <w:rPr>
          <w:lang w:val="es-ES"/>
        </w:rPr>
        <w:t>e</w:t>
      </w:r>
      <w:r>
        <w:rPr>
          <w:lang w:val="es-ES"/>
        </w:rPr>
        <w:t xml:space="preserve">l </w:t>
      </w:r>
      <w:r w:rsidR="00C82907" w:rsidRPr="00B00ECE">
        <w:rPr>
          <w:lang w:val="es-ES"/>
        </w:rPr>
        <w:t xml:space="preserve"> </w:t>
      </w:r>
      <w:r>
        <w:rPr>
          <w:lang w:val="es-ES"/>
        </w:rPr>
        <w:t xml:space="preserve">apartado </w:t>
      </w:r>
      <w:r w:rsidRPr="00B00ECE">
        <w:rPr>
          <w:lang w:val="es-ES"/>
        </w:rPr>
        <w:t xml:space="preserve">“Tipos de narrador. El punto de vista” en la ficha </w:t>
      </w:r>
      <w:bookmarkEnd w:id="15"/>
    </w:p>
    <w:p w14:paraId="3FAE60F0" w14:textId="0643F0E9" w:rsidR="00B00ECE" w:rsidRPr="00B00ECE" w:rsidRDefault="00B00ECE" w:rsidP="00B00ECE">
      <w:pPr>
        <w:pStyle w:val="Listenabsatz"/>
        <w:rPr>
          <w:lang w:val="es-ES"/>
        </w:rPr>
      </w:pPr>
      <w:r>
        <w:rPr>
          <w:lang w:val="es-ES"/>
        </w:rPr>
        <w:t xml:space="preserve">             </w:t>
      </w:r>
      <w:r w:rsidRPr="00B00ECE">
        <w:rPr>
          <w:lang w:val="es-ES"/>
        </w:rPr>
        <w:t xml:space="preserve">2024_caja_util_Estructura_texto_narrativo.docx </w:t>
      </w:r>
      <w:r>
        <w:rPr>
          <w:lang w:val="es-ES"/>
        </w:rPr>
        <w:t>:</w:t>
      </w:r>
    </w:p>
    <w:p w14:paraId="49FA25D1" w14:textId="1FC9B513" w:rsidR="00B00ECE" w:rsidRPr="00B00ECE" w:rsidRDefault="00B00ECE" w:rsidP="00B00ECE">
      <w:pPr>
        <w:pStyle w:val="Listenabsatz"/>
        <w:rPr>
          <w:lang w:val="es-ES"/>
        </w:rPr>
      </w:pPr>
    </w:p>
    <w:p w14:paraId="27D5CC39" w14:textId="7B5C47BE" w:rsidR="00535128" w:rsidRPr="00165250" w:rsidRDefault="001644C5" w:rsidP="00C82907">
      <w:pPr>
        <w:pStyle w:val="Listenabsatz"/>
        <w:rPr>
          <w:lang w:val="es-ES"/>
        </w:rPr>
      </w:pPr>
      <w:hyperlink r:id="rId11" w:history="1">
        <w:r w:rsidR="00165250" w:rsidRPr="00BC1BEF">
          <w:rPr>
            <w:rStyle w:val="Hyperlink"/>
            <w:lang w:val="es-ES"/>
          </w:rPr>
          <w:t>https://lehrerfortbildung-bw.de/u_sprachlit/spanisch/gym/bp2016/fb9/5_estilisticos/1_narrativo/</w:t>
        </w:r>
      </w:hyperlink>
    </w:p>
    <w:p w14:paraId="3CAA2413" w14:textId="77777777" w:rsidR="001E0C03" w:rsidRPr="00165250" w:rsidRDefault="001E0C03" w:rsidP="00C82907">
      <w:pPr>
        <w:pStyle w:val="Listenabsatz"/>
        <w:rPr>
          <w:lang w:val="es-ES"/>
        </w:rPr>
      </w:pPr>
    </w:p>
    <w:p w14:paraId="75480D60" w14:textId="77777777" w:rsidR="002A2BFF" w:rsidRDefault="00AB5698" w:rsidP="002A2BFF">
      <w:pPr>
        <w:pStyle w:val="Zitat"/>
        <w:ind w:left="1440"/>
        <w:rPr>
          <w:lang w:val="es-ES"/>
        </w:rPr>
      </w:pPr>
      <w:bookmarkStart w:id="16" w:name="_Hlk168075685"/>
      <w:r w:rsidRPr="002A2BFF">
        <w:rPr>
          <w:lang w:val="es-ES"/>
        </w:rPr>
        <w:t>‟Desde que su madre precisó la fecha en que su padre volvería, Diana adquirió seguridad antes sus compañeros de escuela.</w:t>
      </w:r>
      <w:r w:rsidR="00322F59" w:rsidRPr="002A2BFF">
        <w:rPr>
          <w:lang w:val="es-ES"/>
        </w:rPr>
        <w:t>”</w:t>
      </w:r>
      <w:r w:rsidR="008F0279" w:rsidRPr="002A2BFF">
        <w:rPr>
          <w:lang w:val="es-ES"/>
        </w:rPr>
        <w:t xml:space="preserve">  </w:t>
      </w:r>
      <w:bookmarkStart w:id="17" w:name="_Hlk168228494"/>
      <w:r w:rsidR="008F0279" w:rsidRPr="002A2BFF">
        <w:rPr>
          <w:lang w:val="es-ES"/>
        </w:rPr>
        <w:t xml:space="preserve">(Cristina Pacheco, El vuelo de Chicago, capítulo III) </w:t>
      </w:r>
      <w:hyperlink r:id="rId12" w:history="1">
        <w:r w:rsidR="00805950" w:rsidRPr="00805950">
          <w:rPr>
            <w:color w:val="000080"/>
            <w:u w:val="single"/>
            <w:lang w:val="es-ES"/>
          </w:rPr>
          <w:t>https://www.jornada.com.mx/2004/01/04/032n1con.php?origen=index.html&amp;fly=1</w:t>
        </w:r>
      </w:hyperlink>
      <w:r w:rsidR="002A2BFF" w:rsidRPr="00805950">
        <w:rPr>
          <w:lang w:val="es-ES"/>
        </w:rPr>
        <w:t xml:space="preserve"> via </w:t>
      </w:r>
      <w:hyperlink r:id="rId13" w:history="1">
        <w:r w:rsidR="002A2BFF" w:rsidRPr="00BA07F7">
          <w:rPr>
            <w:rStyle w:val="Hyperlink"/>
            <w:lang w:val="es-ES"/>
          </w:rPr>
          <w:t>www.lajornada.com</w:t>
        </w:r>
      </w:hyperlink>
      <w:r w:rsidR="002A2BFF">
        <w:rPr>
          <w:lang w:val="es-ES"/>
        </w:rPr>
        <w:t xml:space="preserve"> </w:t>
      </w:r>
      <w:r w:rsidR="002A2BFF" w:rsidRPr="002A2BFF">
        <w:rPr>
          <w:lang w:val="es-ES"/>
        </w:rPr>
        <w:t>[Zugriff am 02.06.24</w:t>
      </w:r>
      <w:r w:rsidR="002A2BFF">
        <w:rPr>
          <w:lang w:val="es-ES"/>
        </w:rPr>
        <w:t>]</w:t>
      </w:r>
    </w:p>
    <w:bookmarkEnd w:id="17"/>
    <w:p w14:paraId="3D474C94" w14:textId="68361A94" w:rsidR="00AF4FBC" w:rsidRPr="002A2BFF" w:rsidRDefault="00AF4FBC" w:rsidP="002A2BFF">
      <w:pPr>
        <w:pStyle w:val="Zitat"/>
        <w:ind w:left="2145"/>
        <w:rPr>
          <w:lang w:val="es-ES"/>
        </w:rPr>
      </w:pPr>
    </w:p>
    <w:p w14:paraId="28CEE580" w14:textId="77777777" w:rsidR="00B00ECE" w:rsidRDefault="0071649F" w:rsidP="00B00ECE">
      <w:pPr>
        <w:pStyle w:val="Listenabsatz"/>
        <w:ind w:left="2145"/>
        <w:rPr>
          <w:rStyle w:val="Lcke"/>
          <w:lang w:val="es-ES"/>
        </w:rPr>
      </w:pPr>
      <w:bookmarkStart w:id="18" w:name="_Hlk168074454"/>
      <w:bookmarkStart w:id="19" w:name="_Hlk168074285"/>
      <w:r>
        <w:rPr>
          <w:lang w:val="es-ES"/>
        </w:rPr>
        <w:t>p</w:t>
      </w:r>
      <w:r w:rsidR="00165250">
        <w:rPr>
          <w:lang w:val="es-ES"/>
        </w:rPr>
        <w:t xml:space="preserve">unto de vista: </w:t>
      </w:r>
      <w:r w:rsidR="00351C3E" w:rsidRPr="00351C3E">
        <w:rPr>
          <w:rStyle w:val="Lcke"/>
          <w:lang w:val="es-ES"/>
        </w:rPr>
        <w:t>Lücke____</w:t>
      </w:r>
      <w:r w:rsidR="00351C3E">
        <w:rPr>
          <w:rStyle w:val="Lcke"/>
          <w:lang w:val="es-ES"/>
        </w:rPr>
        <w:t>__</w:t>
      </w:r>
      <w:r>
        <w:rPr>
          <w:lang w:val="es-ES"/>
        </w:rPr>
        <w:t>___</w:t>
      </w:r>
      <w:r w:rsidR="00322F59">
        <w:rPr>
          <w:lang w:val="es-ES"/>
        </w:rPr>
        <w:t>;</w:t>
      </w:r>
      <w:r>
        <w:rPr>
          <w:lang w:val="es-ES"/>
        </w:rPr>
        <w:t xml:space="preserve"> </w:t>
      </w:r>
      <w:r w:rsidR="00B00ECE">
        <w:rPr>
          <w:lang w:val="es-ES"/>
        </w:rPr>
        <w:t xml:space="preserve">tipo de narrador:  </w:t>
      </w:r>
      <w:r w:rsidR="00B00ECE" w:rsidRPr="00351C3E">
        <w:rPr>
          <w:rStyle w:val="Lcke"/>
          <w:lang w:val="es-ES"/>
        </w:rPr>
        <w:t>Lücke</w:t>
      </w:r>
      <w:r w:rsidR="00B00ECE">
        <w:rPr>
          <w:rStyle w:val="Lcke"/>
          <w:lang w:val="es-ES"/>
        </w:rPr>
        <w:t>_______</w:t>
      </w:r>
    </w:p>
    <w:p w14:paraId="4EE09D4E" w14:textId="4FFCA92B" w:rsidR="0071649F" w:rsidRPr="00B00ECE" w:rsidRDefault="00B00ECE" w:rsidP="00B00ECE">
      <w:pPr>
        <w:rPr>
          <w:lang w:val="es-ES"/>
        </w:rPr>
      </w:pPr>
      <w:r>
        <w:rPr>
          <w:lang w:val="es-ES"/>
        </w:rPr>
        <w:t xml:space="preserve">                                        </w:t>
      </w:r>
      <w:r w:rsidR="0071649F" w:rsidRPr="00B00ECE">
        <w:rPr>
          <w:lang w:val="es-ES"/>
        </w:rPr>
        <w:t xml:space="preserve">palabras clave: </w:t>
      </w:r>
      <w:r w:rsidR="0071649F" w:rsidRPr="00B00ECE">
        <w:rPr>
          <w:rStyle w:val="Lcke"/>
          <w:lang w:val="es-ES"/>
        </w:rPr>
        <w:t>Lücke_____________</w:t>
      </w:r>
      <w:r w:rsidR="00AD1917">
        <w:rPr>
          <w:rStyle w:val="Lcke"/>
          <w:lang w:val="es-ES"/>
        </w:rPr>
        <w:t>_______________________</w:t>
      </w:r>
      <w:r w:rsidR="00351C3E" w:rsidRPr="00B00ECE">
        <w:rPr>
          <w:rStyle w:val="Lcke"/>
          <w:lang w:val="es-ES"/>
        </w:rPr>
        <w:t xml:space="preserve"> </w:t>
      </w:r>
      <w:r w:rsidR="00351C3E" w:rsidRPr="00B00ECE">
        <w:rPr>
          <w:lang w:val="es-ES"/>
        </w:rPr>
        <w:t xml:space="preserve">    </w:t>
      </w:r>
    </w:p>
    <w:bookmarkEnd w:id="16"/>
    <w:bookmarkEnd w:id="18"/>
    <w:p w14:paraId="48CB4E0B" w14:textId="77777777" w:rsidR="0071649F" w:rsidRDefault="0071649F" w:rsidP="00165250">
      <w:pPr>
        <w:pStyle w:val="Listenabsatz"/>
        <w:ind w:left="2145"/>
        <w:rPr>
          <w:rStyle w:val="Lcke"/>
          <w:lang w:val="es-ES"/>
        </w:rPr>
      </w:pPr>
    </w:p>
    <w:bookmarkEnd w:id="19"/>
    <w:p w14:paraId="49A159DC" w14:textId="77777777" w:rsidR="002A2BFF" w:rsidRDefault="0071649F" w:rsidP="002A2BFF">
      <w:pPr>
        <w:pStyle w:val="Zitat"/>
        <w:ind w:left="1440"/>
        <w:rPr>
          <w:lang w:val="es-ES"/>
        </w:rPr>
      </w:pPr>
      <w:r w:rsidRPr="002A2BFF">
        <w:rPr>
          <w:rFonts w:ascii="Calibri Light" w:hAnsi="Calibri Light" w:cs="Calibri Light"/>
          <w:lang w:val="es-ES"/>
        </w:rPr>
        <w:lastRenderedPageBreak/>
        <w:t>‟</w:t>
      </w:r>
      <w:r w:rsidRPr="002A2BFF">
        <w:rPr>
          <w:lang w:val="es-ES"/>
        </w:rPr>
        <w:t xml:space="preserve">Muchas veces la asaltaba el temor de que su padre se negara al viaje juntos. Entonces su madre, como siempre hacía los posible por tranquilizarla: </w:t>
      </w:r>
      <w:r w:rsidRPr="002A2BFF">
        <w:rPr>
          <w:rFonts w:ascii="Calibri Light" w:hAnsi="Calibri Light" w:cs="Calibri Light"/>
          <w:lang w:val="es-ES"/>
        </w:rPr>
        <w:t>‟</w:t>
      </w:r>
      <w:r w:rsidRPr="002A2BFF">
        <w:rPr>
          <w:lang w:val="es-ES"/>
        </w:rPr>
        <w:t>Si no quiere llevarnos será porque piensa quedarse aquí”. Esa perspectiva, aunque menos interesante, la inspiraba a reconciliarse con el mundo.”</w:t>
      </w:r>
      <w:r w:rsidR="00AC7239" w:rsidRPr="002A2BFF">
        <w:rPr>
          <w:lang w:val="es-ES"/>
        </w:rPr>
        <w:t xml:space="preserve"> </w:t>
      </w:r>
      <w:bookmarkStart w:id="20" w:name="_Hlk168225490"/>
      <w:r w:rsidR="00AC7239" w:rsidRPr="002A2BFF">
        <w:rPr>
          <w:lang w:val="es-ES"/>
        </w:rPr>
        <w:t>(Cristina Pacheco, El vuelo de Chicago, capítulo</w:t>
      </w:r>
      <w:r w:rsidR="00805950" w:rsidRPr="002A2BFF">
        <w:rPr>
          <w:lang w:val="es-ES"/>
        </w:rPr>
        <w:t xml:space="preserve"> III) </w:t>
      </w:r>
      <w:bookmarkEnd w:id="20"/>
      <w:r w:rsidR="002A2BFF" w:rsidRPr="00805950">
        <w:fldChar w:fldCharType="begin"/>
      </w:r>
      <w:r w:rsidR="002A2BFF" w:rsidRPr="00805950">
        <w:rPr>
          <w:lang w:val="es-ES"/>
        </w:rPr>
        <w:instrText>HYPERLINK "</w:instrText>
      </w:r>
      <w:r w:rsidR="00805950" w:rsidRPr="00805950">
        <w:rPr>
          <w:lang w:val="es-ES"/>
        </w:rPr>
        <w:instrText>https://www.jornada.com.mx/2004/01/04/032n1con.php?origen=index.html&amp;fly=1</w:instrText>
      </w:r>
      <w:r w:rsidR="002A2BFF" w:rsidRPr="00805950">
        <w:rPr>
          <w:lang w:val="es-ES"/>
        </w:rPr>
        <w:instrText>"</w:instrText>
      </w:r>
      <w:r w:rsidR="002A2BFF" w:rsidRPr="00805950">
        <w:fldChar w:fldCharType="separate"/>
      </w:r>
      <w:r w:rsidR="00805950" w:rsidRPr="00805950">
        <w:rPr>
          <w:color w:val="000080"/>
          <w:u w:val="single"/>
          <w:lang w:val="es-ES"/>
        </w:rPr>
        <w:t>https://www.jornada.com.mx/2004/01/04/032n1con.php?origen=index.html&amp;fly=1</w:t>
      </w:r>
      <w:r w:rsidR="002A2BFF" w:rsidRPr="00805950">
        <w:fldChar w:fldCharType="end"/>
      </w:r>
      <w:r w:rsidR="002A2BFF" w:rsidRPr="00805950">
        <w:rPr>
          <w:lang w:val="es-ES"/>
        </w:rPr>
        <w:t xml:space="preserve"> via </w:t>
      </w:r>
      <w:hyperlink r:id="rId14" w:history="1">
        <w:r w:rsidR="002A2BFF" w:rsidRPr="00BA07F7">
          <w:rPr>
            <w:rStyle w:val="Hyperlink"/>
            <w:lang w:val="es-ES"/>
          </w:rPr>
          <w:t>www.lajornada.com</w:t>
        </w:r>
      </w:hyperlink>
      <w:r w:rsidR="002A2BFF">
        <w:rPr>
          <w:lang w:val="es-ES"/>
        </w:rPr>
        <w:t xml:space="preserve"> </w:t>
      </w:r>
      <w:r w:rsidR="002A2BFF" w:rsidRPr="002A2BFF">
        <w:rPr>
          <w:lang w:val="es-ES"/>
        </w:rPr>
        <w:t>[Zugriff am 02.06.24</w:t>
      </w:r>
      <w:r w:rsidR="002A2BFF">
        <w:rPr>
          <w:lang w:val="es-ES"/>
        </w:rPr>
        <w:t>]</w:t>
      </w:r>
    </w:p>
    <w:p w14:paraId="72B07081" w14:textId="4E011753" w:rsidR="00805950" w:rsidRPr="002A2BFF" w:rsidRDefault="00805950" w:rsidP="002A2BFF">
      <w:pPr>
        <w:pStyle w:val="Zitat"/>
        <w:ind w:left="1440"/>
        <w:rPr>
          <w:lang w:val="es-ES"/>
        </w:rPr>
      </w:pPr>
    </w:p>
    <w:p w14:paraId="5ED58C6B" w14:textId="77777777" w:rsidR="00AD1917" w:rsidRDefault="00AD1917" w:rsidP="00AD1917">
      <w:pPr>
        <w:pStyle w:val="Listenabsatz"/>
        <w:ind w:left="2145"/>
        <w:rPr>
          <w:rStyle w:val="Lcke"/>
          <w:lang w:val="es-ES"/>
        </w:rPr>
      </w:pPr>
      <w:r>
        <w:rPr>
          <w:lang w:val="es-ES"/>
        </w:rPr>
        <w:t xml:space="preserve">punto de vista: </w:t>
      </w:r>
      <w:r w:rsidRPr="00351C3E">
        <w:rPr>
          <w:rStyle w:val="Lcke"/>
          <w:lang w:val="es-ES"/>
        </w:rPr>
        <w:t>Lücke____</w:t>
      </w:r>
      <w:r>
        <w:rPr>
          <w:rStyle w:val="Lcke"/>
          <w:lang w:val="es-ES"/>
        </w:rPr>
        <w:t>__</w:t>
      </w:r>
      <w:r>
        <w:rPr>
          <w:lang w:val="es-ES"/>
        </w:rPr>
        <w:t xml:space="preserve">___; tipo de narrador:  </w:t>
      </w:r>
      <w:r w:rsidRPr="00351C3E">
        <w:rPr>
          <w:rStyle w:val="Lcke"/>
          <w:lang w:val="es-ES"/>
        </w:rPr>
        <w:t>Lücke</w:t>
      </w:r>
      <w:r>
        <w:rPr>
          <w:rStyle w:val="Lcke"/>
          <w:lang w:val="es-ES"/>
        </w:rPr>
        <w:t>_______</w:t>
      </w:r>
    </w:p>
    <w:p w14:paraId="4178E094" w14:textId="77777777" w:rsidR="00AD1917" w:rsidRPr="00B00ECE" w:rsidRDefault="00AD1917" w:rsidP="00AD1917">
      <w:pPr>
        <w:rPr>
          <w:lang w:val="es-ES"/>
        </w:rPr>
      </w:pPr>
      <w:r>
        <w:rPr>
          <w:lang w:val="es-ES"/>
        </w:rPr>
        <w:t xml:space="preserve">                                        </w:t>
      </w:r>
      <w:r w:rsidRPr="00B00ECE">
        <w:rPr>
          <w:lang w:val="es-ES"/>
        </w:rPr>
        <w:t xml:space="preserve">palabras clave: </w:t>
      </w:r>
      <w:r w:rsidRPr="00B00ECE">
        <w:rPr>
          <w:rStyle w:val="Lcke"/>
          <w:lang w:val="es-ES"/>
        </w:rPr>
        <w:t>Lücke_____________</w:t>
      </w:r>
      <w:r>
        <w:rPr>
          <w:rStyle w:val="Lcke"/>
          <w:lang w:val="es-ES"/>
        </w:rPr>
        <w:t>_______________________</w:t>
      </w:r>
      <w:r w:rsidRPr="00B00ECE">
        <w:rPr>
          <w:rStyle w:val="Lcke"/>
          <w:lang w:val="es-ES"/>
        </w:rPr>
        <w:t xml:space="preserve"> </w:t>
      </w:r>
      <w:r w:rsidRPr="00B00ECE">
        <w:rPr>
          <w:lang w:val="es-ES"/>
        </w:rPr>
        <w:t xml:space="preserve">    </w:t>
      </w:r>
    </w:p>
    <w:p w14:paraId="5B84FA73" w14:textId="17A3E519" w:rsidR="001E0C03" w:rsidRPr="00AD1917" w:rsidRDefault="001E0C03" w:rsidP="00AD1917">
      <w:pPr>
        <w:rPr>
          <w:lang w:val="es-ES"/>
        </w:rPr>
      </w:pPr>
    </w:p>
    <w:p w14:paraId="7A4FC863" w14:textId="40583AC0" w:rsidR="001E0C03" w:rsidRDefault="00A76B88" w:rsidP="002A2BFF">
      <w:pPr>
        <w:pStyle w:val="Zitat"/>
        <w:ind w:left="1440"/>
        <w:rPr>
          <w:lang w:val="es-ES"/>
        </w:rPr>
      </w:pPr>
      <w:r>
        <w:rPr>
          <w:rFonts w:ascii="Calibri Light" w:hAnsi="Calibri Light" w:cs="Calibri Light"/>
          <w:lang w:val="es-ES"/>
        </w:rPr>
        <w:t>‟</w:t>
      </w:r>
      <w:r>
        <w:rPr>
          <w:lang w:val="es-ES"/>
        </w:rPr>
        <w:t>Después de mucho repetir la ceremonia, Diana descubrió la verdad que su madre se esforzó por ocultarle durante a</w:t>
      </w:r>
      <w:r>
        <w:rPr>
          <w:rFonts w:ascii="Calibri" w:hAnsi="Calibri" w:cs="Calibri"/>
          <w:lang w:val="es-ES"/>
        </w:rPr>
        <w:t>ñ</w:t>
      </w:r>
      <w:r>
        <w:rPr>
          <w:lang w:val="es-ES"/>
        </w:rPr>
        <w:t>os</w:t>
      </w:r>
      <w:r w:rsidR="007262B2">
        <w:rPr>
          <w:lang w:val="es-ES"/>
        </w:rPr>
        <w:t>: s</w:t>
      </w:r>
      <w:r>
        <w:rPr>
          <w:lang w:val="es-ES"/>
        </w:rPr>
        <w:t>u padre jamás regresaría.”</w:t>
      </w:r>
      <w:r w:rsidR="002A2BFF">
        <w:rPr>
          <w:lang w:val="es-ES"/>
        </w:rPr>
        <w:t xml:space="preserve"> (Cristina Pacheco, El vuelo de Chicago, capítulo IV) </w:t>
      </w:r>
      <w:bookmarkStart w:id="21" w:name="_Hlk168225593"/>
      <w:r w:rsidR="002A2BFF" w:rsidRPr="00805950">
        <w:fldChar w:fldCharType="begin"/>
      </w:r>
      <w:r w:rsidR="002A2BFF" w:rsidRPr="00805950">
        <w:rPr>
          <w:lang w:val="es-ES"/>
        </w:rPr>
        <w:instrText>HYPERLINK "</w:instrText>
      </w:r>
      <w:r w:rsidR="00805950" w:rsidRPr="00805950">
        <w:rPr>
          <w:lang w:val="es-ES"/>
        </w:rPr>
        <w:instrText>https://www.jornada.com.mx/2004/01/04/032n1con.php?origen=index.html&amp;fly=1</w:instrText>
      </w:r>
      <w:r w:rsidR="002A2BFF" w:rsidRPr="00805950">
        <w:rPr>
          <w:lang w:val="es-ES"/>
        </w:rPr>
        <w:instrText>"</w:instrText>
      </w:r>
      <w:r w:rsidR="002A2BFF" w:rsidRPr="00805950">
        <w:fldChar w:fldCharType="separate"/>
      </w:r>
      <w:r w:rsidR="00805950" w:rsidRPr="00805950">
        <w:rPr>
          <w:color w:val="000080"/>
          <w:u w:val="single"/>
          <w:lang w:val="es-ES"/>
        </w:rPr>
        <w:t>https://www.jornada.com.mx/2004/01/04/032n1con.php?origen=index.html&amp;fly=1</w:t>
      </w:r>
      <w:r w:rsidR="002A2BFF" w:rsidRPr="00805950">
        <w:fldChar w:fldCharType="end"/>
      </w:r>
      <w:r w:rsidR="002A2BFF" w:rsidRPr="00805950">
        <w:rPr>
          <w:lang w:val="es-ES"/>
        </w:rPr>
        <w:t xml:space="preserve"> via </w:t>
      </w:r>
      <w:hyperlink r:id="rId15" w:history="1">
        <w:r w:rsidR="002A2BFF" w:rsidRPr="00BA07F7">
          <w:rPr>
            <w:rStyle w:val="Hyperlink"/>
            <w:lang w:val="es-ES"/>
          </w:rPr>
          <w:t>www.lajornada.com</w:t>
        </w:r>
      </w:hyperlink>
      <w:r w:rsidR="002A2BFF">
        <w:rPr>
          <w:lang w:val="es-ES"/>
        </w:rPr>
        <w:t xml:space="preserve"> </w:t>
      </w:r>
      <w:r w:rsidR="002A2BFF" w:rsidRPr="002A2BFF">
        <w:rPr>
          <w:lang w:val="es-ES"/>
        </w:rPr>
        <w:t>[Zugriff am 02.06.24</w:t>
      </w:r>
      <w:r w:rsidR="002A2BFF">
        <w:rPr>
          <w:lang w:val="es-ES"/>
        </w:rPr>
        <w:t>]</w:t>
      </w:r>
    </w:p>
    <w:bookmarkEnd w:id="21"/>
    <w:p w14:paraId="19CFBF68" w14:textId="77777777" w:rsidR="00AF4FBC" w:rsidRPr="00AB5698" w:rsidRDefault="00AF4FBC" w:rsidP="00AF4FBC">
      <w:pPr>
        <w:pStyle w:val="Listenabsatz"/>
        <w:ind w:left="2145"/>
        <w:rPr>
          <w:lang w:val="es-ES"/>
        </w:rPr>
      </w:pPr>
    </w:p>
    <w:p w14:paraId="1029DA9E" w14:textId="77777777" w:rsidR="00AD1917" w:rsidRDefault="00AD1917" w:rsidP="00AD1917">
      <w:pPr>
        <w:pStyle w:val="Listenabsatz"/>
        <w:ind w:left="2145"/>
        <w:rPr>
          <w:rStyle w:val="Lcke"/>
          <w:lang w:val="es-ES"/>
        </w:rPr>
      </w:pPr>
      <w:r>
        <w:rPr>
          <w:lang w:val="es-ES"/>
        </w:rPr>
        <w:t xml:space="preserve">punto de vista: </w:t>
      </w:r>
      <w:r w:rsidRPr="00351C3E">
        <w:rPr>
          <w:rStyle w:val="Lcke"/>
          <w:lang w:val="es-ES"/>
        </w:rPr>
        <w:t>Lücke____</w:t>
      </w:r>
      <w:r>
        <w:rPr>
          <w:rStyle w:val="Lcke"/>
          <w:lang w:val="es-ES"/>
        </w:rPr>
        <w:t>__</w:t>
      </w:r>
      <w:r>
        <w:rPr>
          <w:lang w:val="es-ES"/>
        </w:rPr>
        <w:t xml:space="preserve">___; tipo de narrador:  </w:t>
      </w:r>
      <w:r w:rsidRPr="00351C3E">
        <w:rPr>
          <w:rStyle w:val="Lcke"/>
          <w:lang w:val="es-ES"/>
        </w:rPr>
        <w:t>Lücke</w:t>
      </w:r>
      <w:r>
        <w:rPr>
          <w:rStyle w:val="Lcke"/>
          <w:lang w:val="es-ES"/>
        </w:rPr>
        <w:t>_______</w:t>
      </w:r>
    </w:p>
    <w:p w14:paraId="30B48DC8" w14:textId="77777777" w:rsidR="00AD1917" w:rsidRPr="00B00ECE" w:rsidRDefault="00AD1917" w:rsidP="00AD1917">
      <w:pPr>
        <w:rPr>
          <w:lang w:val="es-ES"/>
        </w:rPr>
      </w:pPr>
      <w:r>
        <w:rPr>
          <w:lang w:val="es-ES"/>
        </w:rPr>
        <w:t xml:space="preserve">                                        </w:t>
      </w:r>
      <w:r w:rsidRPr="00B00ECE">
        <w:rPr>
          <w:lang w:val="es-ES"/>
        </w:rPr>
        <w:t xml:space="preserve">palabras clave: </w:t>
      </w:r>
      <w:r w:rsidRPr="00B00ECE">
        <w:rPr>
          <w:rStyle w:val="Lcke"/>
          <w:lang w:val="es-ES"/>
        </w:rPr>
        <w:t>Lücke_____________</w:t>
      </w:r>
      <w:r>
        <w:rPr>
          <w:rStyle w:val="Lcke"/>
          <w:lang w:val="es-ES"/>
        </w:rPr>
        <w:t>_______________________</w:t>
      </w:r>
      <w:r w:rsidRPr="00B00ECE">
        <w:rPr>
          <w:rStyle w:val="Lcke"/>
          <w:lang w:val="es-ES"/>
        </w:rPr>
        <w:t xml:space="preserve"> </w:t>
      </w:r>
      <w:r w:rsidRPr="00B00ECE">
        <w:rPr>
          <w:lang w:val="es-ES"/>
        </w:rPr>
        <w:t xml:space="preserve">    </w:t>
      </w:r>
    </w:p>
    <w:p w14:paraId="70CD95AF" w14:textId="72A5B777" w:rsidR="00A76B88" w:rsidRDefault="00A76B88" w:rsidP="00A76B88">
      <w:pPr>
        <w:pStyle w:val="Listenabsatz"/>
        <w:ind w:left="2145"/>
        <w:rPr>
          <w:rStyle w:val="Lcke"/>
          <w:lang w:val="es-ES"/>
        </w:rPr>
      </w:pPr>
    </w:p>
    <w:p w14:paraId="203EADFD" w14:textId="19F45AB4" w:rsidR="00CA1A71" w:rsidRDefault="00CA1A71" w:rsidP="00CA1A71">
      <w:pPr>
        <w:pStyle w:val="Listenabsatz"/>
        <w:rPr>
          <w:lang w:val="es-ES"/>
        </w:rPr>
      </w:pPr>
    </w:p>
    <w:p w14:paraId="0DC3CDC5" w14:textId="3C22085B" w:rsidR="00DD5927" w:rsidRDefault="00BF7A00" w:rsidP="00BF7A00">
      <w:pPr>
        <w:pStyle w:val="Listenabsatz"/>
        <w:rPr>
          <w:lang w:val="es-ES"/>
        </w:rPr>
      </w:pPr>
      <w:r>
        <w:rPr>
          <w:lang w:val="es-ES"/>
        </w:rPr>
        <w:t xml:space="preserve">Conclusión: </w:t>
      </w:r>
      <w:r w:rsidR="00D56501" w:rsidRPr="00D56501">
        <w:rPr>
          <w:lang w:val="es-ES"/>
        </w:rPr>
        <w:t xml:space="preserve">El texto está escrito desde el punto de vista de </w:t>
      </w:r>
      <w:r w:rsidR="00D56501" w:rsidRPr="00EF12EA">
        <w:rPr>
          <w:rStyle w:val="Lcke"/>
          <w:lang w:val="es-ES"/>
        </w:rPr>
        <w:t>Lücke</w:t>
      </w:r>
      <w:r>
        <w:rPr>
          <w:rStyle w:val="Lcke"/>
          <w:lang w:val="es-ES"/>
        </w:rPr>
        <w:t>_____</w:t>
      </w:r>
      <w:r w:rsidR="00D56501" w:rsidRPr="00D56501">
        <w:rPr>
          <w:lang w:val="es-ES"/>
        </w:rPr>
        <w:t xml:space="preserve">. La autora narra la acción en </w:t>
      </w:r>
      <w:r w:rsidR="00D56501" w:rsidRPr="00EF12EA">
        <w:rPr>
          <w:rStyle w:val="Lcke"/>
          <w:lang w:val="es-ES"/>
        </w:rPr>
        <w:t>Lücke</w:t>
      </w:r>
      <w:r>
        <w:rPr>
          <w:rStyle w:val="Lcke"/>
          <w:lang w:val="es-ES"/>
        </w:rPr>
        <w:t>____</w:t>
      </w:r>
      <w:r w:rsidR="00D56501" w:rsidRPr="00D56501">
        <w:rPr>
          <w:lang w:val="es-ES"/>
        </w:rPr>
        <w:t xml:space="preserve"> persona, se trata de una narradora </w:t>
      </w:r>
      <w:r w:rsidR="00D56501" w:rsidRPr="00EF12EA">
        <w:rPr>
          <w:rStyle w:val="Lcke"/>
          <w:lang w:val="es-ES"/>
        </w:rPr>
        <w:t>Lücke</w:t>
      </w:r>
      <w:r>
        <w:rPr>
          <w:rStyle w:val="Lcke"/>
          <w:lang w:val="es-ES"/>
        </w:rPr>
        <w:t>______</w:t>
      </w:r>
      <w:r w:rsidR="00D56501" w:rsidRPr="00D56501">
        <w:rPr>
          <w:lang w:val="es-ES"/>
        </w:rPr>
        <w:t xml:space="preserve">: cuenta la historia desde el punto de vista de la protagonista. </w:t>
      </w:r>
    </w:p>
    <w:p w14:paraId="2DF2332C" w14:textId="3FA1E318" w:rsidR="00CE13DA" w:rsidRDefault="00CE13DA" w:rsidP="00DD5927">
      <w:pPr>
        <w:rPr>
          <w:lang w:val="es-ES"/>
        </w:rPr>
      </w:pPr>
      <w:r>
        <w:rPr>
          <w:lang w:val="es-ES"/>
        </w:rPr>
        <w:t xml:space="preserve">      </w:t>
      </w:r>
    </w:p>
    <w:p w14:paraId="64CB852D" w14:textId="77777777" w:rsidR="00CE13DA" w:rsidRDefault="00CE13DA" w:rsidP="00CE13DA">
      <w:pPr>
        <w:rPr>
          <w:lang w:val="es-ES"/>
        </w:rPr>
      </w:pPr>
      <w:r>
        <w:rPr>
          <w:lang w:val="es-ES"/>
        </w:rPr>
        <w:t xml:space="preserve">               c)       </w:t>
      </w:r>
      <w:r w:rsidRPr="00CE13DA">
        <w:rPr>
          <w:lang w:val="es-ES"/>
        </w:rPr>
        <w:t xml:space="preserve">Analiza el efecto de esta perpectiva narrativa. </w:t>
      </w:r>
    </w:p>
    <w:p w14:paraId="77EBDD6C" w14:textId="7F9B958F" w:rsidR="00CE13DA" w:rsidRPr="00DD5927" w:rsidRDefault="00CE13DA" w:rsidP="00DD5927">
      <w:pPr>
        <w:rPr>
          <w:lang w:val="es-ES"/>
        </w:rPr>
      </w:pPr>
      <w:r>
        <w:rPr>
          <w:lang w:val="es-ES"/>
        </w:rPr>
        <w:t xml:space="preserve">                         </w:t>
      </w:r>
      <w:r w:rsidRPr="00CE13DA">
        <w:rPr>
          <w:lang w:val="es-ES"/>
        </w:rPr>
        <w:t>La ficha</w:t>
      </w:r>
      <w:r>
        <w:rPr>
          <w:lang w:val="es-ES"/>
        </w:rPr>
        <w:t xml:space="preserve"> </w:t>
      </w:r>
      <w:r w:rsidRPr="00CE13DA">
        <w:rPr>
          <w:lang w:val="es-ES"/>
        </w:rPr>
        <w:t>2024_caja_util_Estructura_texto_narrativo te puede ayudar.</w:t>
      </w:r>
    </w:p>
    <w:p w14:paraId="6E61EC60" w14:textId="6DDC9727" w:rsidR="00CE13DA" w:rsidRDefault="00CE13DA" w:rsidP="00CE13DA">
      <w:pPr>
        <w:pStyle w:val="berschrift3"/>
        <w:rPr>
          <w:lang w:val="es-ES"/>
        </w:rPr>
      </w:pPr>
      <w:r w:rsidRPr="00274CF4">
        <w:rPr>
          <w:lang w:val="es-ES"/>
        </w:rPr>
        <w:lastRenderedPageBreak/>
        <w:t>Análisis-</w:t>
      </w:r>
      <w:r>
        <w:rPr>
          <w:lang w:val="es-ES"/>
        </w:rPr>
        <w:t xml:space="preserve"> möglicher Erwartungshorizont</w:t>
      </w:r>
      <w:r w:rsidR="00746C93">
        <w:rPr>
          <w:lang w:val="es-ES"/>
        </w:rPr>
        <w:t xml:space="preserve">          </w:t>
      </w:r>
      <w:r w:rsidR="009E4E71">
        <w:rPr>
          <w:sz w:val="24"/>
          <w:lang w:val="es-ES"/>
        </w:rPr>
        <w:t>a)</w:t>
      </w:r>
    </w:p>
    <w:tbl>
      <w:tblPr>
        <w:tblStyle w:val="Tabellenraster"/>
        <w:tblW w:w="0" w:type="auto"/>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Caption w:val="Tabelle mit roter Linie unter Kopfzeile"/>
        <w:tblDescription w:val="leer"/>
      </w:tblPr>
      <w:tblGrid>
        <w:gridCol w:w="4627"/>
        <w:gridCol w:w="3595"/>
      </w:tblGrid>
      <w:tr w:rsidR="00746C93" w14:paraId="26EEE6B1" w14:textId="77777777" w:rsidTr="0076082C">
        <w:trPr>
          <w:cantSplit/>
          <w:tblHeader/>
          <w:jc w:val="center"/>
        </w:trPr>
        <w:tc>
          <w:tcPr>
            <w:tcW w:w="4627" w:type="dxa"/>
            <w:tcBorders>
              <w:top w:val="nil"/>
              <w:left w:val="nil"/>
              <w:bottom w:val="single" w:sz="4" w:space="0" w:color="B70017"/>
              <w:right w:val="single" w:sz="4" w:space="0" w:color="D9D9D9" w:themeColor="background1" w:themeShade="D9"/>
            </w:tcBorders>
          </w:tcPr>
          <w:p w14:paraId="15B4DFD9" w14:textId="77777777" w:rsidR="00746C93" w:rsidRPr="00274CF4" w:rsidRDefault="00746C93" w:rsidP="0076082C">
            <w:pPr>
              <w:pStyle w:val="Tabellenberschrift"/>
              <w:rPr>
                <w:lang w:val="es-ES"/>
              </w:rPr>
            </w:pPr>
            <w:r w:rsidRPr="00274CF4">
              <w:rPr>
                <w:lang w:val="es-ES"/>
              </w:rPr>
              <w:t>Diana</w:t>
            </w:r>
          </w:p>
        </w:tc>
        <w:tc>
          <w:tcPr>
            <w:tcW w:w="3595" w:type="dxa"/>
            <w:tcBorders>
              <w:top w:val="nil"/>
              <w:left w:val="single" w:sz="4" w:space="0" w:color="D9D9D9" w:themeColor="background1" w:themeShade="D9"/>
              <w:bottom w:val="single" w:sz="4" w:space="0" w:color="B70017"/>
              <w:right w:val="single" w:sz="4" w:space="0" w:color="D9D9D9" w:themeColor="background1" w:themeShade="D9"/>
            </w:tcBorders>
          </w:tcPr>
          <w:p w14:paraId="56FC44F9" w14:textId="77777777" w:rsidR="00746C93" w:rsidRPr="00274CF4" w:rsidRDefault="00746C93" w:rsidP="0076082C">
            <w:pPr>
              <w:pStyle w:val="Tabellenberschrift"/>
              <w:rPr>
                <w:lang w:val="es-ES"/>
              </w:rPr>
            </w:pPr>
            <w:r w:rsidRPr="00274CF4">
              <w:rPr>
                <w:lang w:val="es-ES"/>
              </w:rPr>
              <w:t>su padre</w:t>
            </w:r>
          </w:p>
        </w:tc>
      </w:tr>
      <w:tr w:rsidR="00746C93" w:rsidRPr="00303DAE" w14:paraId="7C59F977" w14:textId="77777777" w:rsidTr="0076082C">
        <w:trPr>
          <w:cantSplit/>
          <w:tblHeader/>
          <w:jc w:val="center"/>
        </w:trPr>
        <w:tc>
          <w:tcPr>
            <w:tcW w:w="4627" w:type="dxa"/>
            <w:tcBorders>
              <w:top w:val="single" w:sz="4" w:space="0" w:color="B70017"/>
            </w:tcBorders>
          </w:tcPr>
          <w:p w14:paraId="3614CCCC" w14:textId="77777777" w:rsidR="00746C93" w:rsidRPr="00303DAE" w:rsidRDefault="00746C93">
            <w:pPr>
              <w:pStyle w:val="Tabelleninhalt"/>
              <w:numPr>
                <w:ilvl w:val="0"/>
                <w:numId w:val="8"/>
              </w:numPr>
              <w:rPr>
                <w:lang w:val="es-ES"/>
              </w:rPr>
            </w:pPr>
            <w:r w:rsidRPr="00303DAE">
              <w:rPr>
                <w:lang w:val="es-ES"/>
              </w:rPr>
              <w:t xml:space="preserve">está segura de sí misma desde                                 </w:t>
            </w:r>
          </w:p>
          <w:p w14:paraId="5701864D" w14:textId="595E8954" w:rsidR="00746C93" w:rsidRPr="00303DAE" w:rsidRDefault="00EF5535" w:rsidP="0076082C">
            <w:pPr>
              <w:pStyle w:val="Tabelleninhalt"/>
              <w:rPr>
                <w:lang w:val="es-ES"/>
              </w:rPr>
            </w:pPr>
            <w:r>
              <w:rPr>
                <w:lang w:val="es-ES"/>
              </w:rPr>
              <w:t xml:space="preserve">             </w:t>
            </w:r>
            <w:r w:rsidR="00746C93" w:rsidRPr="00303DAE">
              <w:rPr>
                <w:lang w:val="es-ES"/>
              </w:rPr>
              <w:t>que sabe que su padre va regresar</w:t>
            </w:r>
          </w:p>
          <w:p w14:paraId="708A09CB" w14:textId="77777777" w:rsidR="00746C93" w:rsidRPr="00303DAE" w:rsidRDefault="00746C93">
            <w:pPr>
              <w:pStyle w:val="Tabelleninhalt"/>
              <w:numPr>
                <w:ilvl w:val="0"/>
                <w:numId w:val="8"/>
              </w:numPr>
              <w:rPr>
                <w:lang w:val="es-ES"/>
              </w:rPr>
            </w:pPr>
            <w:r w:rsidRPr="00303DAE">
              <w:rPr>
                <w:lang w:val="es-ES"/>
              </w:rPr>
              <w:t>deja de comunicarse con su madre</w:t>
            </w:r>
          </w:p>
          <w:p w14:paraId="7AA69812" w14:textId="77777777" w:rsidR="00746C93" w:rsidRPr="00303DAE" w:rsidRDefault="00746C93">
            <w:pPr>
              <w:pStyle w:val="Tabelleninhalt"/>
              <w:numPr>
                <w:ilvl w:val="0"/>
                <w:numId w:val="8"/>
              </w:numPr>
              <w:rPr>
                <w:lang w:val="es-ES"/>
              </w:rPr>
            </w:pPr>
            <w:r w:rsidRPr="00303DAE">
              <w:rPr>
                <w:lang w:val="es-ES"/>
              </w:rPr>
              <w:t xml:space="preserve">guarda todas sus experiencias para </w:t>
            </w:r>
          </w:p>
          <w:p w14:paraId="6424D6F5" w14:textId="3B281F04" w:rsidR="00746C93" w:rsidRPr="00303DAE" w:rsidRDefault="00EF5535" w:rsidP="0076082C">
            <w:pPr>
              <w:pStyle w:val="Tabelleninhalt"/>
              <w:rPr>
                <w:lang w:val="es-ES"/>
              </w:rPr>
            </w:pPr>
            <w:r>
              <w:rPr>
                <w:lang w:val="es-ES"/>
              </w:rPr>
              <w:t xml:space="preserve">              </w:t>
            </w:r>
            <w:r w:rsidR="00746C93" w:rsidRPr="00303DAE">
              <w:rPr>
                <w:lang w:val="es-ES"/>
              </w:rPr>
              <w:t>contárselas a su padre</w:t>
            </w:r>
          </w:p>
          <w:p w14:paraId="74576EE9" w14:textId="77777777" w:rsidR="00746C93" w:rsidRPr="00303DAE" w:rsidRDefault="00746C93">
            <w:pPr>
              <w:pStyle w:val="Tabelleninhalt"/>
              <w:numPr>
                <w:ilvl w:val="0"/>
                <w:numId w:val="8"/>
              </w:numPr>
              <w:rPr>
                <w:lang w:val="es-ES"/>
              </w:rPr>
            </w:pPr>
            <w:r w:rsidRPr="00303DAE">
              <w:rPr>
                <w:lang w:val="es-ES"/>
              </w:rPr>
              <w:t>quiere que su padre la escuche</w:t>
            </w:r>
          </w:p>
          <w:p w14:paraId="5946CECA" w14:textId="77777777" w:rsidR="00746C93" w:rsidRPr="00303DAE" w:rsidRDefault="00746C93">
            <w:pPr>
              <w:pStyle w:val="Tabelleninhalt"/>
              <w:numPr>
                <w:ilvl w:val="0"/>
                <w:numId w:val="8"/>
              </w:numPr>
              <w:rPr>
                <w:lang w:val="es-ES"/>
              </w:rPr>
            </w:pPr>
            <w:r w:rsidRPr="00303DAE">
              <w:rPr>
                <w:lang w:val="es-ES"/>
              </w:rPr>
              <w:t>quiere saber si volverán con el padre</w:t>
            </w:r>
          </w:p>
          <w:p w14:paraId="0C77F5D3" w14:textId="7FAD9B58" w:rsidR="00746C93" w:rsidRPr="00303DAE" w:rsidRDefault="00EF5535" w:rsidP="0076082C">
            <w:pPr>
              <w:pStyle w:val="Tabelleninhalt"/>
              <w:rPr>
                <w:lang w:val="es-ES"/>
              </w:rPr>
            </w:pPr>
            <w:r>
              <w:rPr>
                <w:lang w:val="es-ES"/>
              </w:rPr>
              <w:t xml:space="preserve">             </w:t>
            </w:r>
            <w:r w:rsidR="00746C93" w:rsidRPr="00303DAE">
              <w:rPr>
                <w:lang w:val="es-ES"/>
              </w:rPr>
              <w:t>a Chicago</w:t>
            </w:r>
          </w:p>
          <w:p w14:paraId="711E5C57" w14:textId="6286A13B" w:rsidR="00746C93" w:rsidRPr="00303DAE" w:rsidRDefault="00746C93">
            <w:pPr>
              <w:pStyle w:val="Tabelleninhalt"/>
              <w:numPr>
                <w:ilvl w:val="0"/>
                <w:numId w:val="8"/>
              </w:numPr>
              <w:rPr>
                <w:lang w:val="es-ES"/>
              </w:rPr>
            </w:pPr>
            <w:r w:rsidRPr="00303DAE">
              <w:rPr>
                <w:lang w:val="es-ES"/>
              </w:rPr>
              <w:t>sueña que esto se hará realidad</w:t>
            </w:r>
          </w:p>
          <w:p w14:paraId="34C97AC1" w14:textId="77777777" w:rsidR="00746C93" w:rsidRPr="00303DAE" w:rsidRDefault="00746C93">
            <w:pPr>
              <w:pStyle w:val="Tabelleninhalt"/>
              <w:numPr>
                <w:ilvl w:val="0"/>
                <w:numId w:val="8"/>
              </w:numPr>
              <w:rPr>
                <w:lang w:val="es-ES"/>
              </w:rPr>
            </w:pPr>
            <w:r w:rsidRPr="00303DAE">
              <w:rPr>
                <w:lang w:val="es-ES"/>
              </w:rPr>
              <w:t>quiere tenerlo “de carne y hueso”,</w:t>
            </w:r>
          </w:p>
          <w:p w14:paraId="30770F69" w14:textId="77777777" w:rsidR="00746C93" w:rsidRPr="00303DAE" w:rsidRDefault="00746C93">
            <w:pPr>
              <w:pStyle w:val="Tabelleninhalt"/>
              <w:numPr>
                <w:ilvl w:val="0"/>
                <w:numId w:val="8"/>
              </w:numPr>
              <w:rPr>
                <w:lang w:val="es-ES"/>
              </w:rPr>
            </w:pPr>
            <w:r w:rsidRPr="00303DAE">
              <w:rPr>
                <w:lang w:val="es-ES"/>
              </w:rPr>
              <w:t>escuchar su voz y su respiración,</w:t>
            </w:r>
          </w:p>
          <w:p w14:paraId="62970C0E" w14:textId="77777777" w:rsidR="00746C93" w:rsidRPr="00303DAE" w:rsidRDefault="00746C93">
            <w:pPr>
              <w:pStyle w:val="Tabelleninhalt"/>
              <w:numPr>
                <w:ilvl w:val="0"/>
                <w:numId w:val="8"/>
              </w:numPr>
              <w:rPr>
                <w:lang w:val="es-ES"/>
              </w:rPr>
            </w:pPr>
            <w:r w:rsidRPr="00303DAE">
              <w:rPr>
                <w:lang w:val="es-ES"/>
              </w:rPr>
              <w:t>tocarlo</w:t>
            </w:r>
          </w:p>
          <w:p w14:paraId="57B657EA" w14:textId="77777777" w:rsidR="00746C93" w:rsidRPr="00303DAE" w:rsidRDefault="00746C93">
            <w:pPr>
              <w:pStyle w:val="Tabelleninhalt"/>
              <w:numPr>
                <w:ilvl w:val="0"/>
                <w:numId w:val="8"/>
              </w:numPr>
              <w:rPr>
                <w:lang w:val="es-ES"/>
              </w:rPr>
            </w:pPr>
            <w:r w:rsidRPr="00303DAE">
              <w:rPr>
                <w:lang w:val="es-ES"/>
              </w:rPr>
              <w:t>sólo lo conoce de fotos</w:t>
            </w:r>
          </w:p>
          <w:p w14:paraId="09579C41" w14:textId="77777777" w:rsidR="00746C93" w:rsidRPr="00303DAE" w:rsidRDefault="00746C93">
            <w:pPr>
              <w:pStyle w:val="Tabelleninhalt"/>
              <w:numPr>
                <w:ilvl w:val="0"/>
                <w:numId w:val="8"/>
              </w:numPr>
              <w:rPr>
                <w:lang w:val="es-ES"/>
              </w:rPr>
            </w:pPr>
            <w:r w:rsidRPr="00303DAE">
              <w:rPr>
                <w:lang w:val="es-ES"/>
              </w:rPr>
              <w:t>“un padre es más que un tío”</w:t>
            </w:r>
          </w:p>
          <w:p w14:paraId="011220D7" w14:textId="77777777" w:rsidR="00746C93" w:rsidRPr="00303DAE" w:rsidRDefault="00746C93">
            <w:pPr>
              <w:pStyle w:val="Tabelleninhalt"/>
              <w:numPr>
                <w:ilvl w:val="0"/>
                <w:numId w:val="8"/>
              </w:numPr>
              <w:rPr>
                <w:lang w:val="es-ES"/>
              </w:rPr>
            </w:pPr>
            <w:r w:rsidRPr="00303DAE">
              <w:rPr>
                <w:lang w:val="es-ES"/>
              </w:rPr>
              <w:t>le quiere regalar una rosa y</w:t>
            </w:r>
          </w:p>
          <w:p w14:paraId="2F828690" w14:textId="77777777" w:rsidR="00746C93" w:rsidRPr="00303DAE" w:rsidRDefault="00746C93">
            <w:pPr>
              <w:pStyle w:val="Tabelleninhalt"/>
              <w:numPr>
                <w:ilvl w:val="0"/>
                <w:numId w:val="8"/>
              </w:numPr>
              <w:rPr>
                <w:lang w:val="es-ES"/>
              </w:rPr>
            </w:pPr>
            <w:r w:rsidRPr="00303DAE">
              <w:rPr>
                <w:lang w:val="es-ES"/>
              </w:rPr>
              <w:t>enseñarle sus buenas calificaciones</w:t>
            </w:r>
          </w:p>
          <w:p w14:paraId="3D710D78" w14:textId="77777777" w:rsidR="00746C93" w:rsidRPr="00303DAE" w:rsidRDefault="00746C93">
            <w:pPr>
              <w:pStyle w:val="Tabelleninhalt"/>
              <w:numPr>
                <w:ilvl w:val="0"/>
                <w:numId w:val="8"/>
              </w:numPr>
              <w:rPr>
                <w:lang w:val="es-ES"/>
              </w:rPr>
            </w:pPr>
            <w:r w:rsidRPr="00303DAE">
              <w:rPr>
                <w:lang w:val="es-ES"/>
              </w:rPr>
              <w:t>está ansiosa de verlo</w:t>
            </w:r>
          </w:p>
          <w:p w14:paraId="351E7AB1" w14:textId="77777777" w:rsidR="00746C93" w:rsidRPr="00303DAE" w:rsidRDefault="00746C93">
            <w:pPr>
              <w:pStyle w:val="Tabelleninhalt"/>
              <w:numPr>
                <w:ilvl w:val="0"/>
                <w:numId w:val="8"/>
              </w:numPr>
              <w:rPr>
                <w:lang w:val="es-ES"/>
              </w:rPr>
            </w:pPr>
            <w:r w:rsidRPr="00303DAE">
              <w:rPr>
                <w:lang w:val="es-ES"/>
              </w:rPr>
              <w:t>llora cuando no llega su padre</w:t>
            </w:r>
          </w:p>
          <w:p w14:paraId="6D559C09" w14:textId="23F9EBC6" w:rsidR="00746C93" w:rsidRPr="00303DAE" w:rsidRDefault="00746C93">
            <w:pPr>
              <w:pStyle w:val="Tabelleninhalt"/>
              <w:numPr>
                <w:ilvl w:val="0"/>
                <w:numId w:val="8"/>
              </w:numPr>
              <w:rPr>
                <w:lang w:val="es-ES"/>
              </w:rPr>
            </w:pPr>
            <w:r w:rsidRPr="00303DAE">
              <w:rPr>
                <w:lang w:val="es-ES"/>
              </w:rPr>
              <w:t>el ansia de verlo sigue viv</w:t>
            </w:r>
            <w:r w:rsidR="009F3536">
              <w:rPr>
                <w:lang w:val="es-ES"/>
              </w:rPr>
              <w:t>a</w:t>
            </w:r>
          </w:p>
        </w:tc>
        <w:tc>
          <w:tcPr>
            <w:tcW w:w="3595" w:type="dxa"/>
            <w:tcBorders>
              <w:top w:val="single" w:sz="4" w:space="0" w:color="B70017"/>
            </w:tcBorders>
          </w:tcPr>
          <w:p w14:paraId="084FE6E8" w14:textId="77777777" w:rsidR="00746C93" w:rsidRPr="00303DAE" w:rsidRDefault="00746C93" w:rsidP="0076082C">
            <w:pPr>
              <w:pStyle w:val="Tabelleninhalt"/>
              <w:rPr>
                <w:lang w:val="es-ES"/>
              </w:rPr>
            </w:pPr>
            <w:r w:rsidRPr="00303DAE">
              <w:rPr>
                <w:lang w:val="es-ES"/>
              </w:rPr>
              <w:t xml:space="preserve">- no hay ninguna reacción                </w:t>
            </w:r>
          </w:p>
        </w:tc>
      </w:tr>
      <w:tr w:rsidR="00746C93" w:rsidRPr="001644C5" w14:paraId="44E6EB59" w14:textId="77777777" w:rsidTr="0076082C">
        <w:trPr>
          <w:cantSplit/>
          <w:tblHeader/>
          <w:jc w:val="center"/>
        </w:trPr>
        <w:tc>
          <w:tcPr>
            <w:tcW w:w="8222" w:type="dxa"/>
            <w:gridSpan w:val="2"/>
          </w:tcPr>
          <w:p w14:paraId="22C44A5C" w14:textId="77777777" w:rsidR="00746C93" w:rsidRDefault="00746C93" w:rsidP="0076082C">
            <w:pPr>
              <w:pStyle w:val="Tabelleninhalt"/>
              <w:rPr>
                <w:lang w:val="es-ES"/>
              </w:rPr>
            </w:pPr>
            <w:r w:rsidRPr="00274CF4">
              <w:rPr>
                <w:lang w:val="es-ES"/>
              </w:rPr>
              <w:t>Conclusión y análisis</w:t>
            </w:r>
            <w:r>
              <w:rPr>
                <w:lang w:val="es-ES"/>
              </w:rPr>
              <w:t>:</w:t>
            </w:r>
          </w:p>
          <w:p w14:paraId="5F657646" w14:textId="77777777" w:rsidR="00746C93" w:rsidRPr="00E11FC0" w:rsidRDefault="00746C93" w:rsidP="0076082C">
            <w:pPr>
              <w:pStyle w:val="Tabelleninhalt"/>
              <w:rPr>
                <w:lang w:val="es-ES"/>
              </w:rPr>
            </w:pPr>
            <w:r w:rsidRPr="00E11FC0">
              <w:rPr>
                <w:lang w:val="es-ES"/>
              </w:rPr>
              <w:t>El esquema enseña el desequilibrio existente en esta relación: el padre está completamente ausente, toda actividad parte de la niña.</w:t>
            </w:r>
          </w:p>
          <w:p w14:paraId="527746E0" w14:textId="3D4158DA" w:rsidR="00746C93" w:rsidRPr="00274CF4" w:rsidRDefault="00746C93" w:rsidP="0076082C">
            <w:pPr>
              <w:pStyle w:val="Tabelleninhalt"/>
              <w:rPr>
                <w:lang w:val="es-ES"/>
              </w:rPr>
            </w:pPr>
            <w:r w:rsidRPr="00E11FC0">
              <w:rPr>
                <w:lang w:val="es-ES"/>
              </w:rPr>
              <w:t xml:space="preserve">De niña Diana anhela ver a su padre, la esperanza de que </w:t>
            </w:r>
            <w:r w:rsidR="0013279F">
              <w:rPr>
                <w:lang w:val="es-ES"/>
              </w:rPr>
              <w:t>e</w:t>
            </w:r>
            <w:r w:rsidRPr="00E11FC0">
              <w:rPr>
                <w:lang w:val="es-ES"/>
              </w:rPr>
              <w:t>ste pronto volverá le da seguridad y provoca un distanciamiento de su madre así como de su entorno. Está obsesionada con él, lo quiere tener cerca y enseñarle sus buenas notas. Cuando no llega, llora. Su anhelo y su añoranza son tan grandes que sigue yendo al aeropuerto para esperar el vuelo de Chicago con una rosa en la mano incluso años después.</w:t>
            </w:r>
          </w:p>
        </w:tc>
      </w:tr>
    </w:tbl>
    <w:p w14:paraId="755C05D5" w14:textId="35D26FAA" w:rsidR="00CE13DA" w:rsidRPr="00303DAE" w:rsidRDefault="00CE13DA" w:rsidP="00746C93">
      <w:pPr>
        <w:pStyle w:val="Listenabsatz"/>
        <w:rPr>
          <w:lang w:val="es-ES"/>
        </w:rPr>
      </w:pPr>
    </w:p>
    <w:p w14:paraId="68744036" w14:textId="77777777" w:rsidR="00CE13DA" w:rsidRDefault="00CE13DA" w:rsidP="00CE13DA">
      <w:pPr>
        <w:rPr>
          <w:lang w:val="es-ES"/>
        </w:rPr>
      </w:pPr>
    </w:p>
    <w:p w14:paraId="4BD40D45" w14:textId="77777777" w:rsidR="00EF5535" w:rsidRDefault="00EF5535">
      <w:pPr>
        <w:pStyle w:val="Listenabsatz"/>
        <w:numPr>
          <w:ilvl w:val="0"/>
          <w:numId w:val="9"/>
        </w:numPr>
        <w:rPr>
          <w:lang w:val="es-ES"/>
        </w:rPr>
      </w:pPr>
    </w:p>
    <w:p w14:paraId="29C4E94A" w14:textId="77777777" w:rsidR="00BD2D1F" w:rsidRDefault="00EF5535">
      <w:pPr>
        <w:pStyle w:val="Zitat"/>
        <w:numPr>
          <w:ilvl w:val="0"/>
          <w:numId w:val="14"/>
        </w:numPr>
        <w:rPr>
          <w:lang w:val="es-ES"/>
        </w:rPr>
      </w:pPr>
      <w:r w:rsidRPr="00AB5698">
        <w:rPr>
          <w:rFonts w:ascii="Calibri Light" w:hAnsi="Calibri Light" w:cs="Calibri Light"/>
          <w:lang w:val="es-ES"/>
        </w:rPr>
        <w:t>‟</w:t>
      </w:r>
      <w:r w:rsidRPr="00AB5698">
        <w:rPr>
          <w:lang w:val="es-ES"/>
        </w:rPr>
        <w:t>Desde que su madre</w:t>
      </w:r>
      <w:r>
        <w:rPr>
          <w:lang w:val="es-ES"/>
        </w:rPr>
        <w:t xml:space="preserve"> precisó la fecha en que su padre volvería, Diana adquirió seguridad antes sus compa</w:t>
      </w:r>
      <w:r>
        <w:rPr>
          <w:rFonts w:ascii="Calibri" w:hAnsi="Calibri" w:cs="Calibri"/>
          <w:lang w:val="es-ES"/>
        </w:rPr>
        <w:t>ñ</w:t>
      </w:r>
      <w:r>
        <w:rPr>
          <w:lang w:val="es-ES"/>
        </w:rPr>
        <w:t>eros de escuela.</w:t>
      </w:r>
      <w:r w:rsidR="00D17AA7">
        <w:rPr>
          <w:lang w:val="es-ES"/>
        </w:rPr>
        <w:t>”</w:t>
      </w:r>
      <w:r w:rsidR="00BD2D1F">
        <w:rPr>
          <w:lang w:val="es-ES"/>
        </w:rPr>
        <w:t xml:space="preserve"> </w:t>
      </w:r>
      <w:r w:rsidR="00BD2D1F" w:rsidRPr="002A2BFF">
        <w:rPr>
          <w:lang w:val="es-ES"/>
        </w:rPr>
        <w:t xml:space="preserve">(Cristina Pacheco, El vuelo de Chicago, capítulo III) </w:t>
      </w:r>
      <w:hyperlink r:id="rId16" w:history="1">
        <w:r w:rsidR="00BD2D1F" w:rsidRPr="00805950">
          <w:rPr>
            <w:color w:val="000080"/>
            <w:u w:val="single"/>
            <w:lang w:val="es-ES"/>
          </w:rPr>
          <w:t>https://www.jornada.com.mx/2004/01/04/032n1con.php?origen=index.html&amp;fly=1</w:t>
        </w:r>
      </w:hyperlink>
      <w:r w:rsidR="00BD2D1F" w:rsidRPr="00805950">
        <w:rPr>
          <w:lang w:val="es-ES"/>
        </w:rPr>
        <w:t xml:space="preserve"> via </w:t>
      </w:r>
      <w:hyperlink r:id="rId17" w:history="1">
        <w:r w:rsidR="00BD2D1F" w:rsidRPr="00BA07F7">
          <w:rPr>
            <w:rStyle w:val="Hyperlink"/>
            <w:lang w:val="es-ES"/>
          </w:rPr>
          <w:t>www.lajornada.com</w:t>
        </w:r>
      </w:hyperlink>
      <w:r w:rsidR="00BD2D1F">
        <w:rPr>
          <w:lang w:val="es-ES"/>
        </w:rPr>
        <w:t xml:space="preserve"> </w:t>
      </w:r>
      <w:r w:rsidR="00BD2D1F" w:rsidRPr="002A2BFF">
        <w:rPr>
          <w:lang w:val="es-ES"/>
        </w:rPr>
        <w:t>[Zugriff am 02.06.24</w:t>
      </w:r>
      <w:r w:rsidR="00BD2D1F">
        <w:rPr>
          <w:lang w:val="es-ES"/>
        </w:rPr>
        <w:t>]</w:t>
      </w:r>
    </w:p>
    <w:p w14:paraId="67E2C217" w14:textId="02369713" w:rsidR="00EF5535" w:rsidRDefault="00EF5535" w:rsidP="00BD2D1F">
      <w:pPr>
        <w:pStyle w:val="Zitat"/>
        <w:rPr>
          <w:lang w:val="es-ES"/>
        </w:rPr>
      </w:pPr>
    </w:p>
    <w:p w14:paraId="3A572A4B" w14:textId="77777777" w:rsidR="00D17AA7" w:rsidRDefault="00D17AA7" w:rsidP="00D17AA7">
      <w:pPr>
        <w:pStyle w:val="Listenabsatz"/>
        <w:ind w:left="2145"/>
        <w:rPr>
          <w:lang w:val="es-ES"/>
        </w:rPr>
      </w:pPr>
    </w:p>
    <w:p w14:paraId="74F41077" w14:textId="2D4FEE8D" w:rsidR="006B485D" w:rsidRDefault="006B485D" w:rsidP="006B485D">
      <w:pPr>
        <w:pStyle w:val="Listenabsatz"/>
        <w:ind w:left="2145"/>
        <w:rPr>
          <w:lang w:val="es-ES"/>
        </w:rPr>
      </w:pPr>
      <w:bookmarkStart w:id="22" w:name="_Hlk168076009"/>
      <w:r>
        <w:rPr>
          <w:lang w:val="es-ES"/>
        </w:rPr>
        <w:t>punto de vista: Diana</w:t>
      </w:r>
    </w:p>
    <w:p w14:paraId="628C4D2C" w14:textId="7C25384C" w:rsidR="006B485D" w:rsidRDefault="006B485D" w:rsidP="006B485D">
      <w:pPr>
        <w:pStyle w:val="Listenabsatz"/>
        <w:ind w:left="2145"/>
        <w:rPr>
          <w:lang w:val="es-ES"/>
        </w:rPr>
      </w:pPr>
      <w:r>
        <w:rPr>
          <w:lang w:val="es-ES"/>
        </w:rPr>
        <w:t>tipo de narrador:</w:t>
      </w:r>
      <w:r w:rsidR="009A60CC">
        <w:rPr>
          <w:lang w:val="es-ES"/>
        </w:rPr>
        <w:t xml:space="preserve"> selectivo</w:t>
      </w:r>
      <w:r w:rsidR="00D17AA7">
        <w:rPr>
          <w:lang w:val="es-ES"/>
        </w:rPr>
        <w:t>;</w:t>
      </w:r>
      <w:r w:rsidR="009A60CC">
        <w:rPr>
          <w:lang w:val="es-ES"/>
        </w:rPr>
        <w:t xml:space="preserve"> narra desde el punto de vista de la protagonista</w:t>
      </w:r>
    </w:p>
    <w:p w14:paraId="2610B34D" w14:textId="4396BC44" w:rsidR="009E4E71" w:rsidRPr="009E4E71" w:rsidRDefault="009E4E71" w:rsidP="009E4E71">
      <w:pPr>
        <w:pStyle w:val="Listenabsatz"/>
        <w:ind w:left="2145"/>
        <w:rPr>
          <w:lang w:val="es-ES"/>
        </w:rPr>
      </w:pPr>
      <w:r>
        <w:rPr>
          <w:lang w:val="es-ES"/>
        </w:rPr>
        <w:t>palabras clave:  “su madre”, “Diana”, “su padre”, “sus compa</w:t>
      </w:r>
      <w:r>
        <w:rPr>
          <w:rFonts w:ascii="Calibri" w:hAnsi="Calibri" w:cs="Calibri"/>
          <w:lang w:val="es-ES"/>
        </w:rPr>
        <w:t>ñ</w:t>
      </w:r>
      <w:r>
        <w:rPr>
          <w:lang w:val="es-ES"/>
        </w:rPr>
        <w:t>eros”</w:t>
      </w:r>
    </w:p>
    <w:p w14:paraId="00DDFE82" w14:textId="77777777" w:rsidR="00D17AA7" w:rsidRDefault="00D17AA7" w:rsidP="006B485D">
      <w:pPr>
        <w:pStyle w:val="Listenabsatz"/>
        <w:ind w:left="2145"/>
        <w:rPr>
          <w:lang w:val="es-ES"/>
        </w:rPr>
      </w:pPr>
    </w:p>
    <w:bookmarkEnd w:id="22"/>
    <w:p w14:paraId="0B5DD6C1" w14:textId="38F347C4" w:rsidR="006B485D" w:rsidRDefault="006B485D">
      <w:pPr>
        <w:pStyle w:val="Zitat"/>
        <w:numPr>
          <w:ilvl w:val="0"/>
          <w:numId w:val="14"/>
        </w:numPr>
        <w:rPr>
          <w:lang w:val="es-ES"/>
        </w:rPr>
      </w:pPr>
      <w:r>
        <w:rPr>
          <w:rFonts w:ascii="Calibri Light" w:hAnsi="Calibri Light" w:cs="Calibri Light"/>
          <w:lang w:val="es-ES"/>
        </w:rPr>
        <w:t>‟</w:t>
      </w:r>
      <w:r>
        <w:rPr>
          <w:lang w:val="es-ES"/>
        </w:rPr>
        <w:t xml:space="preserve">Muchas veces la asaltaba el temor de que su padre se negara al viaje juntos. Entonces su madre, como siempre hacía lo posible por tranquilizarla: </w:t>
      </w:r>
      <w:r>
        <w:rPr>
          <w:rFonts w:ascii="Calibri Light" w:hAnsi="Calibri Light" w:cs="Calibri Light"/>
          <w:lang w:val="es-ES"/>
        </w:rPr>
        <w:t>‟</w:t>
      </w:r>
      <w:r>
        <w:rPr>
          <w:lang w:val="es-ES"/>
        </w:rPr>
        <w:t>Si no quiere llevarnos será porque piensa quedarse aquí”. Esa perspectiva, aunque menos interesante, la inspiraba a reconciliarse con el mundo.”</w:t>
      </w:r>
      <w:r w:rsidR="006A6716">
        <w:rPr>
          <w:lang w:val="es-ES"/>
        </w:rPr>
        <w:t xml:space="preserve"> </w:t>
      </w:r>
      <w:r w:rsidR="006A6716" w:rsidRPr="002A2BFF">
        <w:rPr>
          <w:lang w:val="es-ES"/>
        </w:rPr>
        <w:t xml:space="preserve">(Cristina Pacheco, El vuelo de Chicago, capítulo III) </w:t>
      </w:r>
      <w:hyperlink r:id="rId18" w:history="1">
        <w:r w:rsidR="006A6716" w:rsidRPr="00805950">
          <w:rPr>
            <w:color w:val="000080"/>
            <w:u w:val="single"/>
            <w:lang w:val="es-ES"/>
          </w:rPr>
          <w:t>https://www.jornada.com.mx/2004/01/04/032n1con.php?origen=index.html&amp;fly=1</w:t>
        </w:r>
      </w:hyperlink>
      <w:r w:rsidR="006A6716" w:rsidRPr="00805950">
        <w:rPr>
          <w:lang w:val="es-ES"/>
        </w:rPr>
        <w:t xml:space="preserve"> via </w:t>
      </w:r>
      <w:hyperlink r:id="rId19" w:history="1">
        <w:r w:rsidR="006A6716" w:rsidRPr="00BA07F7">
          <w:rPr>
            <w:rStyle w:val="Hyperlink"/>
            <w:lang w:val="es-ES"/>
          </w:rPr>
          <w:t>www.lajornada.com</w:t>
        </w:r>
      </w:hyperlink>
      <w:r w:rsidR="006A6716">
        <w:rPr>
          <w:lang w:val="es-ES"/>
        </w:rPr>
        <w:t xml:space="preserve"> </w:t>
      </w:r>
      <w:r w:rsidR="006A6716" w:rsidRPr="002A2BFF">
        <w:rPr>
          <w:lang w:val="es-ES"/>
        </w:rPr>
        <w:t>[Zugriff am 02.06.24</w:t>
      </w:r>
      <w:r w:rsidR="006A6716">
        <w:rPr>
          <w:lang w:val="es-ES"/>
        </w:rPr>
        <w:t>]</w:t>
      </w:r>
    </w:p>
    <w:p w14:paraId="4EB51C03" w14:textId="77777777" w:rsidR="00D17AA7" w:rsidRDefault="00D17AA7" w:rsidP="00D17AA7">
      <w:pPr>
        <w:pStyle w:val="Listenabsatz"/>
        <w:ind w:left="2145"/>
        <w:rPr>
          <w:lang w:val="es-ES"/>
        </w:rPr>
      </w:pPr>
    </w:p>
    <w:p w14:paraId="0BFA3FB5" w14:textId="546383A2" w:rsidR="00347A92" w:rsidRDefault="00347A92" w:rsidP="00347A92">
      <w:pPr>
        <w:pStyle w:val="Listenabsatz"/>
        <w:ind w:left="2145"/>
        <w:rPr>
          <w:lang w:val="es-ES"/>
        </w:rPr>
      </w:pPr>
      <w:r>
        <w:rPr>
          <w:lang w:val="es-ES"/>
        </w:rPr>
        <w:t>punto de vista: Diana</w:t>
      </w:r>
    </w:p>
    <w:p w14:paraId="572EA2E1" w14:textId="18918CEF" w:rsidR="006B485D" w:rsidRDefault="00347A92" w:rsidP="00347A92">
      <w:pPr>
        <w:pStyle w:val="Listenabsatz"/>
        <w:ind w:left="2145"/>
        <w:rPr>
          <w:lang w:val="es-ES"/>
        </w:rPr>
      </w:pPr>
      <w:r>
        <w:rPr>
          <w:lang w:val="es-ES"/>
        </w:rPr>
        <w:t>tipo de narrador: selectivo</w:t>
      </w:r>
      <w:r w:rsidR="00044174">
        <w:rPr>
          <w:lang w:val="es-ES"/>
        </w:rPr>
        <w:t xml:space="preserve">; </w:t>
      </w:r>
      <w:r>
        <w:rPr>
          <w:lang w:val="es-ES"/>
        </w:rPr>
        <w:t>narra desde el punto de vista de la protagonista, expresa las emociones de la protagonista, no se habla de las emociones de la madre</w:t>
      </w:r>
    </w:p>
    <w:p w14:paraId="5D138DF3" w14:textId="77777777" w:rsidR="009E4E71" w:rsidRDefault="009E4E71" w:rsidP="009E4E71">
      <w:pPr>
        <w:pStyle w:val="Listenabsatz"/>
        <w:ind w:left="2145"/>
        <w:rPr>
          <w:lang w:val="es-ES"/>
        </w:rPr>
      </w:pPr>
      <w:r>
        <w:rPr>
          <w:lang w:val="es-ES"/>
        </w:rPr>
        <w:t>palabras clave:  “la asaltaba el temor de que su padre”, “su madre”, “esa perspectiva”, “la inspiraba”</w:t>
      </w:r>
    </w:p>
    <w:p w14:paraId="74C92A1A" w14:textId="77777777" w:rsidR="009E4E71" w:rsidRPr="00347A92" w:rsidRDefault="009E4E71" w:rsidP="00347A92">
      <w:pPr>
        <w:pStyle w:val="Listenabsatz"/>
        <w:ind w:left="2145"/>
        <w:rPr>
          <w:lang w:val="es-ES"/>
        </w:rPr>
      </w:pPr>
    </w:p>
    <w:p w14:paraId="241B064E" w14:textId="612C61A8" w:rsidR="006A6716" w:rsidRDefault="006B485D">
      <w:pPr>
        <w:pStyle w:val="Zitat"/>
        <w:numPr>
          <w:ilvl w:val="0"/>
          <w:numId w:val="14"/>
        </w:numPr>
        <w:rPr>
          <w:lang w:val="es-ES"/>
        </w:rPr>
      </w:pPr>
      <w:r>
        <w:rPr>
          <w:rFonts w:ascii="Calibri Light" w:hAnsi="Calibri Light" w:cs="Calibri Light"/>
          <w:lang w:val="es-ES"/>
        </w:rPr>
        <w:t>‟</w:t>
      </w:r>
      <w:r>
        <w:rPr>
          <w:lang w:val="es-ES"/>
        </w:rPr>
        <w:t>Después de mucho repetir la ceremonia, Diana descubrió la verdad que su madre se esforzó por ocultarle durante a</w:t>
      </w:r>
      <w:r>
        <w:rPr>
          <w:rFonts w:ascii="Calibri" w:hAnsi="Calibri" w:cs="Calibri"/>
          <w:lang w:val="es-ES"/>
        </w:rPr>
        <w:t>ñ</w:t>
      </w:r>
      <w:r>
        <w:rPr>
          <w:lang w:val="es-ES"/>
        </w:rPr>
        <w:t>os</w:t>
      </w:r>
      <w:r w:rsidR="007262B2">
        <w:rPr>
          <w:lang w:val="es-ES"/>
        </w:rPr>
        <w:t>:</w:t>
      </w:r>
      <w:r w:rsidR="00044174">
        <w:rPr>
          <w:lang w:val="es-ES"/>
        </w:rPr>
        <w:t xml:space="preserve"> s</w:t>
      </w:r>
      <w:r>
        <w:rPr>
          <w:lang w:val="es-ES"/>
        </w:rPr>
        <w:t>u padre jamás regresaría.”</w:t>
      </w:r>
      <w:r w:rsidR="006A6716">
        <w:rPr>
          <w:lang w:val="es-ES"/>
        </w:rPr>
        <w:t xml:space="preserve"> </w:t>
      </w:r>
      <w:r w:rsidR="006A6716" w:rsidRPr="002A2BFF">
        <w:rPr>
          <w:lang w:val="es-ES"/>
        </w:rPr>
        <w:t>(Cristina Pacheco, El vuelo de Chicago, capítulo I</w:t>
      </w:r>
      <w:r w:rsidR="006A6716">
        <w:rPr>
          <w:lang w:val="es-ES"/>
        </w:rPr>
        <w:t>V</w:t>
      </w:r>
      <w:r w:rsidR="006A6716" w:rsidRPr="002A2BFF">
        <w:rPr>
          <w:lang w:val="es-ES"/>
        </w:rPr>
        <w:t xml:space="preserve">) </w:t>
      </w:r>
      <w:hyperlink r:id="rId20" w:history="1">
        <w:r w:rsidR="006A6716" w:rsidRPr="00805950">
          <w:rPr>
            <w:color w:val="000080"/>
            <w:u w:val="single"/>
            <w:lang w:val="es-ES"/>
          </w:rPr>
          <w:t>https://www.jornada.com.mx/2004/01/04/032n1con.php?origen=index.html&amp;fly=1</w:t>
        </w:r>
      </w:hyperlink>
      <w:r w:rsidR="006A6716" w:rsidRPr="00805950">
        <w:rPr>
          <w:lang w:val="es-ES"/>
        </w:rPr>
        <w:t xml:space="preserve"> via </w:t>
      </w:r>
      <w:hyperlink r:id="rId21" w:history="1">
        <w:r w:rsidR="006A6716" w:rsidRPr="00BA07F7">
          <w:rPr>
            <w:rStyle w:val="Hyperlink"/>
            <w:lang w:val="es-ES"/>
          </w:rPr>
          <w:t>www.lajornada.com</w:t>
        </w:r>
      </w:hyperlink>
      <w:r w:rsidR="006A6716">
        <w:rPr>
          <w:lang w:val="es-ES"/>
        </w:rPr>
        <w:t xml:space="preserve"> </w:t>
      </w:r>
      <w:r w:rsidR="006A6716" w:rsidRPr="002A2BFF">
        <w:rPr>
          <w:lang w:val="es-ES"/>
        </w:rPr>
        <w:t>[Zugriff am 02.06.24</w:t>
      </w:r>
      <w:r w:rsidR="006A6716">
        <w:rPr>
          <w:lang w:val="es-ES"/>
        </w:rPr>
        <w:t>]</w:t>
      </w:r>
    </w:p>
    <w:p w14:paraId="332B7E9D" w14:textId="3BCD9C87" w:rsidR="006B485D" w:rsidRDefault="006B485D" w:rsidP="006A6716">
      <w:pPr>
        <w:pStyle w:val="Zitat"/>
        <w:rPr>
          <w:lang w:val="es-ES"/>
        </w:rPr>
      </w:pPr>
    </w:p>
    <w:p w14:paraId="6C34EFD8" w14:textId="77777777" w:rsidR="007262B2" w:rsidRPr="00AB5698" w:rsidRDefault="007262B2" w:rsidP="007262B2">
      <w:pPr>
        <w:pStyle w:val="Listenabsatz"/>
        <w:ind w:left="2145"/>
        <w:rPr>
          <w:lang w:val="es-ES"/>
        </w:rPr>
      </w:pPr>
    </w:p>
    <w:p w14:paraId="499E43D3" w14:textId="73B8AD71" w:rsidR="00D17AA7" w:rsidRDefault="00D17AA7" w:rsidP="00D17AA7">
      <w:pPr>
        <w:pStyle w:val="Listenabsatz"/>
        <w:ind w:left="2145"/>
        <w:rPr>
          <w:lang w:val="es-ES"/>
        </w:rPr>
      </w:pPr>
      <w:r>
        <w:rPr>
          <w:lang w:val="es-ES"/>
        </w:rPr>
        <w:t>punto de vista: Diana</w:t>
      </w:r>
    </w:p>
    <w:p w14:paraId="579CC141" w14:textId="77777777" w:rsidR="00D17AA7" w:rsidRDefault="00D17AA7" w:rsidP="00D17AA7">
      <w:pPr>
        <w:pStyle w:val="Listenabsatz"/>
        <w:ind w:left="2145"/>
        <w:rPr>
          <w:lang w:val="es-ES"/>
        </w:rPr>
      </w:pPr>
      <w:r>
        <w:rPr>
          <w:lang w:val="es-ES"/>
        </w:rPr>
        <w:t>tipo de narrador: selectivo porque narra desde el punto de vista de la protagonista</w:t>
      </w:r>
    </w:p>
    <w:p w14:paraId="0BD58EA5" w14:textId="77777777" w:rsidR="009E4E71" w:rsidRDefault="009E4E71" w:rsidP="009E4E71">
      <w:pPr>
        <w:pStyle w:val="Listenabsatz"/>
        <w:ind w:left="2145"/>
        <w:rPr>
          <w:lang w:val="es-ES"/>
        </w:rPr>
      </w:pPr>
      <w:r>
        <w:rPr>
          <w:lang w:val="es-ES"/>
        </w:rPr>
        <w:t>palabras clave:  “Diana”, “su madre”, “su padre”</w:t>
      </w:r>
    </w:p>
    <w:p w14:paraId="0D543F2A" w14:textId="77777777" w:rsidR="00EF5535" w:rsidRPr="009E4E71" w:rsidRDefault="00EF5535" w:rsidP="009E4E71">
      <w:pPr>
        <w:rPr>
          <w:lang w:val="es-ES"/>
        </w:rPr>
      </w:pPr>
    </w:p>
    <w:p w14:paraId="48E8316C" w14:textId="4126ECB9" w:rsidR="00EF5535" w:rsidRDefault="00EF5535" w:rsidP="00EF5535">
      <w:pPr>
        <w:pStyle w:val="Listenabsatz"/>
        <w:rPr>
          <w:lang w:val="es-ES"/>
        </w:rPr>
      </w:pPr>
      <w:r w:rsidRPr="00EF5535">
        <w:rPr>
          <w:lang w:val="es-ES"/>
        </w:rPr>
        <w:t>Conclusión:</w:t>
      </w:r>
      <w:r w:rsidR="00682F6A" w:rsidRPr="00EF5535">
        <w:rPr>
          <w:lang w:val="es-ES"/>
        </w:rPr>
        <w:t xml:space="preserve">El texto está escrito desde el punto de vista de </w:t>
      </w:r>
      <w:r w:rsidR="00682F6A" w:rsidRPr="00EF5535">
        <w:rPr>
          <w:u w:val="single"/>
          <w:lang w:val="es-ES"/>
        </w:rPr>
        <w:t>Diana</w:t>
      </w:r>
      <w:r w:rsidR="00682F6A" w:rsidRPr="00EF5535">
        <w:rPr>
          <w:lang w:val="es-ES"/>
        </w:rPr>
        <w:t xml:space="preserve">. La autora narra la acción en </w:t>
      </w:r>
      <w:r w:rsidR="00682F6A" w:rsidRPr="00EF5535">
        <w:rPr>
          <w:u w:val="single"/>
          <w:lang w:val="es-ES"/>
        </w:rPr>
        <w:t xml:space="preserve">tercera </w:t>
      </w:r>
      <w:r w:rsidR="00682F6A" w:rsidRPr="00EF5535">
        <w:rPr>
          <w:lang w:val="es-ES"/>
        </w:rPr>
        <w:t xml:space="preserve">persona, se trata de una narradora </w:t>
      </w:r>
      <w:r w:rsidR="00682F6A" w:rsidRPr="00EF5535">
        <w:rPr>
          <w:u w:val="single"/>
          <w:lang w:val="es-ES"/>
        </w:rPr>
        <w:t>selectiva</w:t>
      </w:r>
      <w:r w:rsidR="00682F6A" w:rsidRPr="00EF5535">
        <w:rPr>
          <w:lang w:val="es-ES"/>
        </w:rPr>
        <w:t xml:space="preserve">: cuenta la historia desde el punto de vista de la protagonista. </w:t>
      </w:r>
    </w:p>
    <w:p w14:paraId="6F06C879" w14:textId="77777777" w:rsidR="00EF5535" w:rsidRPr="00EF5535" w:rsidRDefault="00EF5535" w:rsidP="00EF5535">
      <w:pPr>
        <w:pStyle w:val="Listenabsatz"/>
        <w:rPr>
          <w:lang w:val="es-ES"/>
        </w:rPr>
      </w:pPr>
    </w:p>
    <w:p w14:paraId="00CA833F" w14:textId="1D89A636" w:rsidR="00F91372" w:rsidRPr="00F91372" w:rsidRDefault="00F91372">
      <w:pPr>
        <w:pStyle w:val="Listenabsatz"/>
        <w:numPr>
          <w:ilvl w:val="0"/>
          <w:numId w:val="9"/>
        </w:numPr>
        <w:rPr>
          <w:lang w:val="es-ES"/>
        </w:rPr>
      </w:pPr>
      <w:r w:rsidRPr="00F91372">
        <w:rPr>
          <w:lang w:val="es-ES"/>
        </w:rPr>
        <w:t xml:space="preserve">La perspectiva narrativa refuerza el punto de vista de Diana </w:t>
      </w:r>
      <w:r w:rsidR="003649A3">
        <w:rPr>
          <w:lang w:val="es-ES"/>
        </w:rPr>
        <w:t>de</w:t>
      </w:r>
      <w:r w:rsidRPr="00F91372">
        <w:rPr>
          <w:lang w:val="es-ES"/>
        </w:rPr>
        <w:t xml:space="preserve"> niña y más tarde </w:t>
      </w:r>
      <w:r w:rsidR="003649A3">
        <w:rPr>
          <w:lang w:val="es-ES"/>
        </w:rPr>
        <w:t>de</w:t>
      </w:r>
      <w:r w:rsidRPr="00F91372">
        <w:rPr>
          <w:lang w:val="es-ES"/>
        </w:rPr>
        <w:t xml:space="preserve"> adulta, además se corresponde con el hecho de que sus sentimientos y vivencias no son correspondidos por el padre ausente.</w:t>
      </w:r>
    </w:p>
    <w:p w14:paraId="78DD274E" w14:textId="77777777" w:rsidR="00682F6A" w:rsidRDefault="00682F6A" w:rsidP="00CA1A71">
      <w:pPr>
        <w:pStyle w:val="Listenabsatz"/>
        <w:rPr>
          <w:lang w:val="es-ES"/>
        </w:rPr>
      </w:pPr>
    </w:p>
    <w:p w14:paraId="2CB5F577" w14:textId="031F9F91" w:rsidR="006A3C4F" w:rsidRDefault="006A3C4F" w:rsidP="006A3C4F">
      <w:pPr>
        <w:pStyle w:val="berschrift2"/>
      </w:pPr>
      <w:r>
        <w:t>Material 4 – M4 – Vertiefungsphase</w:t>
      </w:r>
      <w:r w:rsidR="0033664E">
        <w:t xml:space="preserve"> 2 und Transfer</w:t>
      </w:r>
    </w:p>
    <w:p w14:paraId="59DBD3A5" w14:textId="51393759" w:rsidR="00D33438" w:rsidRPr="00D33438" w:rsidRDefault="00D33438" w:rsidP="00D33438">
      <w:pPr>
        <w:pStyle w:val="berschrift3"/>
        <w:rPr>
          <w:lang w:val="es-ES"/>
        </w:rPr>
      </w:pPr>
      <w:bookmarkStart w:id="23" w:name="_Hlk167650861"/>
      <w:r w:rsidRPr="00274CF4">
        <w:rPr>
          <w:lang w:val="es-ES"/>
        </w:rPr>
        <w:t xml:space="preserve">Análisis- </w:t>
      </w:r>
      <w:r w:rsidR="00386544">
        <w:rPr>
          <w:lang w:val="es-ES"/>
        </w:rPr>
        <w:t>t</w:t>
      </w:r>
      <w:r w:rsidRPr="00274CF4">
        <w:rPr>
          <w:lang w:val="es-ES"/>
        </w:rPr>
        <w:t xml:space="preserve">areas facilitadoras </w:t>
      </w:r>
      <w:r w:rsidR="00386544">
        <w:rPr>
          <w:lang w:val="es-ES"/>
        </w:rPr>
        <w:t>y tarea final</w:t>
      </w:r>
    </w:p>
    <w:bookmarkEnd w:id="23"/>
    <w:p w14:paraId="4D346536" w14:textId="41C06148" w:rsidR="00AF6DFF" w:rsidRPr="00EF12EA" w:rsidRDefault="00AF6DFF" w:rsidP="00AF6DFF">
      <w:pPr>
        <w:rPr>
          <w:lang w:val="es-ES"/>
        </w:rPr>
      </w:pPr>
      <w:r w:rsidRPr="00EF12EA">
        <w:rPr>
          <w:lang w:val="es-ES"/>
        </w:rPr>
        <w:t xml:space="preserve">Arbeitsanweisungen: </w:t>
      </w:r>
    </w:p>
    <w:p w14:paraId="2810BEF9" w14:textId="77777777" w:rsidR="00F07052" w:rsidRPr="00F07052" w:rsidRDefault="00F07052" w:rsidP="00F07052">
      <w:pPr>
        <w:pStyle w:val="Listenabsatz"/>
        <w:rPr>
          <w:lang w:val="es-ES"/>
        </w:rPr>
      </w:pPr>
      <w:r w:rsidRPr="00F07052">
        <w:rPr>
          <w:lang w:val="es-ES"/>
        </w:rPr>
        <w:t>a)</w:t>
      </w:r>
      <w:r w:rsidRPr="00F07052">
        <w:rPr>
          <w:lang w:val="es-ES"/>
        </w:rPr>
        <w:tab/>
        <w:t>Explica y comenta el comportamiento de la madre.</w:t>
      </w:r>
    </w:p>
    <w:p w14:paraId="257B3039" w14:textId="77777777" w:rsidR="00F07052" w:rsidRPr="00F07052" w:rsidRDefault="00F07052" w:rsidP="00F07052">
      <w:pPr>
        <w:pStyle w:val="Listenabsatz"/>
        <w:rPr>
          <w:lang w:val="es-ES"/>
        </w:rPr>
      </w:pPr>
    </w:p>
    <w:p w14:paraId="0F7F7078" w14:textId="2AA83CE3" w:rsidR="006D3C1A" w:rsidRDefault="00F07052" w:rsidP="00F07052">
      <w:pPr>
        <w:pStyle w:val="Listenabsatz"/>
        <w:rPr>
          <w:lang w:val="es-ES"/>
        </w:rPr>
      </w:pPr>
      <w:r w:rsidRPr="00F07052">
        <w:rPr>
          <w:lang w:val="es-ES"/>
        </w:rPr>
        <w:t>Anota primero en la tabla las acciones y palabras de la madre y el efecto que tienen sobre Diana.</w:t>
      </w:r>
    </w:p>
    <w:p w14:paraId="6293B0C1" w14:textId="77777777" w:rsidR="00F07052" w:rsidRDefault="00F07052" w:rsidP="00F07052">
      <w:pPr>
        <w:pStyle w:val="Listenabsatz"/>
        <w:rPr>
          <w:lang w:val="es-ES"/>
        </w:rPr>
      </w:pPr>
    </w:p>
    <w:tbl>
      <w:tblPr>
        <w:tblStyle w:val="Tabellenraster"/>
        <w:tblW w:w="0" w:type="auto"/>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Caption w:val="Tabelle mit roter Linie unter Kopfzeile"/>
        <w:tblDescription w:val="leer"/>
      </w:tblPr>
      <w:tblGrid>
        <w:gridCol w:w="3209"/>
        <w:gridCol w:w="3209"/>
      </w:tblGrid>
      <w:tr w:rsidR="00F07052" w14:paraId="0B52B992" w14:textId="77777777" w:rsidTr="00F07052">
        <w:trPr>
          <w:cantSplit/>
          <w:tblHeader/>
          <w:jc w:val="center"/>
        </w:trPr>
        <w:tc>
          <w:tcPr>
            <w:tcW w:w="3209" w:type="dxa"/>
            <w:tcBorders>
              <w:top w:val="nil"/>
              <w:left w:val="nil"/>
              <w:bottom w:val="single" w:sz="4" w:space="0" w:color="B70017"/>
              <w:right w:val="single" w:sz="4" w:space="0" w:color="D9D9D9" w:themeColor="background1" w:themeShade="D9"/>
            </w:tcBorders>
          </w:tcPr>
          <w:p w14:paraId="1DC24621" w14:textId="04B50DD1" w:rsidR="00F07052" w:rsidRPr="00F07052" w:rsidRDefault="00F07052" w:rsidP="00F13823">
            <w:pPr>
              <w:pStyle w:val="Tabellenberschrift"/>
              <w:rPr>
                <w:lang w:val="es-ES"/>
              </w:rPr>
            </w:pPr>
            <w:bookmarkStart w:id="24" w:name="_Hlk167650949"/>
            <w:r w:rsidRPr="00F07052">
              <w:rPr>
                <w:lang w:val="es-ES"/>
              </w:rPr>
              <w:t>Acciones y afirmaciones de l</w:t>
            </w:r>
            <w:r>
              <w:rPr>
                <w:lang w:val="es-ES"/>
              </w:rPr>
              <w:t>a madre</w:t>
            </w:r>
          </w:p>
        </w:tc>
        <w:tc>
          <w:tcPr>
            <w:tcW w:w="3209" w:type="dxa"/>
            <w:tcBorders>
              <w:top w:val="nil"/>
              <w:left w:val="single" w:sz="4" w:space="0" w:color="D9D9D9" w:themeColor="background1" w:themeShade="D9"/>
              <w:bottom w:val="single" w:sz="4" w:space="0" w:color="B70017"/>
              <w:right w:val="single" w:sz="4" w:space="0" w:color="D9D9D9" w:themeColor="background1" w:themeShade="D9"/>
            </w:tcBorders>
          </w:tcPr>
          <w:p w14:paraId="4109230D" w14:textId="73CCE811" w:rsidR="00F07052" w:rsidRPr="00386544" w:rsidRDefault="00F07052" w:rsidP="00F13823">
            <w:pPr>
              <w:pStyle w:val="Tabellenberschrift"/>
              <w:rPr>
                <w:lang w:val="es-ES"/>
              </w:rPr>
            </w:pPr>
            <w:r w:rsidRPr="00386544">
              <w:rPr>
                <w:lang w:val="es-ES"/>
              </w:rPr>
              <w:t>el efecto sobre Diana</w:t>
            </w:r>
          </w:p>
        </w:tc>
      </w:tr>
      <w:tr w:rsidR="00F07052" w14:paraId="57389EDD" w14:textId="77777777" w:rsidTr="00F07052">
        <w:trPr>
          <w:cantSplit/>
          <w:tblHeader/>
          <w:jc w:val="center"/>
        </w:trPr>
        <w:tc>
          <w:tcPr>
            <w:tcW w:w="3209" w:type="dxa"/>
            <w:tcBorders>
              <w:top w:val="single" w:sz="4" w:space="0" w:color="B70017"/>
            </w:tcBorders>
          </w:tcPr>
          <w:p w14:paraId="707A42D6" w14:textId="77777777" w:rsidR="00F07052" w:rsidRDefault="00F07052" w:rsidP="00F13823">
            <w:pPr>
              <w:pStyle w:val="Tabelleninhalt"/>
            </w:pPr>
          </w:p>
          <w:p w14:paraId="79C00C40" w14:textId="77777777" w:rsidR="00F07052" w:rsidRDefault="00F07052" w:rsidP="00F13823">
            <w:pPr>
              <w:pStyle w:val="Tabelleninhalt"/>
            </w:pPr>
          </w:p>
          <w:p w14:paraId="1F5A325F" w14:textId="77777777" w:rsidR="00F07052" w:rsidRDefault="00F07052" w:rsidP="00F13823">
            <w:pPr>
              <w:pStyle w:val="Tabelleninhalt"/>
            </w:pPr>
          </w:p>
          <w:p w14:paraId="7AC2BBF1" w14:textId="77777777" w:rsidR="00F07052" w:rsidRDefault="00F07052" w:rsidP="00F13823">
            <w:pPr>
              <w:pStyle w:val="Tabelleninhalt"/>
            </w:pPr>
          </w:p>
          <w:p w14:paraId="05832F4D" w14:textId="77777777" w:rsidR="00F07052" w:rsidRDefault="00F07052" w:rsidP="00F13823">
            <w:pPr>
              <w:pStyle w:val="Tabelleninhalt"/>
            </w:pPr>
          </w:p>
          <w:p w14:paraId="4D1721A5" w14:textId="77777777" w:rsidR="00F07052" w:rsidRDefault="00F07052" w:rsidP="00F13823">
            <w:pPr>
              <w:pStyle w:val="Tabelleninhalt"/>
            </w:pPr>
          </w:p>
          <w:p w14:paraId="448B0171" w14:textId="77777777" w:rsidR="00F07052" w:rsidRDefault="00F07052" w:rsidP="00F13823">
            <w:pPr>
              <w:pStyle w:val="Tabelleninhalt"/>
            </w:pPr>
          </w:p>
          <w:p w14:paraId="7FA5BF19" w14:textId="62ED0851" w:rsidR="00F07052" w:rsidRDefault="00F07052" w:rsidP="00F13823">
            <w:pPr>
              <w:pStyle w:val="Tabelleninhalt"/>
            </w:pPr>
          </w:p>
        </w:tc>
        <w:tc>
          <w:tcPr>
            <w:tcW w:w="3209" w:type="dxa"/>
            <w:tcBorders>
              <w:top w:val="single" w:sz="4" w:space="0" w:color="B70017"/>
            </w:tcBorders>
          </w:tcPr>
          <w:p w14:paraId="14A1109B" w14:textId="2D453CD1" w:rsidR="00F07052" w:rsidRDefault="00F07052" w:rsidP="00F13823">
            <w:pPr>
              <w:pStyle w:val="Tabelleninhalt"/>
            </w:pPr>
          </w:p>
        </w:tc>
      </w:tr>
      <w:bookmarkEnd w:id="24"/>
    </w:tbl>
    <w:p w14:paraId="6C6718F7" w14:textId="77777777" w:rsidR="00F07052" w:rsidRDefault="00F07052" w:rsidP="00F07052">
      <w:pPr>
        <w:pStyle w:val="Listenabsatz"/>
        <w:rPr>
          <w:lang w:val="es-ES"/>
        </w:rPr>
      </w:pPr>
    </w:p>
    <w:p w14:paraId="0223DE81" w14:textId="77777777" w:rsidR="001E0E95" w:rsidRPr="001E0E95" w:rsidRDefault="001E0E95" w:rsidP="001E0E95">
      <w:pPr>
        <w:pStyle w:val="Listenabsatz"/>
        <w:rPr>
          <w:lang w:val="es-ES"/>
        </w:rPr>
      </w:pPr>
      <w:r w:rsidRPr="001E0E95">
        <w:rPr>
          <w:lang w:val="es-ES"/>
        </w:rPr>
        <w:lastRenderedPageBreak/>
        <w:t>b)</w:t>
      </w:r>
      <w:r w:rsidRPr="001E0E95">
        <w:rPr>
          <w:lang w:val="es-ES"/>
        </w:rPr>
        <w:tab/>
        <w:t xml:space="preserve">Realiza ahora, con ayuda de las fichas M1-M4, la tarea final. </w:t>
      </w:r>
    </w:p>
    <w:p w14:paraId="351B9DB5" w14:textId="77777777" w:rsidR="001E0E95" w:rsidRPr="001E0E95" w:rsidRDefault="001E0E95" w:rsidP="001E0E95">
      <w:pPr>
        <w:pStyle w:val="Listenabsatz"/>
        <w:rPr>
          <w:lang w:val="es-ES"/>
        </w:rPr>
      </w:pPr>
      <w:r w:rsidRPr="001E0E95">
        <w:rPr>
          <w:lang w:val="es-ES"/>
        </w:rPr>
        <w:t>La ficha  2024_ficha_de_escritura_analisis te puede ayudar. https://lehrerfortbildung-bw.de/u_sprachlit/spanisch/gym/bp2016/fb9/2_textsorten/1_analisis/</w:t>
      </w:r>
    </w:p>
    <w:p w14:paraId="53E3D051" w14:textId="77777777" w:rsidR="001E0E95" w:rsidRDefault="001E0E95" w:rsidP="00F07052">
      <w:pPr>
        <w:pStyle w:val="Listenabsatz"/>
        <w:rPr>
          <w:lang w:val="es-ES"/>
        </w:rPr>
      </w:pPr>
    </w:p>
    <w:p w14:paraId="66C7A176" w14:textId="269FDEFF" w:rsidR="00AC3B99" w:rsidRDefault="00AC3B99" w:rsidP="00F07052">
      <w:pPr>
        <w:pStyle w:val="Listenabsatz"/>
        <w:rPr>
          <w:lang w:val="es-ES"/>
        </w:rPr>
      </w:pPr>
      <w:r w:rsidRPr="00AC3B99">
        <w:rPr>
          <w:lang w:val="es-ES"/>
        </w:rPr>
        <w:t>Tarea final:</w:t>
      </w:r>
    </w:p>
    <w:p w14:paraId="096986AF" w14:textId="1B40412D" w:rsidR="00AC3B99" w:rsidRDefault="00AC3B99" w:rsidP="00F07052">
      <w:pPr>
        <w:pStyle w:val="Listenabsatz"/>
        <w:rPr>
          <w:lang w:val="es-ES"/>
        </w:rPr>
      </w:pPr>
      <w:r w:rsidRPr="00AC3B99">
        <w:rPr>
          <w:lang w:val="es-ES"/>
        </w:rPr>
        <w:t>Analiza cómo</w:t>
      </w:r>
      <w:r w:rsidR="00B7048F">
        <w:rPr>
          <w:lang w:val="es-ES"/>
        </w:rPr>
        <w:t xml:space="preserve"> le afecta a Diana,</w:t>
      </w:r>
      <w:r w:rsidRPr="00AC3B99">
        <w:rPr>
          <w:lang w:val="es-ES"/>
        </w:rPr>
        <w:t xml:space="preserve"> </w:t>
      </w:r>
      <w:r w:rsidR="00B7048F" w:rsidRPr="00AC3B99">
        <w:rPr>
          <w:lang w:val="es-ES"/>
        </w:rPr>
        <w:t>la protagonista de este relato</w:t>
      </w:r>
      <w:r w:rsidR="00B7048F">
        <w:rPr>
          <w:lang w:val="es-ES"/>
        </w:rPr>
        <w:t>,</w:t>
      </w:r>
      <w:r w:rsidR="00B7048F" w:rsidRPr="00AC3B99">
        <w:rPr>
          <w:lang w:val="es-ES"/>
        </w:rPr>
        <w:t xml:space="preserve"> </w:t>
      </w:r>
      <w:r w:rsidRPr="00AC3B99">
        <w:rPr>
          <w:lang w:val="es-ES"/>
        </w:rPr>
        <w:t>la emigración de su padre teniendo en cuenta el comportamiento de su madre y la perspectiva narrativa utilizada por la autora.</w:t>
      </w:r>
    </w:p>
    <w:p w14:paraId="50504EF0" w14:textId="77777777" w:rsidR="00D33438" w:rsidRDefault="00D33438" w:rsidP="00F07052">
      <w:pPr>
        <w:pStyle w:val="Listenabsatz"/>
        <w:rPr>
          <w:lang w:val="es-ES"/>
        </w:rPr>
      </w:pPr>
    </w:p>
    <w:p w14:paraId="2B053318" w14:textId="7A93D644" w:rsidR="00D33438" w:rsidRDefault="00D33438" w:rsidP="00D33438">
      <w:pPr>
        <w:pStyle w:val="berschrift3"/>
        <w:rPr>
          <w:lang w:val="es-ES"/>
        </w:rPr>
      </w:pPr>
      <w:r w:rsidRPr="00274CF4">
        <w:rPr>
          <w:lang w:val="es-ES"/>
        </w:rPr>
        <w:t xml:space="preserve">Análisis- </w:t>
      </w:r>
      <w:r>
        <w:rPr>
          <w:lang w:val="es-ES"/>
        </w:rPr>
        <w:t>möglicher Erwartungshorizont</w:t>
      </w:r>
    </w:p>
    <w:p w14:paraId="6D5A93A7" w14:textId="3E82565E" w:rsidR="00D33438" w:rsidRPr="00386544" w:rsidRDefault="00D33438">
      <w:pPr>
        <w:pStyle w:val="Listenabsatz"/>
        <w:numPr>
          <w:ilvl w:val="0"/>
          <w:numId w:val="10"/>
        </w:numPr>
        <w:rPr>
          <w:lang w:val="es-ES"/>
        </w:rPr>
      </w:pPr>
    </w:p>
    <w:tbl>
      <w:tblPr>
        <w:tblStyle w:val="Tabellenraster"/>
        <w:tblW w:w="0" w:type="auto"/>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Caption w:val="Tabelle mit roter Linie unter Kopfzeile"/>
        <w:tblDescription w:val="leer"/>
      </w:tblPr>
      <w:tblGrid>
        <w:gridCol w:w="4911"/>
        <w:gridCol w:w="3878"/>
      </w:tblGrid>
      <w:tr w:rsidR="00386544" w14:paraId="2BA2CE93" w14:textId="77777777" w:rsidTr="00386544">
        <w:trPr>
          <w:cantSplit/>
          <w:tblHeader/>
          <w:jc w:val="center"/>
        </w:trPr>
        <w:tc>
          <w:tcPr>
            <w:tcW w:w="4911" w:type="dxa"/>
            <w:tcBorders>
              <w:top w:val="nil"/>
              <w:left w:val="nil"/>
              <w:bottom w:val="single" w:sz="4" w:space="0" w:color="B70017"/>
              <w:right w:val="single" w:sz="4" w:space="0" w:color="D9D9D9" w:themeColor="background1" w:themeShade="D9"/>
            </w:tcBorders>
          </w:tcPr>
          <w:p w14:paraId="3A66FE6C" w14:textId="77777777" w:rsidR="00386544" w:rsidRPr="00F07052" w:rsidRDefault="00386544" w:rsidP="0076082C">
            <w:pPr>
              <w:pStyle w:val="Tabellenberschrift"/>
              <w:rPr>
                <w:lang w:val="es-ES"/>
              </w:rPr>
            </w:pPr>
            <w:r w:rsidRPr="00F07052">
              <w:rPr>
                <w:lang w:val="es-ES"/>
              </w:rPr>
              <w:t>Acciones y afirmaciones de l</w:t>
            </w:r>
            <w:r>
              <w:rPr>
                <w:lang w:val="es-ES"/>
              </w:rPr>
              <w:t>a madre</w:t>
            </w:r>
          </w:p>
        </w:tc>
        <w:tc>
          <w:tcPr>
            <w:tcW w:w="3878" w:type="dxa"/>
            <w:tcBorders>
              <w:top w:val="nil"/>
              <w:left w:val="single" w:sz="4" w:space="0" w:color="D9D9D9" w:themeColor="background1" w:themeShade="D9"/>
              <w:bottom w:val="single" w:sz="4" w:space="0" w:color="B70017"/>
              <w:right w:val="single" w:sz="4" w:space="0" w:color="D9D9D9" w:themeColor="background1" w:themeShade="D9"/>
            </w:tcBorders>
          </w:tcPr>
          <w:p w14:paraId="1C3B57C5" w14:textId="77777777" w:rsidR="00386544" w:rsidRPr="00386544" w:rsidRDefault="00386544" w:rsidP="0076082C">
            <w:pPr>
              <w:pStyle w:val="Tabellenberschrift"/>
              <w:rPr>
                <w:lang w:val="es-ES"/>
              </w:rPr>
            </w:pPr>
            <w:r w:rsidRPr="00386544">
              <w:rPr>
                <w:lang w:val="es-ES"/>
              </w:rPr>
              <w:t>el efecto sobre Diana</w:t>
            </w:r>
          </w:p>
        </w:tc>
      </w:tr>
      <w:tr w:rsidR="00386544" w:rsidRPr="001644C5" w14:paraId="6E372A44" w14:textId="77777777" w:rsidTr="00386544">
        <w:trPr>
          <w:cantSplit/>
          <w:tblHeader/>
          <w:jc w:val="center"/>
        </w:trPr>
        <w:tc>
          <w:tcPr>
            <w:tcW w:w="4911" w:type="dxa"/>
            <w:tcBorders>
              <w:top w:val="single" w:sz="4" w:space="0" w:color="B70017"/>
            </w:tcBorders>
          </w:tcPr>
          <w:p w14:paraId="1FDBA51C" w14:textId="77777777" w:rsidR="00386544" w:rsidRDefault="00386544" w:rsidP="0076082C">
            <w:pPr>
              <w:pStyle w:val="Tabelleninhalt"/>
            </w:pPr>
          </w:p>
          <w:p w14:paraId="171E972F" w14:textId="08ADE33C" w:rsidR="00386544" w:rsidRPr="00386544" w:rsidRDefault="00386544">
            <w:pPr>
              <w:pStyle w:val="Tabelleninhalt"/>
              <w:numPr>
                <w:ilvl w:val="0"/>
                <w:numId w:val="11"/>
              </w:numPr>
              <w:rPr>
                <w:lang w:val="es-ES"/>
              </w:rPr>
            </w:pPr>
            <w:r w:rsidRPr="00386544">
              <w:rPr>
                <w:lang w:val="es-ES"/>
              </w:rPr>
              <w:t>precisa la fecha en que su padre volver</w:t>
            </w:r>
            <w:r w:rsidR="007031C6">
              <w:rPr>
                <w:lang w:val="es-ES"/>
              </w:rPr>
              <w:t>á</w:t>
            </w:r>
          </w:p>
          <w:p w14:paraId="0B9AA8EA" w14:textId="6CC5C617" w:rsidR="00386544" w:rsidRPr="00386544" w:rsidRDefault="00386544">
            <w:pPr>
              <w:pStyle w:val="Tabelleninhalt"/>
              <w:numPr>
                <w:ilvl w:val="0"/>
                <w:numId w:val="11"/>
              </w:numPr>
              <w:rPr>
                <w:lang w:val="es-ES"/>
              </w:rPr>
            </w:pPr>
            <w:r w:rsidRPr="00386544">
              <w:rPr>
                <w:lang w:val="es-ES"/>
              </w:rPr>
              <w:t>hac</w:t>
            </w:r>
            <w:r w:rsidR="007031C6">
              <w:rPr>
                <w:lang w:val="es-ES"/>
              </w:rPr>
              <w:t>e</w:t>
            </w:r>
            <w:r w:rsidRPr="00386544">
              <w:rPr>
                <w:lang w:val="es-ES"/>
              </w:rPr>
              <w:t xml:space="preserve"> lo posible por tranquilizarla. “(...) piensa quedarse aquí”.</w:t>
            </w:r>
          </w:p>
          <w:p w14:paraId="474ECD62" w14:textId="77777777" w:rsidR="00386544" w:rsidRPr="00386544" w:rsidRDefault="00386544">
            <w:pPr>
              <w:pStyle w:val="Tabelleninhalt"/>
              <w:numPr>
                <w:ilvl w:val="0"/>
                <w:numId w:val="11"/>
              </w:numPr>
              <w:rPr>
                <w:lang w:val="es-ES"/>
              </w:rPr>
            </w:pPr>
            <w:r w:rsidRPr="00386544">
              <w:rPr>
                <w:lang w:val="es-ES"/>
              </w:rPr>
              <w:t>la consuela llorando</w:t>
            </w:r>
          </w:p>
          <w:p w14:paraId="352A012B" w14:textId="77777777" w:rsidR="00386544" w:rsidRPr="00386544" w:rsidRDefault="00386544">
            <w:pPr>
              <w:pStyle w:val="Tabelleninhalt"/>
              <w:numPr>
                <w:ilvl w:val="0"/>
                <w:numId w:val="11"/>
              </w:numPr>
              <w:rPr>
                <w:lang w:val="es-ES"/>
              </w:rPr>
            </w:pPr>
            <w:r w:rsidRPr="00386544">
              <w:rPr>
                <w:lang w:val="es-ES"/>
              </w:rPr>
              <w:t>lleva a su hija al mirador</w:t>
            </w:r>
          </w:p>
          <w:p w14:paraId="277B9CEC" w14:textId="77777777" w:rsidR="00386544" w:rsidRPr="00386544" w:rsidRDefault="00386544">
            <w:pPr>
              <w:pStyle w:val="Tabelleninhalt"/>
              <w:numPr>
                <w:ilvl w:val="0"/>
                <w:numId w:val="11"/>
              </w:numPr>
              <w:rPr>
                <w:lang w:val="es-ES"/>
              </w:rPr>
            </w:pPr>
            <w:r w:rsidRPr="00386544">
              <w:rPr>
                <w:lang w:val="es-ES"/>
              </w:rPr>
              <w:t>la toma de la mano</w:t>
            </w:r>
          </w:p>
          <w:p w14:paraId="4C3FDC74" w14:textId="77777777" w:rsidR="00386544" w:rsidRPr="00386544" w:rsidRDefault="00386544">
            <w:pPr>
              <w:pStyle w:val="Tabelleninhalt"/>
              <w:numPr>
                <w:ilvl w:val="0"/>
                <w:numId w:val="11"/>
              </w:numPr>
              <w:rPr>
                <w:lang w:val="es-ES"/>
              </w:rPr>
            </w:pPr>
            <w:r w:rsidRPr="00386544">
              <w:rPr>
                <w:lang w:val="es-ES"/>
              </w:rPr>
              <w:t>finge interés por los aviones</w:t>
            </w:r>
          </w:p>
          <w:p w14:paraId="48F93C5C" w14:textId="77777777" w:rsidR="00386544" w:rsidRPr="00386544" w:rsidRDefault="00386544">
            <w:pPr>
              <w:pStyle w:val="Tabelleninhalt"/>
              <w:numPr>
                <w:ilvl w:val="0"/>
                <w:numId w:val="11"/>
              </w:numPr>
              <w:rPr>
                <w:lang w:val="es-ES"/>
              </w:rPr>
            </w:pPr>
            <w:r w:rsidRPr="00386544">
              <w:rPr>
                <w:lang w:val="es-ES"/>
              </w:rPr>
              <w:t>pregunta por el vuelo de Chicago</w:t>
            </w:r>
          </w:p>
          <w:p w14:paraId="1C8D76AE" w14:textId="77777777" w:rsidR="00386544" w:rsidRPr="00386544" w:rsidRDefault="00386544">
            <w:pPr>
              <w:pStyle w:val="Tabelleninhalt"/>
              <w:numPr>
                <w:ilvl w:val="0"/>
                <w:numId w:val="11"/>
              </w:numPr>
              <w:rPr>
                <w:lang w:val="es-ES"/>
              </w:rPr>
            </w:pPr>
            <w:r w:rsidRPr="00386544">
              <w:rPr>
                <w:lang w:val="es-ES"/>
              </w:rPr>
              <w:t>comenta la ansiedad de su hija y el parecido con su padre</w:t>
            </w:r>
          </w:p>
          <w:p w14:paraId="7A0EC235" w14:textId="77777777" w:rsidR="00386544" w:rsidRPr="00386544" w:rsidRDefault="00386544">
            <w:pPr>
              <w:pStyle w:val="Tabelleninhalt"/>
              <w:numPr>
                <w:ilvl w:val="0"/>
                <w:numId w:val="11"/>
              </w:numPr>
              <w:rPr>
                <w:lang w:val="es-ES"/>
              </w:rPr>
            </w:pPr>
            <w:r w:rsidRPr="00386544">
              <w:rPr>
                <w:lang w:val="es-ES"/>
              </w:rPr>
              <w:t>se inclina para abrazarla y devolverle el optimismo</w:t>
            </w:r>
          </w:p>
          <w:p w14:paraId="233D52A8" w14:textId="77777777" w:rsidR="00386544" w:rsidRPr="00386544" w:rsidRDefault="00386544">
            <w:pPr>
              <w:pStyle w:val="Tabelleninhalt"/>
              <w:numPr>
                <w:ilvl w:val="0"/>
                <w:numId w:val="11"/>
              </w:numPr>
              <w:rPr>
                <w:lang w:val="es-ES"/>
              </w:rPr>
            </w:pPr>
            <w:r w:rsidRPr="00386544">
              <w:rPr>
                <w:lang w:val="es-ES"/>
              </w:rPr>
              <w:t>elige más fechas para el regreso de Luis</w:t>
            </w:r>
          </w:p>
          <w:p w14:paraId="0298C3FD" w14:textId="77777777" w:rsidR="00386544" w:rsidRPr="00386544" w:rsidRDefault="00386544">
            <w:pPr>
              <w:pStyle w:val="Tabelleninhalt"/>
              <w:numPr>
                <w:ilvl w:val="0"/>
                <w:numId w:val="11"/>
              </w:numPr>
              <w:rPr>
                <w:lang w:val="es-ES"/>
              </w:rPr>
            </w:pPr>
            <w:r w:rsidRPr="00386544">
              <w:rPr>
                <w:lang w:val="es-ES"/>
              </w:rPr>
              <w:t>acude con su hija al aeropuerto muchas veces</w:t>
            </w:r>
          </w:p>
          <w:p w14:paraId="4C1709C6" w14:textId="1DCF9E75" w:rsidR="00386544" w:rsidRPr="00386544" w:rsidRDefault="00386544">
            <w:pPr>
              <w:pStyle w:val="Tabelleninhalt"/>
              <w:numPr>
                <w:ilvl w:val="0"/>
                <w:numId w:val="11"/>
              </w:numPr>
              <w:rPr>
                <w:lang w:val="es-ES"/>
              </w:rPr>
            </w:pPr>
            <w:r w:rsidRPr="00386544">
              <w:rPr>
                <w:lang w:val="es-ES"/>
              </w:rPr>
              <w:t>ya no le da autenticidad a la ficción</w:t>
            </w:r>
          </w:p>
          <w:p w14:paraId="2ADEBC16" w14:textId="77777777" w:rsidR="00386544" w:rsidRPr="00386544" w:rsidRDefault="00386544">
            <w:pPr>
              <w:pStyle w:val="Tabelleninhalt"/>
              <w:numPr>
                <w:ilvl w:val="0"/>
                <w:numId w:val="11"/>
              </w:numPr>
              <w:rPr>
                <w:lang w:val="es-ES"/>
              </w:rPr>
            </w:pPr>
            <w:r w:rsidRPr="00386544">
              <w:rPr>
                <w:lang w:val="es-ES"/>
              </w:rPr>
              <w:t>repite muchas veces la ceremonia</w:t>
            </w:r>
          </w:p>
          <w:p w14:paraId="4AF749FE" w14:textId="77777777" w:rsidR="00386544" w:rsidRPr="00386544" w:rsidRDefault="00386544" w:rsidP="0076082C">
            <w:pPr>
              <w:pStyle w:val="Tabelleninhalt"/>
              <w:rPr>
                <w:lang w:val="es-ES"/>
              </w:rPr>
            </w:pPr>
          </w:p>
        </w:tc>
        <w:tc>
          <w:tcPr>
            <w:tcW w:w="3878" w:type="dxa"/>
            <w:tcBorders>
              <w:top w:val="single" w:sz="4" w:space="0" w:color="B70017"/>
            </w:tcBorders>
          </w:tcPr>
          <w:p w14:paraId="3EA808A8" w14:textId="27470DFF" w:rsidR="00386544" w:rsidRPr="00386544" w:rsidRDefault="00386544">
            <w:pPr>
              <w:pStyle w:val="Tabelleninhalt"/>
              <w:numPr>
                <w:ilvl w:val="0"/>
                <w:numId w:val="11"/>
              </w:numPr>
              <w:rPr>
                <w:lang w:val="es-ES"/>
              </w:rPr>
            </w:pPr>
            <w:r w:rsidRPr="00386544">
              <w:rPr>
                <w:lang w:val="es-ES"/>
              </w:rPr>
              <w:t>adquiere seguridad ante los compañeros</w:t>
            </w:r>
          </w:p>
          <w:p w14:paraId="4F60E069" w14:textId="77777777" w:rsidR="00386544" w:rsidRPr="00386544" w:rsidRDefault="00386544">
            <w:pPr>
              <w:pStyle w:val="Tabelleninhalt"/>
              <w:numPr>
                <w:ilvl w:val="0"/>
                <w:numId w:val="11"/>
              </w:numPr>
              <w:rPr>
                <w:lang w:val="es-ES"/>
              </w:rPr>
            </w:pPr>
            <w:r w:rsidRPr="00386544">
              <w:rPr>
                <w:lang w:val="es-ES"/>
              </w:rPr>
              <w:t>deja de ser comunicativa con su madre</w:t>
            </w:r>
          </w:p>
          <w:p w14:paraId="2995E811" w14:textId="3F454C8E" w:rsidR="00386544" w:rsidRPr="00386544" w:rsidRDefault="00386544">
            <w:pPr>
              <w:pStyle w:val="Tabelleninhalt"/>
              <w:numPr>
                <w:ilvl w:val="0"/>
                <w:numId w:val="11"/>
              </w:numPr>
              <w:rPr>
                <w:lang w:val="es-ES"/>
              </w:rPr>
            </w:pPr>
            <w:r w:rsidRPr="00386544">
              <w:rPr>
                <w:lang w:val="es-ES"/>
              </w:rPr>
              <w:t>se reconcilia con el mundo</w:t>
            </w:r>
          </w:p>
          <w:p w14:paraId="76F4A6D2" w14:textId="77777777" w:rsidR="00386544" w:rsidRPr="00386544" w:rsidRDefault="00386544">
            <w:pPr>
              <w:pStyle w:val="Tabelleninhalt"/>
              <w:numPr>
                <w:ilvl w:val="0"/>
                <w:numId w:val="11"/>
              </w:numPr>
              <w:rPr>
                <w:lang w:val="es-ES"/>
              </w:rPr>
            </w:pPr>
            <w:r w:rsidRPr="00386544">
              <w:rPr>
                <w:lang w:val="es-ES"/>
              </w:rPr>
              <w:t>deja de llorar</w:t>
            </w:r>
          </w:p>
          <w:p w14:paraId="22B0AD8B" w14:textId="77777777" w:rsidR="00386544" w:rsidRPr="00386544" w:rsidRDefault="00386544" w:rsidP="00386544">
            <w:pPr>
              <w:pStyle w:val="Tabelleninhalt"/>
              <w:rPr>
                <w:lang w:val="es-ES"/>
              </w:rPr>
            </w:pPr>
          </w:p>
          <w:p w14:paraId="6EFE6CA8" w14:textId="77777777" w:rsidR="00386544" w:rsidRPr="00386544" w:rsidRDefault="00386544">
            <w:pPr>
              <w:pStyle w:val="Tabelleninhalt"/>
              <w:numPr>
                <w:ilvl w:val="0"/>
                <w:numId w:val="11"/>
              </w:numPr>
              <w:rPr>
                <w:lang w:val="es-ES"/>
              </w:rPr>
            </w:pPr>
            <w:r w:rsidRPr="00386544">
              <w:rPr>
                <w:lang w:val="es-ES"/>
              </w:rPr>
              <w:t>la toma de la mano</w:t>
            </w:r>
          </w:p>
          <w:p w14:paraId="319B6DF5" w14:textId="77777777" w:rsidR="00386544" w:rsidRPr="00386544" w:rsidRDefault="00386544">
            <w:pPr>
              <w:pStyle w:val="Tabelleninhalt"/>
              <w:numPr>
                <w:ilvl w:val="0"/>
                <w:numId w:val="11"/>
              </w:numPr>
              <w:rPr>
                <w:lang w:val="es-ES"/>
              </w:rPr>
            </w:pPr>
            <w:r w:rsidRPr="00386544">
              <w:rPr>
                <w:lang w:val="es-ES"/>
              </w:rPr>
              <w:t>finge interés por los aviones</w:t>
            </w:r>
          </w:p>
          <w:p w14:paraId="32D60C79" w14:textId="77777777" w:rsidR="00386544" w:rsidRPr="00386544" w:rsidRDefault="00386544">
            <w:pPr>
              <w:pStyle w:val="Tabelleninhalt"/>
              <w:numPr>
                <w:ilvl w:val="0"/>
                <w:numId w:val="11"/>
              </w:numPr>
              <w:rPr>
                <w:lang w:val="es-ES"/>
              </w:rPr>
            </w:pPr>
            <w:r w:rsidRPr="00386544">
              <w:rPr>
                <w:lang w:val="es-ES"/>
              </w:rPr>
              <w:t>odia a la informante</w:t>
            </w:r>
          </w:p>
          <w:p w14:paraId="58A947D6" w14:textId="77777777" w:rsidR="00386544" w:rsidRPr="00386544" w:rsidRDefault="00386544">
            <w:pPr>
              <w:pStyle w:val="Tabelleninhalt"/>
              <w:numPr>
                <w:ilvl w:val="0"/>
                <w:numId w:val="11"/>
              </w:numPr>
              <w:rPr>
                <w:lang w:val="es-ES"/>
              </w:rPr>
            </w:pPr>
            <w:r w:rsidRPr="00386544">
              <w:rPr>
                <w:lang w:val="es-ES"/>
              </w:rPr>
              <w:t>le agradece aún hoy este comentario</w:t>
            </w:r>
          </w:p>
          <w:p w14:paraId="0A2E61CC" w14:textId="0A5976C6" w:rsidR="00386544" w:rsidRPr="00386544" w:rsidRDefault="00386544">
            <w:pPr>
              <w:pStyle w:val="Tabelleninhalt"/>
              <w:numPr>
                <w:ilvl w:val="0"/>
                <w:numId w:val="11"/>
              </w:numPr>
              <w:rPr>
                <w:lang w:val="es-ES"/>
              </w:rPr>
            </w:pPr>
            <w:r w:rsidRPr="00386544">
              <w:rPr>
                <w:lang w:val="es-ES"/>
              </w:rPr>
              <w:t>Hoy comprende y valora el esfuerzo de su madre</w:t>
            </w:r>
          </w:p>
          <w:p w14:paraId="306A7A45" w14:textId="77777777" w:rsidR="00386544" w:rsidRPr="00386544" w:rsidRDefault="00386544">
            <w:pPr>
              <w:pStyle w:val="Tabelleninhalt"/>
              <w:numPr>
                <w:ilvl w:val="0"/>
                <w:numId w:val="11"/>
              </w:numPr>
              <w:rPr>
                <w:lang w:val="es-ES"/>
              </w:rPr>
            </w:pPr>
            <w:r w:rsidRPr="00386544">
              <w:rPr>
                <w:lang w:val="es-ES"/>
              </w:rPr>
              <w:t xml:space="preserve"> ya no lleva sus calificaciones y una rosa</w:t>
            </w:r>
          </w:p>
          <w:p w14:paraId="7FE17484" w14:textId="77ECE060" w:rsidR="00386544" w:rsidRPr="00386544" w:rsidRDefault="00386544">
            <w:pPr>
              <w:pStyle w:val="Tabelleninhalt"/>
              <w:numPr>
                <w:ilvl w:val="0"/>
                <w:numId w:val="11"/>
              </w:numPr>
              <w:rPr>
                <w:lang w:val="es-ES"/>
              </w:rPr>
            </w:pPr>
            <w:r w:rsidRPr="00386544">
              <w:rPr>
                <w:lang w:val="es-ES"/>
              </w:rPr>
              <w:t>descubre la verdad: su padre jamás regresar</w:t>
            </w:r>
            <w:r w:rsidR="007031C6">
              <w:rPr>
                <w:lang w:val="es-ES"/>
              </w:rPr>
              <w:t>á</w:t>
            </w:r>
          </w:p>
          <w:p w14:paraId="0BDE678C" w14:textId="77777777" w:rsidR="00386544" w:rsidRPr="00386544" w:rsidRDefault="00386544" w:rsidP="0076082C">
            <w:pPr>
              <w:pStyle w:val="Tabelleninhalt"/>
              <w:rPr>
                <w:lang w:val="es-ES"/>
              </w:rPr>
            </w:pPr>
          </w:p>
        </w:tc>
      </w:tr>
    </w:tbl>
    <w:p w14:paraId="0455F809" w14:textId="77777777" w:rsidR="00D33438" w:rsidRDefault="00D33438" w:rsidP="00D33438">
      <w:pPr>
        <w:rPr>
          <w:lang w:val="es-ES"/>
        </w:rPr>
      </w:pPr>
    </w:p>
    <w:p w14:paraId="698C821B" w14:textId="7479C9C7" w:rsidR="00386544" w:rsidRPr="00386544" w:rsidRDefault="00386544" w:rsidP="00386544">
      <w:pPr>
        <w:rPr>
          <w:lang w:val="es-ES"/>
        </w:rPr>
      </w:pPr>
      <w:r w:rsidRPr="00386544">
        <w:rPr>
          <w:lang w:val="es-ES"/>
        </w:rPr>
        <w:lastRenderedPageBreak/>
        <w:t>Explicación:</w:t>
      </w:r>
    </w:p>
    <w:p w14:paraId="4E682DBC" w14:textId="6D358AEE" w:rsidR="00386544" w:rsidRPr="00386544" w:rsidRDefault="00386544" w:rsidP="00386544">
      <w:pPr>
        <w:rPr>
          <w:lang w:val="es-ES"/>
        </w:rPr>
      </w:pPr>
      <w:r w:rsidRPr="00386544">
        <w:rPr>
          <w:lang w:val="es-ES"/>
        </w:rPr>
        <w:t>La madre le oculta la verdad a su hija para que ésta se desarrolle y desenvuelva como todos los otros niños de su edad con alegría, optimismo y seguridad en sí misma. Consuela a su hija aduciendo diferentes motivos por los cuales el padre no llega el día señalado, es decir intenta que la hija comprenda la decisión de su padre sin sentirse herida. Sin embargo la repetición de estas acciones y afimaciones sin el resultado esperado deja entrever que le está ocultando la verdad. A pesar de todo, Diana le agradece a su madre todos sus esfuerzos.</w:t>
      </w:r>
    </w:p>
    <w:p w14:paraId="2A29EC8C" w14:textId="77777777" w:rsidR="00386544" w:rsidRDefault="00386544" w:rsidP="00386544">
      <w:pPr>
        <w:rPr>
          <w:lang w:val="es-ES"/>
        </w:rPr>
      </w:pPr>
    </w:p>
    <w:p w14:paraId="0DAF5CAB" w14:textId="0FC8EC9D" w:rsidR="00386544" w:rsidRPr="00386544" w:rsidRDefault="00386544" w:rsidP="00386544">
      <w:pPr>
        <w:rPr>
          <w:lang w:val="es-ES"/>
        </w:rPr>
      </w:pPr>
      <w:r w:rsidRPr="00386544">
        <w:rPr>
          <w:lang w:val="es-ES"/>
        </w:rPr>
        <w:t>Comentario individual</w:t>
      </w:r>
    </w:p>
    <w:p w14:paraId="1B82B7A8" w14:textId="77777777" w:rsidR="00386544" w:rsidRPr="00386544" w:rsidRDefault="00386544" w:rsidP="00386544">
      <w:pPr>
        <w:rPr>
          <w:lang w:val="es-ES"/>
        </w:rPr>
      </w:pPr>
    </w:p>
    <w:p w14:paraId="00CC6FF7" w14:textId="77777777" w:rsidR="00386544" w:rsidRPr="00386544" w:rsidRDefault="00386544" w:rsidP="00386544">
      <w:pPr>
        <w:rPr>
          <w:lang w:val="es-ES"/>
        </w:rPr>
      </w:pPr>
    </w:p>
    <w:p w14:paraId="3DF01898" w14:textId="6A269DB9" w:rsidR="00386544" w:rsidRPr="00386544" w:rsidRDefault="00386544">
      <w:pPr>
        <w:pStyle w:val="Listenabsatz"/>
        <w:numPr>
          <w:ilvl w:val="0"/>
          <w:numId w:val="10"/>
        </w:numPr>
        <w:rPr>
          <w:lang w:val="es-ES"/>
        </w:rPr>
      </w:pPr>
      <w:r w:rsidRPr="00386544">
        <w:rPr>
          <w:lang w:val="es-ES"/>
        </w:rPr>
        <w:t>tarea final</w:t>
      </w:r>
    </w:p>
    <w:p w14:paraId="67DA4951" w14:textId="3EEC4C19" w:rsidR="00386544" w:rsidRPr="00D33438" w:rsidRDefault="00386544" w:rsidP="00386544">
      <w:pPr>
        <w:rPr>
          <w:lang w:val="es-ES"/>
        </w:rPr>
      </w:pPr>
      <w:r w:rsidRPr="00386544">
        <w:rPr>
          <w:lang w:val="es-ES"/>
        </w:rPr>
        <w:t>Solución individual</w:t>
      </w:r>
    </w:p>
    <w:p w14:paraId="466A3E18" w14:textId="77777777" w:rsidR="00D33438" w:rsidRPr="00F07052" w:rsidRDefault="00D33438" w:rsidP="00F07052">
      <w:pPr>
        <w:pStyle w:val="Listenabsatz"/>
        <w:rPr>
          <w:lang w:val="es-ES"/>
        </w:rPr>
      </w:pPr>
    </w:p>
    <w:sectPr w:rsidR="00D33438" w:rsidRPr="00F07052" w:rsidSect="00687801">
      <w:headerReference w:type="default" r:id="rId22"/>
      <w:footerReference w:type="default" r:id="rId23"/>
      <w:pgSz w:w="11906" w:h="16838" w:code="9"/>
      <w:pgMar w:top="851" w:right="1134" w:bottom="1134" w:left="1134" w:header="425" w:footer="851"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D7FE94" w14:textId="77777777" w:rsidR="00BC252D" w:rsidRDefault="00BC252D" w:rsidP="00263F44">
      <w:r>
        <w:separator/>
      </w:r>
    </w:p>
  </w:endnote>
  <w:endnote w:type="continuationSeparator" w:id="0">
    <w:p w14:paraId="0A5455DA" w14:textId="77777777" w:rsidR="00BC252D" w:rsidRDefault="00BC252D" w:rsidP="00263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MV Boli"/>
    <w:charset w:val="02"/>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udea">
    <w:altName w:val="Calibri"/>
    <w:charset w:val="00"/>
    <w:family w:val="auto"/>
    <w:pitch w:val="variable"/>
    <w:sig w:usb0="A00000AF" w:usb1="4000206A" w:usb2="00000000" w:usb3="00000000" w:csb0="00000111" w:csb1="00000000"/>
  </w:font>
  <w:font w:name="Cambria">
    <w:panose1 w:val="02040503050406030204"/>
    <w:charset w:val="00"/>
    <w:family w:val="roman"/>
    <w:pitch w:val="variable"/>
    <w:sig w:usb0="E00006FF" w:usb1="420024FF" w:usb2="02000000" w:usb3="00000000" w:csb0="0000019F" w:csb1="00000000"/>
  </w:font>
  <w:font w:name="FreeMono">
    <w:altName w:val="MS Gothic"/>
    <w:panose1 w:val="00000000000000000000"/>
    <w:charset w:val="00"/>
    <w:family w:val="modern"/>
    <w:notTrueType/>
    <w:pitch w:val="fixed"/>
    <w:sig w:usb0="E4002EFF" w:usb1="C2007FFF" w:usb2="00249028" w:usb3="00000000" w:csb0="000001FF" w:csb1="00000000"/>
  </w:font>
  <w:font w:name="Noto Sans Mono CJK SC">
    <w:charset w:val="00"/>
    <w:family w:val="modern"/>
    <w:pitch w:val="fixed"/>
  </w:font>
  <w:font w:name="Liberation Mono">
    <w:altName w:val="MS Gothic"/>
    <w:charset w:val="00"/>
    <w:family w:val="modern"/>
    <w:pitch w:val="fixed"/>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3717B3" w14:textId="36E3A49C" w:rsidR="00EC3925" w:rsidRPr="00120371" w:rsidRDefault="00EC3925" w:rsidP="003C721B">
    <w:pPr>
      <w:pStyle w:val="Kopfzeile"/>
      <w:spacing w:before="283"/>
      <w:rPr>
        <w:sz w:val="20"/>
        <w:szCs w:val="20"/>
      </w:rPr>
    </w:pPr>
    <w:r w:rsidRPr="00120371">
      <w:rPr>
        <w:sz w:val="20"/>
        <w:szCs w:val="20"/>
      </w:rPr>
      <w:t xml:space="preserve">Stand: </w:t>
    </w:r>
    <w:r w:rsidRPr="00120371">
      <w:rPr>
        <w:sz w:val="20"/>
        <w:szCs w:val="20"/>
      </w:rPr>
      <w:fldChar w:fldCharType="begin"/>
    </w:r>
    <w:r w:rsidRPr="00120371">
      <w:rPr>
        <w:sz w:val="20"/>
        <w:szCs w:val="20"/>
      </w:rPr>
      <w:instrText xml:space="preserve"> DATE   \* MERGEFORMAT </w:instrText>
    </w:r>
    <w:r w:rsidRPr="00120371">
      <w:rPr>
        <w:sz w:val="20"/>
        <w:szCs w:val="20"/>
      </w:rPr>
      <w:fldChar w:fldCharType="separate"/>
    </w:r>
    <w:r w:rsidR="001644C5">
      <w:rPr>
        <w:noProof/>
        <w:sz w:val="20"/>
        <w:szCs w:val="20"/>
      </w:rPr>
      <w:t>05.06.2024</w:t>
    </w:r>
    <w:r w:rsidRPr="00120371">
      <w:rPr>
        <w:sz w:val="20"/>
        <w:szCs w:val="20"/>
      </w:rPr>
      <w:fldChar w:fldCharType="end"/>
    </w:r>
    <w:r w:rsidRPr="00120371">
      <w:rPr>
        <w:sz w:val="20"/>
        <w:szCs w:val="20"/>
      </w:rPr>
      <w:tab/>
    </w:r>
    <w:r w:rsidRPr="00120371">
      <w:rPr>
        <w:sz w:val="20"/>
        <w:szCs w:val="20"/>
      </w:rPr>
      <w:tab/>
    </w:r>
    <w:r w:rsidRPr="00120371">
      <w:rPr>
        <w:sz w:val="20"/>
        <w:szCs w:val="20"/>
      </w:rPr>
      <w:fldChar w:fldCharType="begin"/>
    </w:r>
    <w:r w:rsidRPr="00120371">
      <w:rPr>
        <w:sz w:val="20"/>
        <w:szCs w:val="20"/>
      </w:rPr>
      <w:instrText xml:space="preserve"> PAGE   \* MERGEFORMAT </w:instrText>
    </w:r>
    <w:r w:rsidRPr="00120371">
      <w:rPr>
        <w:sz w:val="20"/>
        <w:szCs w:val="20"/>
      </w:rPr>
      <w:fldChar w:fldCharType="separate"/>
    </w:r>
    <w:r w:rsidR="004D069D">
      <w:rPr>
        <w:noProof/>
        <w:sz w:val="20"/>
        <w:szCs w:val="20"/>
      </w:rPr>
      <w:t>19</w:t>
    </w:r>
    <w:r w:rsidRPr="00120371">
      <w:rPr>
        <w:sz w:val="20"/>
        <w:szCs w:val="20"/>
      </w:rPr>
      <w:fldChar w:fldCharType="end"/>
    </w:r>
    <w:r w:rsidRPr="00120371">
      <w:rPr>
        <w:sz w:val="20"/>
        <w:szCs w:val="20"/>
      </w:rPr>
      <w:t xml:space="preserve"> von </w:t>
    </w:r>
    <w:r w:rsidRPr="00120371">
      <w:rPr>
        <w:sz w:val="20"/>
        <w:szCs w:val="20"/>
      </w:rPr>
      <w:fldChar w:fldCharType="begin"/>
    </w:r>
    <w:r w:rsidRPr="00120371">
      <w:rPr>
        <w:sz w:val="20"/>
        <w:szCs w:val="20"/>
      </w:rPr>
      <w:instrText xml:space="preserve"> NUMPAGES  \# "0"  \* MERGEFORMAT </w:instrText>
    </w:r>
    <w:r w:rsidRPr="00120371">
      <w:rPr>
        <w:sz w:val="20"/>
        <w:szCs w:val="20"/>
      </w:rPr>
      <w:fldChar w:fldCharType="separate"/>
    </w:r>
    <w:r w:rsidR="004D069D">
      <w:rPr>
        <w:noProof/>
        <w:sz w:val="20"/>
        <w:szCs w:val="20"/>
      </w:rPr>
      <w:t>19</w:t>
    </w:r>
    <w:r w:rsidRPr="00120371">
      <w:rPr>
        <w:sz w:val="20"/>
        <w:szCs w:val="20"/>
      </w:rPr>
      <w:fldChar w:fldCharType="end"/>
    </w:r>
  </w:p>
  <w:p w14:paraId="40950851" w14:textId="77777777" w:rsidR="00B35B22" w:rsidRDefault="00B35B2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16CFF4" w14:textId="77777777" w:rsidR="00BC252D" w:rsidRDefault="00BC252D" w:rsidP="00263F44">
      <w:r>
        <w:separator/>
      </w:r>
    </w:p>
  </w:footnote>
  <w:footnote w:type="continuationSeparator" w:id="0">
    <w:p w14:paraId="1080FBB5" w14:textId="77777777" w:rsidR="00BC252D" w:rsidRDefault="00BC252D" w:rsidP="00263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981916" w14:textId="118A5148" w:rsidR="00EC3925" w:rsidRDefault="00EC3925" w:rsidP="003C721B">
    <w:pPr>
      <w:pStyle w:val="Kopfzeile"/>
      <w:spacing w:after="400"/>
    </w:pPr>
    <w:r>
      <w:rPr>
        <w:noProof/>
        <w:lang w:eastAsia="de-DE"/>
      </w:rPr>
      <w:drawing>
        <wp:inline distT="0" distB="0" distL="0" distR="0" wp14:anchorId="7EFFB426" wp14:editId="32AF1928">
          <wp:extent cx="407670" cy="259080"/>
          <wp:effectExtent l="0" t="0" r="0" b="0"/>
          <wp:docPr id="13" name="Bild3" descr="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tab/>
    </w:r>
    <w:r>
      <w:tab/>
      <w:t>Fachportal</w:t>
    </w:r>
    <w:r w:rsidR="00BE0109">
      <w:t xml:space="preserve"> Spanisch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E6993"/>
    <w:multiLevelType w:val="hybridMultilevel"/>
    <w:tmpl w:val="E80807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797352"/>
    <w:multiLevelType w:val="hybridMultilevel"/>
    <w:tmpl w:val="6322998A"/>
    <w:lvl w:ilvl="0" w:tplc="04070001">
      <w:start w:val="1"/>
      <w:numFmt w:val="bullet"/>
      <w:lvlText w:val=""/>
      <w:lvlJc w:val="left"/>
      <w:pPr>
        <w:ind w:left="2160" w:hanging="360"/>
      </w:pPr>
      <w:rPr>
        <w:rFonts w:ascii="Symbol" w:hAnsi="Symbol" w:hint="default"/>
      </w:rPr>
    </w:lvl>
    <w:lvl w:ilvl="1" w:tplc="04070003" w:tentative="1">
      <w:start w:val="1"/>
      <w:numFmt w:val="bullet"/>
      <w:lvlText w:val="o"/>
      <w:lvlJc w:val="left"/>
      <w:pPr>
        <w:ind w:left="2880" w:hanging="360"/>
      </w:pPr>
      <w:rPr>
        <w:rFonts w:ascii="Courier New" w:hAnsi="Courier New" w:cs="Courier New" w:hint="default"/>
      </w:rPr>
    </w:lvl>
    <w:lvl w:ilvl="2" w:tplc="04070005" w:tentative="1">
      <w:start w:val="1"/>
      <w:numFmt w:val="bullet"/>
      <w:lvlText w:val=""/>
      <w:lvlJc w:val="left"/>
      <w:pPr>
        <w:ind w:left="3600" w:hanging="360"/>
      </w:pPr>
      <w:rPr>
        <w:rFonts w:ascii="Wingdings" w:hAnsi="Wingdings" w:hint="default"/>
      </w:rPr>
    </w:lvl>
    <w:lvl w:ilvl="3" w:tplc="04070001" w:tentative="1">
      <w:start w:val="1"/>
      <w:numFmt w:val="bullet"/>
      <w:lvlText w:val=""/>
      <w:lvlJc w:val="left"/>
      <w:pPr>
        <w:ind w:left="4320" w:hanging="360"/>
      </w:pPr>
      <w:rPr>
        <w:rFonts w:ascii="Symbol" w:hAnsi="Symbol" w:hint="default"/>
      </w:rPr>
    </w:lvl>
    <w:lvl w:ilvl="4" w:tplc="04070003" w:tentative="1">
      <w:start w:val="1"/>
      <w:numFmt w:val="bullet"/>
      <w:lvlText w:val="o"/>
      <w:lvlJc w:val="left"/>
      <w:pPr>
        <w:ind w:left="5040" w:hanging="360"/>
      </w:pPr>
      <w:rPr>
        <w:rFonts w:ascii="Courier New" w:hAnsi="Courier New" w:cs="Courier New" w:hint="default"/>
      </w:rPr>
    </w:lvl>
    <w:lvl w:ilvl="5" w:tplc="04070005" w:tentative="1">
      <w:start w:val="1"/>
      <w:numFmt w:val="bullet"/>
      <w:lvlText w:val=""/>
      <w:lvlJc w:val="left"/>
      <w:pPr>
        <w:ind w:left="5760" w:hanging="360"/>
      </w:pPr>
      <w:rPr>
        <w:rFonts w:ascii="Wingdings" w:hAnsi="Wingdings" w:hint="default"/>
      </w:rPr>
    </w:lvl>
    <w:lvl w:ilvl="6" w:tplc="04070001" w:tentative="1">
      <w:start w:val="1"/>
      <w:numFmt w:val="bullet"/>
      <w:lvlText w:val=""/>
      <w:lvlJc w:val="left"/>
      <w:pPr>
        <w:ind w:left="6480" w:hanging="360"/>
      </w:pPr>
      <w:rPr>
        <w:rFonts w:ascii="Symbol" w:hAnsi="Symbol" w:hint="default"/>
      </w:rPr>
    </w:lvl>
    <w:lvl w:ilvl="7" w:tplc="04070003" w:tentative="1">
      <w:start w:val="1"/>
      <w:numFmt w:val="bullet"/>
      <w:lvlText w:val="o"/>
      <w:lvlJc w:val="left"/>
      <w:pPr>
        <w:ind w:left="7200" w:hanging="360"/>
      </w:pPr>
      <w:rPr>
        <w:rFonts w:ascii="Courier New" w:hAnsi="Courier New" w:cs="Courier New" w:hint="default"/>
      </w:rPr>
    </w:lvl>
    <w:lvl w:ilvl="8" w:tplc="04070005" w:tentative="1">
      <w:start w:val="1"/>
      <w:numFmt w:val="bullet"/>
      <w:lvlText w:val=""/>
      <w:lvlJc w:val="left"/>
      <w:pPr>
        <w:ind w:left="7920" w:hanging="360"/>
      </w:pPr>
      <w:rPr>
        <w:rFonts w:ascii="Wingdings" w:hAnsi="Wingdings" w:hint="default"/>
      </w:rPr>
    </w:lvl>
  </w:abstractNum>
  <w:abstractNum w:abstractNumId="2" w15:restartNumberingAfterBreak="0">
    <w:nsid w:val="0EA632C8"/>
    <w:multiLevelType w:val="hybridMultilevel"/>
    <w:tmpl w:val="A4B8CFF4"/>
    <w:lvl w:ilvl="0" w:tplc="04070017">
      <w:start w:val="2"/>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4053016"/>
    <w:multiLevelType w:val="hybridMultilevel"/>
    <w:tmpl w:val="FF5AD9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8510779"/>
    <w:multiLevelType w:val="multilevel"/>
    <w:tmpl w:val="038C7F12"/>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2CCE095E"/>
    <w:multiLevelType w:val="hybridMultilevel"/>
    <w:tmpl w:val="A0346FE2"/>
    <w:lvl w:ilvl="0" w:tplc="0CE2A65C">
      <w:start w:val="1"/>
      <w:numFmt w:val="lowerLetter"/>
      <w:pStyle w:val="Nummerierungabc"/>
      <w:lvlText w:val="%1)"/>
      <w:lvlJc w:val="left"/>
      <w:pPr>
        <w:ind w:left="720" w:hanging="360"/>
      </w:pPr>
      <w:rPr>
        <w:rFonts w:hint="default"/>
        <w:color w:val="84000D"/>
      </w:rPr>
    </w:lvl>
    <w:lvl w:ilvl="1" w:tplc="1D84A1EE">
      <w:start w:val="1"/>
      <w:numFmt w:val="decimal"/>
      <w:lvlText w:val="%2."/>
      <w:lvlJc w:val="left"/>
      <w:pPr>
        <w:ind w:left="1785" w:hanging="705"/>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E291456"/>
    <w:multiLevelType w:val="hybridMultilevel"/>
    <w:tmpl w:val="059A34C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F581052"/>
    <w:multiLevelType w:val="hybridMultilevel"/>
    <w:tmpl w:val="4068238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4A85272"/>
    <w:multiLevelType w:val="hybridMultilevel"/>
    <w:tmpl w:val="458A2FFA"/>
    <w:lvl w:ilvl="0" w:tplc="F120FDE8">
      <w:start w:val="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DFC7CB9"/>
    <w:multiLevelType w:val="hybridMultilevel"/>
    <w:tmpl w:val="A7A051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3617892"/>
    <w:multiLevelType w:val="hybridMultilevel"/>
    <w:tmpl w:val="CF8CD138"/>
    <w:lvl w:ilvl="0" w:tplc="74125A8A">
      <w:start w:val="1"/>
      <w:numFmt w:val="bullet"/>
      <w:pStyle w:val="CheckboxenalsListe0"/>
      <w:lvlText w:val=""/>
      <w:lvlJc w:val="left"/>
      <w:pPr>
        <w:ind w:left="720" w:hanging="360"/>
      </w:pPr>
      <w:rPr>
        <w:rFonts w:ascii="Wingdings" w:hAnsi="Wingdings" w:hint="default"/>
        <w:color w:val="84000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57B11A2"/>
    <w:multiLevelType w:val="multilevel"/>
    <w:tmpl w:val="1BEEEDD2"/>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2" w15:restartNumberingAfterBreak="0">
    <w:nsid w:val="5938150F"/>
    <w:multiLevelType w:val="hybridMultilevel"/>
    <w:tmpl w:val="3C0E349C"/>
    <w:lvl w:ilvl="0" w:tplc="A130600A">
      <w:start w:val="1"/>
      <w:numFmt w:val="decimal"/>
      <w:pStyle w:val="Nummerierung123"/>
      <w:lvlText w:val="%1."/>
      <w:lvlJc w:val="left"/>
      <w:pPr>
        <w:ind w:left="1068" w:hanging="360"/>
      </w:pPr>
      <w:rPr>
        <w:rFonts w:hint="default"/>
        <w:color w:val="84000D"/>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13" w15:restartNumberingAfterBreak="0">
    <w:nsid w:val="72C418AA"/>
    <w:multiLevelType w:val="multilevel"/>
    <w:tmpl w:val="1DCC5EBC"/>
    <w:styleLink w:val="List11"/>
    <w:lvl w:ilvl="0">
      <w:start w:val="1"/>
      <w:numFmt w:val="bullet"/>
      <w:pStyle w:val="AufzhlungszeichenPunkt"/>
      <w:lvlText w:val=""/>
      <w:lvlJc w:val="left"/>
      <w:pPr>
        <w:ind w:left="720" w:hanging="363"/>
      </w:pPr>
      <w:rPr>
        <w:rFonts w:ascii="Symbol" w:hAnsi="Symbol" w:hint="default"/>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num w:numId="1" w16cid:durableId="147284262">
    <w:abstractNumId w:val="11"/>
  </w:num>
  <w:num w:numId="2" w16cid:durableId="2072386393">
    <w:abstractNumId w:val="4"/>
  </w:num>
  <w:num w:numId="3" w16cid:durableId="482356465">
    <w:abstractNumId w:val="13"/>
  </w:num>
  <w:num w:numId="4" w16cid:durableId="1654800274">
    <w:abstractNumId w:val="12"/>
  </w:num>
  <w:num w:numId="5" w16cid:durableId="440032783">
    <w:abstractNumId w:val="5"/>
  </w:num>
  <w:num w:numId="6" w16cid:durableId="1086422522">
    <w:abstractNumId w:val="10"/>
  </w:num>
  <w:num w:numId="7" w16cid:durableId="2099905189">
    <w:abstractNumId w:val="7"/>
  </w:num>
  <w:num w:numId="8" w16cid:durableId="1526210318">
    <w:abstractNumId w:val="8"/>
  </w:num>
  <w:num w:numId="9" w16cid:durableId="1929774462">
    <w:abstractNumId w:val="2"/>
  </w:num>
  <w:num w:numId="10" w16cid:durableId="1099062731">
    <w:abstractNumId w:val="6"/>
  </w:num>
  <w:num w:numId="11" w16cid:durableId="1396052884">
    <w:abstractNumId w:val="9"/>
  </w:num>
  <w:num w:numId="12" w16cid:durableId="1335568913">
    <w:abstractNumId w:val="3"/>
  </w:num>
  <w:num w:numId="13" w16cid:durableId="1235314891">
    <w:abstractNumId w:val="0"/>
  </w:num>
  <w:num w:numId="14" w16cid:durableId="300577843">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109"/>
    <w:rsid w:val="000119F5"/>
    <w:rsid w:val="0002154A"/>
    <w:rsid w:val="00035065"/>
    <w:rsid w:val="000433EF"/>
    <w:rsid w:val="00044174"/>
    <w:rsid w:val="00046BB2"/>
    <w:rsid w:val="00083838"/>
    <w:rsid w:val="0009635B"/>
    <w:rsid w:val="000A08F7"/>
    <w:rsid w:val="000A2FD9"/>
    <w:rsid w:val="000B2587"/>
    <w:rsid w:val="000B6116"/>
    <w:rsid w:val="000C1825"/>
    <w:rsid w:val="000C1899"/>
    <w:rsid w:val="000C2AFD"/>
    <w:rsid w:val="000C4F61"/>
    <w:rsid w:val="000C7E6C"/>
    <w:rsid w:val="000D4B92"/>
    <w:rsid w:val="000E4A64"/>
    <w:rsid w:val="000E5416"/>
    <w:rsid w:val="000F63D9"/>
    <w:rsid w:val="0010328B"/>
    <w:rsid w:val="00105D0F"/>
    <w:rsid w:val="001078A6"/>
    <w:rsid w:val="001105AA"/>
    <w:rsid w:val="001175D9"/>
    <w:rsid w:val="00120371"/>
    <w:rsid w:val="00120E86"/>
    <w:rsid w:val="00121015"/>
    <w:rsid w:val="00125873"/>
    <w:rsid w:val="001313B3"/>
    <w:rsid w:val="0013279F"/>
    <w:rsid w:val="00134EFF"/>
    <w:rsid w:val="00135C29"/>
    <w:rsid w:val="00144822"/>
    <w:rsid w:val="001474C2"/>
    <w:rsid w:val="001510F8"/>
    <w:rsid w:val="00154B07"/>
    <w:rsid w:val="00164459"/>
    <w:rsid w:val="001644C5"/>
    <w:rsid w:val="00165250"/>
    <w:rsid w:val="0016530C"/>
    <w:rsid w:val="00181397"/>
    <w:rsid w:val="00193366"/>
    <w:rsid w:val="001A016C"/>
    <w:rsid w:val="001A2103"/>
    <w:rsid w:val="001A7B50"/>
    <w:rsid w:val="001E03DE"/>
    <w:rsid w:val="001E0C03"/>
    <w:rsid w:val="001E0E95"/>
    <w:rsid w:val="001E2674"/>
    <w:rsid w:val="001F036B"/>
    <w:rsid w:val="001F513D"/>
    <w:rsid w:val="00201C0D"/>
    <w:rsid w:val="00217CB7"/>
    <w:rsid w:val="002204CB"/>
    <w:rsid w:val="00220C31"/>
    <w:rsid w:val="00221688"/>
    <w:rsid w:val="002223B8"/>
    <w:rsid w:val="00230761"/>
    <w:rsid w:val="0023488D"/>
    <w:rsid w:val="00241FAB"/>
    <w:rsid w:val="0024208F"/>
    <w:rsid w:val="00244304"/>
    <w:rsid w:val="00251D4C"/>
    <w:rsid w:val="00253D95"/>
    <w:rsid w:val="002606E0"/>
    <w:rsid w:val="00263F44"/>
    <w:rsid w:val="00267ED8"/>
    <w:rsid w:val="00274B6E"/>
    <w:rsid w:val="00274CF4"/>
    <w:rsid w:val="00282513"/>
    <w:rsid w:val="0028650B"/>
    <w:rsid w:val="00292BAF"/>
    <w:rsid w:val="002938BF"/>
    <w:rsid w:val="00296589"/>
    <w:rsid w:val="00296EC1"/>
    <w:rsid w:val="002A2BFF"/>
    <w:rsid w:val="002B2CC9"/>
    <w:rsid w:val="002B2E7E"/>
    <w:rsid w:val="002B3F74"/>
    <w:rsid w:val="002C5AF4"/>
    <w:rsid w:val="002D50BA"/>
    <w:rsid w:val="002E0DB6"/>
    <w:rsid w:val="002E3970"/>
    <w:rsid w:val="002E3E31"/>
    <w:rsid w:val="002E68F9"/>
    <w:rsid w:val="002F0BD5"/>
    <w:rsid w:val="002F2E66"/>
    <w:rsid w:val="002F7484"/>
    <w:rsid w:val="0030155E"/>
    <w:rsid w:val="00303DAE"/>
    <w:rsid w:val="00307652"/>
    <w:rsid w:val="00311C43"/>
    <w:rsid w:val="0031365B"/>
    <w:rsid w:val="00322F59"/>
    <w:rsid w:val="00333CC2"/>
    <w:rsid w:val="0033664E"/>
    <w:rsid w:val="00336D04"/>
    <w:rsid w:val="00347592"/>
    <w:rsid w:val="00347A92"/>
    <w:rsid w:val="00351C3E"/>
    <w:rsid w:val="00360F1B"/>
    <w:rsid w:val="003649A3"/>
    <w:rsid w:val="00374460"/>
    <w:rsid w:val="003754E3"/>
    <w:rsid w:val="00382E95"/>
    <w:rsid w:val="00386544"/>
    <w:rsid w:val="0039124F"/>
    <w:rsid w:val="0039261D"/>
    <w:rsid w:val="003969C3"/>
    <w:rsid w:val="00397C19"/>
    <w:rsid w:val="003A0618"/>
    <w:rsid w:val="003A7640"/>
    <w:rsid w:val="003B2130"/>
    <w:rsid w:val="003B47B6"/>
    <w:rsid w:val="003C721B"/>
    <w:rsid w:val="003D5C35"/>
    <w:rsid w:val="003E5C20"/>
    <w:rsid w:val="004046CE"/>
    <w:rsid w:val="004204D2"/>
    <w:rsid w:val="00431EA3"/>
    <w:rsid w:val="0043692F"/>
    <w:rsid w:val="0044650F"/>
    <w:rsid w:val="00455880"/>
    <w:rsid w:val="0046328C"/>
    <w:rsid w:val="00470E0A"/>
    <w:rsid w:val="0048193B"/>
    <w:rsid w:val="00490727"/>
    <w:rsid w:val="0049328F"/>
    <w:rsid w:val="0049356E"/>
    <w:rsid w:val="004A3225"/>
    <w:rsid w:val="004A7CC2"/>
    <w:rsid w:val="004B1AE5"/>
    <w:rsid w:val="004B2484"/>
    <w:rsid w:val="004B5B8D"/>
    <w:rsid w:val="004C2136"/>
    <w:rsid w:val="004D069D"/>
    <w:rsid w:val="004D476C"/>
    <w:rsid w:val="004D70E5"/>
    <w:rsid w:val="004F0F9E"/>
    <w:rsid w:val="00514DF7"/>
    <w:rsid w:val="005154E3"/>
    <w:rsid w:val="005259C4"/>
    <w:rsid w:val="00532DFA"/>
    <w:rsid w:val="00535128"/>
    <w:rsid w:val="00535666"/>
    <w:rsid w:val="00535E5A"/>
    <w:rsid w:val="00542D7D"/>
    <w:rsid w:val="00554717"/>
    <w:rsid w:val="00554A4B"/>
    <w:rsid w:val="00560007"/>
    <w:rsid w:val="005735E9"/>
    <w:rsid w:val="00573E4F"/>
    <w:rsid w:val="00575A52"/>
    <w:rsid w:val="00577F24"/>
    <w:rsid w:val="005817A7"/>
    <w:rsid w:val="00594368"/>
    <w:rsid w:val="00595DFD"/>
    <w:rsid w:val="005A2907"/>
    <w:rsid w:val="005B5D38"/>
    <w:rsid w:val="005B6258"/>
    <w:rsid w:val="005C0A84"/>
    <w:rsid w:val="005C3DE5"/>
    <w:rsid w:val="005D1671"/>
    <w:rsid w:val="005D32AB"/>
    <w:rsid w:val="005D74F8"/>
    <w:rsid w:val="005E11D2"/>
    <w:rsid w:val="005E2D87"/>
    <w:rsid w:val="005E43EE"/>
    <w:rsid w:val="005F2FD8"/>
    <w:rsid w:val="005F52B1"/>
    <w:rsid w:val="005F7B80"/>
    <w:rsid w:val="00601D86"/>
    <w:rsid w:val="0062129C"/>
    <w:rsid w:val="0063086E"/>
    <w:rsid w:val="00633CC6"/>
    <w:rsid w:val="00634E2F"/>
    <w:rsid w:val="00637FC6"/>
    <w:rsid w:val="006424DD"/>
    <w:rsid w:val="0064329A"/>
    <w:rsid w:val="0065020E"/>
    <w:rsid w:val="00650318"/>
    <w:rsid w:val="006505DB"/>
    <w:rsid w:val="00653A69"/>
    <w:rsid w:val="0066471F"/>
    <w:rsid w:val="00670BD3"/>
    <w:rsid w:val="00676A9C"/>
    <w:rsid w:val="00682F6A"/>
    <w:rsid w:val="00686F80"/>
    <w:rsid w:val="00687801"/>
    <w:rsid w:val="00692BF1"/>
    <w:rsid w:val="006931E2"/>
    <w:rsid w:val="00695285"/>
    <w:rsid w:val="00697CA8"/>
    <w:rsid w:val="006A3C4F"/>
    <w:rsid w:val="006A6716"/>
    <w:rsid w:val="006B3B75"/>
    <w:rsid w:val="006B485D"/>
    <w:rsid w:val="006C02C3"/>
    <w:rsid w:val="006C1699"/>
    <w:rsid w:val="006D08AC"/>
    <w:rsid w:val="006D3C1A"/>
    <w:rsid w:val="006D7A4A"/>
    <w:rsid w:val="006E12BB"/>
    <w:rsid w:val="00702E90"/>
    <w:rsid w:val="007031C6"/>
    <w:rsid w:val="00705C1A"/>
    <w:rsid w:val="0071649F"/>
    <w:rsid w:val="00717611"/>
    <w:rsid w:val="007262B2"/>
    <w:rsid w:val="00746C93"/>
    <w:rsid w:val="00747952"/>
    <w:rsid w:val="007566E6"/>
    <w:rsid w:val="00766DC2"/>
    <w:rsid w:val="00797578"/>
    <w:rsid w:val="007A0885"/>
    <w:rsid w:val="007A1BAD"/>
    <w:rsid w:val="007A5904"/>
    <w:rsid w:val="007B2DCA"/>
    <w:rsid w:val="007B5295"/>
    <w:rsid w:val="007B6059"/>
    <w:rsid w:val="007C2EB8"/>
    <w:rsid w:val="007D5D28"/>
    <w:rsid w:val="007E00B0"/>
    <w:rsid w:val="007E4198"/>
    <w:rsid w:val="007F5051"/>
    <w:rsid w:val="00805950"/>
    <w:rsid w:val="00806A96"/>
    <w:rsid w:val="00811543"/>
    <w:rsid w:val="00813751"/>
    <w:rsid w:val="00822474"/>
    <w:rsid w:val="008266B1"/>
    <w:rsid w:val="00830E17"/>
    <w:rsid w:val="00851F1D"/>
    <w:rsid w:val="008626D1"/>
    <w:rsid w:val="008666EC"/>
    <w:rsid w:val="00872FD6"/>
    <w:rsid w:val="00874794"/>
    <w:rsid w:val="008836AE"/>
    <w:rsid w:val="00891551"/>
    <w:rsid w:val="008A2EBA"/>
    <w:rsid w:val="008A7911"/>
    <w:rsid w:val="008B5BD4"/>
    <w:rsid w:val="008B696F"/>
    <w:rsid w:val="008D311C"/>
    <w:rsid w:val="008D547C"/>
    <w:rsid w:val="008E0658"/>
    <w:rsid w:val="008E12E1"/>
    <w:rsid w:val="008E62DC"/>
    <w:rsid w:val="008F0279"/>
    <w:rsid w:val="008F3F19"/>
    <w:rsid w:val="009027E5"/>
    <w:rsid w:val="0090616C"/>
    <w:rsid w:val="009150FA"/>
    <w:rsid w:val="0092578C"/>
    <w:rsid w:val="00934807"/>
    <w:rsid w:val="00934B0F"/>
    <w:rsid w:val="009458A1"/>
    <w:rsid w:val="00947D37"/>
    <w:rsid w:val="00950A22"/>
    <w:rsid w:val="009533B3"/>
    <w:rsid w:val="009638F8"/>
    <w:rsid w:val="00963EDC"/>
    <w:rsid w:val="0097339B"/>
    <w:rsid w:val="009762CC"/>
    <w:rsid w:val="009935DA"/>
    <w:rsid w:val="00995614"/>
    <w:rsid w:val="009A2B22"/>
    <w:rsid w:val="009A2D42"/>
    <w:rsid w:val="009A60CC"/>
    <w:rsid w:val="009C05F9"/>
    <w:rsid w:val="009C59DB"/>
    <w:rsid w:val="009D1FCD"/>
    <w:rsid w:val="009E1A78"/>
    <w:rsid w:val="009E4E71"/>
    <w:rsid w:val="009E4E76"/>
    <w:rsid w:val="009E6501"/>
    <w:rsid w:val="009F3536"/>
    <w:rsid w:val="009F4E5F"/>
    <w:rsid w:val="00A02163"/>
    <w:rsid w:val="00A05355"/>
    <w:rsid w:val="00A12327"/>
    <w:rsid w:val="00A2219A"/>
    <w:rsid w:val="00A22A12"/>
    <w:rsid w:val="00A32CC4"/>
    <w:rsid w:val="00A45FDA"/>
    <w:rsid w:val="00A52B50"/>
    <w:rsid w:val="00A602E8"/>
    <w:rsid w:val="00A718E9"/>
    <w:rsid w:val="00A76B88"/>
    <w:rsid w:val="00A776BB"/>
    <w:rsid w:val="00A80D3E"/>
    <w:rsid w:val="00A815C2"/>
    <w:rsid w:val="00A82D51"/>
    <w:rsid w:val="00A83CBC"/>
    <w:rsid w:val="00A91289"/>
    <w:rsid w:val="00A9421D"/>
    <w:rsid w:val="00AA2550"/>
    <w:rsid w:val="00AA2922"/>
    <w:rsid w:val="00AA3575"/>
    <w:rsid w:val="00AA479F"/>
    <w:rsid w:val="00AA4CD0"/>
    <w:rsid w:val="00AB0FE7"/>
    <w:rsid w:val="00AB3614"/>
    <w:rsid w:val="00AB5698"/>
    <w:rsid w:val="00AC3B99"/>
    <w:rsid w:val="00AC68F4"/>
    <w:rsid w:val="00AC7239"/>
    <w:rsid w:val="00AD1917"/>
    <w:rsid w:val="00AD72AA"/>
    <w:rsid w:val="00AE0126"/>
    <w:rsid w:val="00AE367B"/>
    <w:rsid w:val="00AE6F99"/>
    <w:rsid w:val="00AE7ED3"/>
    <w:rsid w:val="00AF3A17"/>
    <w:rsid w:val="00AF4FBC"/>
    <w:rsid w:val="00AF6DFF"/>
    <w:rsid w:val="00AF73C8"/>
    <w:rsid w:val="00B00C2B"/>
    <w:rsid w:val="00B00ECE"/>
    <w:rsid w:val="00B0722F"/>
    <w:rsid w:val="00B15903"/>
    <w:rsid w:val="00B16CF9"/>
    <w:rsid w:val="00B347F2"/>
    <w:rsid w:val="00B34CB2"/>
    <w:rsid w:val="00B35B22"/>
    <w:rsid w:val="00B47F48"/>
    <w:rsid w:val="00B553E2"/>
    <w:rsid w:val="00B576C4"/>
    <w:rsid w:val="00B7048F"/>
    <w:rsid w:val="00B73422"/>
    <w:rsid w:val="00B8215D"/>
    <w:rsid w:val="00B90B2E"/>
    <w:rsid w:val="00BA4783"/>
    <w:rsid w:val="00BA5A1F"/>
    <w:rsid w:val="00BA69FB"/>
    <w:rsid w:val="00BB7DED"/>
    <w:rsid w:val="00BC252D"/>
    <w:rsid w:val="00BD195B"/>
    <w:rsid w:val="00BD2D1F"/>
    <w:rsid w:val="00BD6A38"/>
    <w:rsid w:val="00BE0109"/>
    <w:rsid w:val="00BF6D36"/>
    <w:rsid w:val="00BF7A00"/>
    <w:rsid w:val="00C024DD"/>
    <w:rsid w:val="00C07D9B"/>
    <w:rsid w:val="00C1022E"/>
    <w:rsid w:val="00C13620"/>
    <w:rsid w:val="00C20184"/>
    <w:rsid w:val="00C22C2F"/>
    <w:rsid w:val="00C22DA6"/>
    <w:rsid w:val="00C30354"/>
    <w:rsid w:val="00C364B0"/>
    <w:rsid w:val="00C43374"/>
    <w:rsid w:val="00C459B9"/>
    <w:rsid w:val="00C463C2"/>
    <w:rsid w:val="00C609A6"/>
    <w:rsid w:val="00C6360C"/>
    <w:rsid w:val="00C66C69"/>
    <w:rsid w:val="00C74AB3"/>
    <w:rsid w:val="00C8127F"/>
    <w:rsid w:val="00C82907"/>
    <w:rsid w:val="00C829E8"/>
    <w:rsid w:val="00C91BDE"/>
    <w:rsid w:val="00C93277"/>
    <w:rsid w:val="00CA12E7"/>
    <w:rsid w:val="00CA1A71"/>
    <w:rsid w:val="00CB6C1D"/>
    <w:rsid w:val="00CC2266"/>
    <w:rsid w:val="00CC49D7"/>
    <w:rsid w:val="00CC5209"/>
    <w:rsid w:val="00CC5F04"/>
    <w:rsid w:val="00CC6C70"/>
    <w:rsid w:val="00CD6932"/>
    <w:rsid w:val="00CE13DA"/>
    <w:rsid w:val="00D05737"/>
    <w:rsid w:val="00D074DD"/>
    <w:rsid w:val="00D11D30"/>
    <w:rsid w:val="00D17AA7"/>
    <w:rsid w:val="00D24408"/>
    <w:rsid w:val="00D33438"/>
    <w:rsid w:val="00D3700E"/>
    <w:rsid w:val="00D46307"/>
    <w:rsid w:val="00D56501"/>
    <w:rsid w:val="00D6138B"/>
    <w:rsid w:val="00D6554E"/>
    <w:rsid w:val="00D6702E"/>
    <w:rsid w:val="00D727DB"/>
    <w:rsid w:val="00D80989"/>
    <w:rsid w:val="00D813BA"/>
    <w:rsid w:val="00D83FEF"/>
    <w:rsid w:val="00D86561"/>
    <w:rsid w:val="00D969BB"/>
    <w:rsid w:val="00DA10EA"/>
    <w:rsid w:val="00DA1E6E"/>
    <w:rsid w:val="00DD03E6"/>
    <w:rsid w:val="00DD0775"/>
    <w:rsid w:val="00DD3ABE"/>
    <w:rsid w:val="00DD5927"/>
    <w:rsid w:val="00DE41D6"/>
    <w:rsid w:val="00DE7F37"/>
    <w:rsid w:val="00DF7D24"/>
    <w:rsid w:val="00E11FC0"/>
    <w:rsid w:val="00E33CC2"/>
    <w:rsid w:val="00E45CE7"/>
    <w:rsid w:val="00E475FB"/>
    <w:rsid w:val="00E51D92"/>
    <w:rsid w:val="00E55190"/>
    <w:rsid w:val="00E621A1"/>
    <w:rsid w:val="00E6580F"/>
    <w:rsid w:val="00E66BC2"/>
    <w:rsid w:val="00E67DE2"/>
    <w:rsid w:val="00E760C6"/>
    <w:rsid w:val="00E83DBD"/>
    <w:rsid w:val="00E8738F"/>
    <w:rsid w:val="00E945C6"/>
    <w:rsid w:val="00E974D1"/>
    <w:rsid w:val="00EC3925"/>
    <w:rsid w:val="00ED286F"/>
    <w:rsid w:val="00EF12EA"/>
    <w:rsid w:val="00EF2646"/>
    <w:rsid w:val="00EF5535"/>
    <w:rsid w:val="00F07052"/>
    <w:rsid w:val="00F1081A"/>
    <w:rsid w:val="00F1349A"/>
    <w:rsid w:val="00F214A3"/>
    <w:rsid w:val="00F232B5"/>
    <w:rsid w:val="00F25E13"/>
    <w:rsid w:val="00F30208"/>
    <w:rsid w:val="00F33C80"/>
    <w:rsid w:val="00F41860"/>
    <w:rsid w:val="00F4327F"/>
    <w:rsid w:val="00F44A67"/>
    <w:rsid w:val="00F52EFA"/>
    <w:rsid w:val="00F5768C"/>
    <w:rsid w:val="00F57897"/>
    <w:rsid w:val="00F61535"/>
    <w:rsid w:val="00F62674"/>
    <w:rsid w:val="00F66096"/>
    <w:rsid w:val="00F90FD3"/>
    <w:rsid w:val="00F91372"/>
    <w:rsid w:val="00FA5923"/>
    <w:rsid w:val="00FA6F16"/>
    <w:rsid w:val="00FB7C19"/>
    <w:rsid w:val="00FD2C5A"/>
    <w:rsid w:val="00FD5C5F"/>
    <w:rsid w:val="00FD7256"/>
    <w:rsid w:val="00FE3C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3BCC0C"/>
  <w15:chartTrackingRefBased/>
  <w15:docId w15:val="{027098CE-B410-4ACB-8B78-AD04C97D3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1917"/>
    <w:pPr>
      <w:suppressLineNumbers/>
      <w:spacing w:after="119" w:line="288" w:lineRule="auto"/>
    </w:pPr>
    <w:rPr>
      <w:rFonts w:ascii="Gudea" w:hAnsi="Gudea"/>
    </w:rPr>
  </w:style>
  <w:style w:type="paragraph" w:styleId="berschrift1">
    <w:name w:val="heading 1"/>
    <w:basedOn w:val="Inhaltsverzeichnisberschrift"/>
    <w:next w:val="Standard"/>
    <w:link w:val="berschrift1Zchn"/>
    <w:uiPriority w:val="9"/>
    <w:qFormat/>
    <w:rsid w:val="000E5416"/>
    <w:pPr>
      <w:keepNext/>
      <w:numPr>
        <w:numId w:val="1"/>
      </w:numPr>
      <w:pBdr>
        <w:bottom w:val="single" w:sz="4" w:space="0" w:color="B70017"/>
      </w:pBdr>
      <w:tabs>
        <w:tab w:val="left" w:pos="357"/>
        <w:tab w:val="left" w:pos="539"/>
        <w:tab w:val="left" w:pos="720"/>
        <w:tab w:val="left" w:pos="902"/>
        <w:tab w:val="left" w:pos="1077"/>
      </w:tabs>
      <w:outlineLvl w:val="0"/>
    </w:pPr>
  </w:style>
  <w:style w:type="paragraph" w:styleId="berschrift2">
    <w:name w:val="heading 2"/>
    <w:basedOn w:val="Standard"/>
    <w:next w:val="Standard"/>
    <w:link w:val="berschrift2Zchn"/>
    <w:uiPriority w:val="9"/>
    <w:unhideWhenUsed/>
    <w:qFormat/>
    <w:rsid w:val="000E5416"/>
    <w:pPr>
      <w:keepNext/>
      <w:numPr>
        <w:ilvl w:val="1"/>
        <w:numId w:val="1"/>
      </w:numPr>
      <w:tabs>
        <w:tab w:val="left" w:pos="357"/>
        <w:tab w:val="left" w:pos="539"/>
        <w:tab w:val="left" w:pos="720"/>
        <w:tab w:val="left" w:pos="902"/>
        <w:tab w:val="left" w:pos="1077"/>
      </w:tabs>
      <w:spacing w:before="198"/>
      <w:outlineLvl w:val="1"/>
    </w:pPr>
    <w:rPr>
      <w:sz w:val="32"/>
    </w:rPr>
  </w:style>
  <w:style w:type="paragraph" w:styleId="berschrift3">
    <w:name w:val="heading 3"/>
    <w:basedOn w:val="Standard"/>
    <w:next w:val="Standard"/>
    <w:link w:val="berschrift3Zchn"/>
    <w:uiPriority w:val="9"/>
    <w:unhideWhenUsed/>
    <w:qFormat/>
    <w:rsid w:val="00532DFA"/>
    <w:pPr>
      <w:keepNext/>
      <w:keepLines/>
      <w:numPr>
        <w:ilvl w:val="2"/>
        <w:numId w:val="1"/>
      </w:numPr>
      <w:tabs>
        <w:tab w:val="left" w:pos="357"/>
        <w:tab w:val="left" w:pos="539"/>
        <w:tab w:val="left" w:pos="720"/>
        <w:tab w:val="left" w:pos="902"/>
        <w:tab w:val="left" w:pos="1077"/>
      </w:tabs>
      <w:spacing w:before="142"/>
      <w:outlineLvl w:val="2"/>
    </w:pPr>
    <w:rPr>
      <w:rFonts w:eastAsiaTheme="majorEastAsia" w:cstheme="majorBidi"/>
      <w:sz w:val="28"/>
    </w:rPr>
  </w:style>
  <w:style w:type="paragraph" w:styleId="berschrift4">
    <w:name w:val="heading 4"/>
    <w:basedOn w:val="Standard"/>
    <w:next w:val="Standard"/>
    <w:link w:val="berschrift4Zchn"/>
    <w:uiPriority w:val="9"/>
    <w:semiHidden/>
    <w:unhideWhenUsed/>
    <w:qFormat/>
    <w:rsid w:val="00D80989"/>
    <w:pPr>
      <w:keepNext/>
      <w:keepLines/>
      <w:numPr>
        <w:ilvl w:val="3"/>
        <w:numId w:val="1"/>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unhideWhenUsed/>
    <w:qFormat/>
    <w:rsid w:val="00D80989"/>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D80989"/>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D80989"/>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D8098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8098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krperzentriert">
    <w:name w:val="Textkörper zentriert"/>
    <w:basedOn w:val="TextkrpermitZeilenummern"/>
    <w:next w:val="Standard"/>
    <w:link w:val="TextkrperzentriertZchn"/>
    <w:qFormat/>
    <w:rsid w:val="00747952"/>
    <w:pPr>
      <w:suppressLineNumbers/>
      <w:jc w:val="center"/>
    </w:pPr>
  </w:style>
  <w:style w:type="paragraph" w:customStyle="1" w:styleId="Quellenangabe">
    <w:name w:val="Quellenangabe"/>
    <w:basedOn w:val="Standard"/>
    <w:link w:val="QuellenangabeZchn"/>
    <w:qFormat/>
    <w:rsid w:val="00A22A12"/>
    <w:pPr>
      <w:jc w:val="right"/>
    </w:pPr>
    <w:rPr>
      <w:sz w:val="20"/>
    </w:rPr>
  </w:style>
  <w:style w:type="paragraph" w:customStyle="1" w:styleId="AutorenangabeErsteSeite">
    <w:name w:val="Autorenangabe Erste Seite"/>
    <w:basedOn w:val="Standard"/>
    <w:link w:val="AutorenangabeErsteSeiteZchn"/>
    <w:qFormat/>
    <w:rsid w:val="00B00C2B"/>
    <w:pPr>
      <w:spacing w:before="4043"/>
    </w:pPr>
  </w:style>
  <w:style w:type="paragraph" w:customStyle="1" w:styleId="AbbildungsindexZ">
    <w:name w:val="Abbildungsindex Z"/>
    <w:basedOn w:val="Textkrperzentriert"/>
    <w:link w:val="AbbildungsindexZZchn"/>
    <w:qFormat/>
    <w:rsid w:val="002606E0"/>
    <w:pPr>
      <w:keepLines/>
    </w:pPr>
    <w:rPr>
      <w:sz w:val="20"/>
      <w:szCs w:val="20"/>
    </w:rPr>
  </w:style>
  <w:style w:type="paragraph" w:customStyle="1" w:styleId="Inhaltsverzeichnisberschrift">
    <w:name w:val="Inhaltsverzeichnis Überschrift"/>
    <w:basedOn w:val="Standard"/>
    <w:link w:val="InhaltsverzeichnisberschriftZchn"/>
    <w:qFormat/>
    <w:rsid w:val="00B00C2B"/>
    <w:pPr>
      <w:spacing w:before="238"/>
    </w:pPr>
    <w:rPr>
      <w:sz w:val="36"/>
      <w:szCs w:val="36"/>
    </w:rPr>
  </w:style>
  <w:style w:type="paragraph" w:styleId="Untertitel">
    <w:name w:val="Subtitle"/>
    <w:basedOn w:val="Standard"/>
    <w:next w:val="Standard"/>
    <w:link w:val="UntertitelZchn"/>
    <w:qFormat/>
    <w:rsid w:val="007D5D28"/>
    <w:pPr>
      <w:spacing w:before="62"/>
      <w:jc w:val="center"/>
    </w:pPr>
    <w:rPr>
      <w:sz w:val="36"/>
    </w:rPr>
  </w:style>
  <w:style w:type="character" w:customStyle="1" w:styleId="AutorenangabeErsteSeiteZchn">
    <w:name w:val="Autorenangabe Erste Seite Zchn"/>
    <w:basedOn w:val="Absatz-Standardschriftart"/>
    <w:link w:val="AutorenangabeErsteSeite"/>
    <w:rsid w:val="00B00C2B"/>
    <w:rPr>
      <w:rFonts w:ascii="Gudea" w:hAnsi="Gudea"/>
    </w:rPr>
  </w:style>
  <w:style w:type="character" w:customStyle="1" w:styleId="UntertitelZchn">
    <w:name w:val="Untertitel Zchn"/>
    <w:basedOn w:val="Absatz-Standardschriftart"/>
    <w:link w:val="Untertitel"/>
    <w:rsid w:val="007D5D28"/>
    <w:rPr>
      <w:rFonts w:ascii="Gudea" w:hAnsi="Gudea"/>
      <w:sz w:val="36"/>
    </w:rPr>
  </w:style>
  <w:style w:type="character" w:customStyle="1" w:styleId="berschrift1Zchn">
    <w:name w:val="Überschrift 1 Zchn"/>
    <w:basedOn w:val="Absatz-Standardschriftart"/>
    <w:link w:val="berschrift1"/>
    <w:uiPriority w:val="9"/>
    <w:rsid w:val="000E5416"/>
    <w:rPr>
      <w:rFonts w:ascii="Gudea" w:hAnsi="Gudea"/>
      <w:sz w:val="36"/>
      <w:szCs w:val="36"/>
    </w:rPr>
  </w:style>
  <w:style w:type="character" w:customStyle="1" w:styleId="InhaltsverzeichnisberschriftZchn">
    <w:name w:val="Inhaltsverzeichnis Überschrift Zchn"/>
    <w:basedOn w:val="Absatz-Standardschriftart"/>
    <w:link w:val="Inhaltsverzeichnisberschrift"/>
    <w:rsid w:val="00B00C2B"/>
    <w:rPr>
      <w:rFonts w:ascii="Gudea" w:hAnsi="Gudea"/>
      <w:sz w:val="36"/>
      <w:szCs w:val="36"/>
    </w:rPr>
  </w:style>
  <w:style w:type="paragraph" w:styleId="Titel">
    <w:name w:val="Title"/>
    <w:basedOn w:val="Standard"/>
    <w:next w:val="Standard"/>
    <w:link w:val="TitelZchn"/>
    <w:qFormat/>
    <w:rsid w:val="00455880"/>
    <w:pPr>
      <w:pBdr>
        <w:top w:val="single" w:sz="4" w:space="28" w:color="B70019"/>
      </w:pBdr>
      <w:suppressAutoHyphens/>
      <w:spacing w:before="238"/>
      <w:jc w:val="center"/>
    </w:pPr>
    <w:rPr>
      <w:sz w:val="56"/>
    </w:rPr>
  </w:style>
  <w:style w:type="character" w:customStyle="1" w:styleId="TitelZchn">
    <w:name w:val="Titel Zchn"/>
    <w:basedOn w:val="Absatz-Standardschriftart"/>
    <w:link w:val="Titel"/>
    <w:rsid w:val="00455880"/>
    <w:rPr>
      <w:rFonts w:ascii="Gudea" w:hAnsi="Gudea"/>
      <w:sz w:val="56"/>
    </w:rPr>
  </w:style>
  <w:style w:type="character" w:customStyle="1" w:styleId="berschrift2Zchn">
    <w:name w:val="Überschrift 2 Zchn"/>
    <w:basedOn w:val="Absatz-Standardschriftart"/>
    <w:link w:val="berschrift2"/>
    <w:uiPriority w:val="9"/>
    <w:rsid w:val="000E5416"/>
    <w:rPr>
      <w:rFonts w:ascii="Gudea" w:hAnsi="Gudea"/>
      <w:sz w:val="32"/>
    </w:rPr>
  </w:style>
  <w:style w:type="character" w:customStyle="1" w:styleId="TextkrperzentriertZchn">
    <w:name w:val="Textkörper zentriert Zchn"/>
    <w:basedOn w:val="Absatz-Standardschriftart"/>
    <w:link w:val="Textkrperzentriert"/>
    <w:rsid w:val="00747952"/>
    <w:rPr>
      <w:rFonts w:ascii="Gudea" w:eastAsia="Gudea" w:hAnsi="Gudea" w:cs="Gudea"/>
      <w:kern w:val="3"/>
      <w:lang w:eastAsia="zh-CN" w:bidi="hi-IN"/>
    </w:rPr>
  </w:style>
  <w:style w:type="character" w:customStyle="1" w:styleId="AbbildungsindexZZchn">
    <w:name w:val="Abbildungsindex Z Zchn"/>
    <w:basedOn w:val="TextkrperzentriertZchn"/>
    <w:link w:val="AbbildungsindexZ"/>
    <w:rsid w:val="002606E0"/>
    <w:rPr>
      <w:rFonts w:ascii="Gudea" w:eastAsia="Gudea" w:hAnsi="Gudea" w:cs="Gudea"/>
      <w:kern w:val="3"/>
      <w:sz w:val="20"/>
      <w:szCs w:val="20"/>
      <w:lang w:eastAsia="zh-CN" w:bidi="hi-IN"/>
    </w:rPr>
  </w:style>
  <w:style w:type="character" w:customStyle="1" w:styleId="berschrift3Zchn">
    <w:name w:val="Überschrift 3 Zchn"/>
    <w:basedOn w:val="Absatz-Standardschriftart"/>
    <w:link w:val="berschrift3"/>
    <w:uiPriority w:val="9"/>
    <w:rsid w:val="00532DFA"/>
    <w:rPr>
      <w:rFonts w:ascii="Gudea" w:eastAsiaTheme="majorEastAsia" w:hAnsi="Gudea" w:cstheme="majorBidi"/>
      <w:sz w:val="28"/>
    </w:rPr>
  </w:style>
  <w:style w:type="character" w:customStyle="1" w:styleId="berschrift4Zchn">
    <w:name w:val="Überschrift 4 Zchn"/>
    <w:basedOn w:val="Absatz-Standardschriftart"/>
    <w:link w:val="berschrift4"/>
    <w:uiPriority w:val="9"/>
    <w:semiHidden/>
    <w:rsid w:val="00D80989"/>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rsid w:val="00D80989"/>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D80989"/>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D80989"/>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D8098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80989"/>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link w:val="ListenabsatzZchn"/>
    <w:uiPriority w:val="34"/>
    <w:qFormat/>
    <w:rsid w:val="00514DF7"/>
    <w:pPr>
      <w:ind w:left="720"/>
      <w:contextualSpacing/>
    </w:pPr>
  </w:style>
  <w:style w:type="numbering" w:customStyle="1" w:styleId="List11">
    <w:name w:val="List 1_1"/>
    <w:basedOn w:val="KeineListe"/>
    <w:rsid w:val="00A83CBC"/>
    <w:pPr>
      <w:numPr>
        <w:numId w:val="3"/>
      </w:numPr>
    </w:pPr>
  </w:style>
  <w:style w:type="paragraph" w:styleId="Textkrper">
    <w:name w:val="Body Text"/>
    <w:basedOn w:val="Standard"/>
    <w:link w:val="TextkrperZchn"/>
    <w:uiPriority w:val="99"/>
    <w:semiHidden/>
    <w:unhideWhenUsed/>
    <w:rsid w:val="000E5416"/>
    <w:pPr>
      <w:spacing w:after="120"/>
    </w:pPr>
  </w:style>
  <w:style w:type="character" w:customStyle="1" w:styleId="TextkrperZchn">
    <w:name w:val="Textkörper Zchn"/>
    <w:basedOn w:val="Absatz-Standardschriftart"/>
    <w:link w:val="Textkrper"/>
    <w:uiPriority w:val="99"/>
    <w:semiHidden/>
    <w:rsid w:val="000E5416"/>
    <w:rPr>
      <w:rFonts w:ascii="Gudea" w:hAnsi="Gudea"/>
    </w:rPr>
  </w:style>
  <w:style w:type="character" w:styleId="Hyperlink">
    <w:name w:val="Hyperlink"/>
    <w:uiPriority w:val="99"/>
    <w:qFormat/>
    <w:rsid w:val="00AA479F"/>
    <w:rPr>
      <w:rFonts w:ascii="Gudea" w:hAnsi="Gudea"/>
      <w:color w:val="000080"/>
      <w:u w:val="single"/>
    </w:rPr>
  </w:style>
  <w:style w:type="paragraph" w:customStyle="1" w:styleId="VorformatierterText">
    <w:name w:val="Vorformatierter Text"/>
    <w:basedOn w:val="Textkrper"/>
    <w:qFormat/>
    <w:rsid w:val="00851F1D"/>
    <w:pPr>
      <w:suppressAutoHyphens/>
      <w:spacing w:after="0"/>
      <w:ind w:left="720"/>
    </w:pPr>
    <w:rPr>
      <w:rFonts w:ascii="FreeMono" w:eastAsia="Noto Sans Mono CJK SC" w:hAnsi="FreeMono" w:cs="Liberation Mono"/>
      <w:kern w:val="2"/>
      <w:szCs w:val="20"/>
      <w:lang w:eastAsia="zh-CN" w:bidi="hi-IN"/>
    </w:rPr>
  </w:style>
  <w:style w:type="character" w:customStyle="1" w:styleId="QuellenangabeZchn">
    <w:name w:val="Quellenangabe Zchn"/>
    <w:basedOn w:val="Absatz-Standardschriftart"/>
    <w:link w:val="Quellenangabe"/>
    <w:rsid w:val="00A22A12"/>
    <w:rPr>
      <w:rFonts w:ascii="Gudea" w:hAnsi="Gudea"/>
      <w:sz w:val="20"/>
    </w:rPr>
  </w:style>
  <w:style w:type="character" w:styleId="Zeilennummer">
    <w:name w:val="line number"/>
    <w:basedOn w:val="Absatz-Standardschriftart"/>
    <w:uiPriority w:val="99"/>
    <w:semiHidden/>
    <w:unhideWhenUsed/>
    <w:rsid w:val="00263F44"/>
  </w:style>
  <w:style w:type="paragraph" w:customStyle="1" w:styleId="TextkrpermitZeilenummern">
    <w:name w:val="Textkörper mit Zeilenummern"/>
    <w:basedOn w:val="Standard"/>
    <w:link w:val="TextkrpermitZeilenummernZchn"/>
    <w:rsid w:val="008666EC"/>
    <w:pPr>
      <w:suppressLineNumbers w:val="0"/>
      <w:autoSpaceDN w:val="0"/>
      <w:textAlignment w:val="baseline"/>
    </w:pPr>
    <w:rPr>
      <w:rFonts w:eastAsia="Gudea" w:cs="Gudea"/>
      <w:kern w:val="3"/>
      <w:lang w:eastAsia="zh-CN" w:bidi="hi-IN"/>
    </w:rPr>
  </w:style>
  <w:style w:type="paragraph" w:customStyle="1" w:styleId="KopfzeileQuerformat">
    <w:name w:val="KopfzeileQuerformat"/>
    <w:basedOn w:val="lsch"/>
    <w:link w:val="KopfzeileQuerformatZchn"/>
    <w:qFormat/>
    <w:rsid w:val="001A7B50"/>
  </w:style>
  <w:style w:type="character" w:customStyle="1" w:styleId="TextkrpermitZeilenummernZchn">
    <w:name w:val="Textkörper mit Zeilenummern Zchn"/>
    <w:basedOn w:val="Absatz-Standardschriftart"/>
    <w:link w:val="TextkrpermitZeilenummern"/>
    <w:rsid w:val="008666EC"/>
    <w:rPr>
      <w:rFonts w:ascii="Gudea" w:eastAsia="Gudea" w:hAnsi="Gudea" w:cs="Gudea"/>
      <w:kern w:val="3"/>
      <w:lang w:eastAsia="zh-CN" w:bidi="hi-IN"/>
    </w:rPr>
  </w:style>
  <w:style w:type="paragraph" w:customStyle="1" w:styleId="Nummerierung123">
    <w:name w:val="Nummerierung 123"/>
    <w:basedOn w:val="AufzhlungszeichenPunkt"/>
    <w:link w:val="Nummerierung123Zchn"/>
    <w:qFormat/>
    <w:rsid w:val="00193366"/>
    <w:pPr>
      <w:numPr>
        <w:numId w:val="4"/>
      </w:numPr>
      <w:ind w:left="714" w:hanging="357"/>
    </w:pPr>
  </w:style>
  <w:style w:type="character" w:styleId="BesuchterLink">
    <w:name w:val="FollowedHyperlink"/>
    <w:basedOn w:val="Absatz-Standardschriftart"/>
    <w:uiPriority w:val="99"/>
    <w:semiHidden/>
    <w:unhideWhenUsed/>
    <w:rsid w:val="00E621A1"/>
    <w:rPr>
      <w:color w:val="800080" w:themeColor="followedHyperlink"/>
      <w:u w:val="single"/>
    </w:rPr>
  </w:style>
  <w:style w:type="numbering" w:customStyle="1" w:styleId="CheckboxenalsListe">
    <w:name w:val="Checkboxen als Liste "/>
    <w:basedOn w:val="KeineListe"/>
    <w:rsid w:val="001474C2"/>
    <w:pPr>
      <w:numPr>
        <w:numId w:val="2"/>
      </w:numPr>
    </w:pPr>
  </w:style>
  <w:style w:type="paragraph" w:customStyle="1" w:styleId="AufzhlungszeichenPunkt">
    <w:name w:val="Aufzählungszeichen Punkt"/>
    <w:basedOn w:val="Standard"/>
    <w:link w:val="AufzhlungszeichenPunktZchn"/>
    <w:qFormat/>
    <w:rsid w:val="00336D04"/>
    <w:pPr>
      <w:numPr>
        <w:numId w:val="3"/>
      </w:numPr>
      <w:contextualSpacing/>
    </w:pPr>
  </w:style>
  <w:style w:type="paragraph" w:customStyle="1" w:styleId="Nummerierungabc">
    <w:name w:val="Nummerierung abc"/>
    <w:basedOn w:val="Listenabsatz"/>
    <w:link w:val="NummerierungabcZchn"/>
    <w:qFormat/>
    <w:rsid w:val="00AF3A17"/>
    <w:pPr>
      <w:numPr>
        <w:numId w:val="5"/>
      </w:numPr>
    </w:pPr>
  </w:style>
  <w:style w:type="character" w:customStyle="1" w:styleId="Nummerierung123Zchn">
    <w:name w:val="Nummerierung 123 Zchn"/>
    <w:basedOn w:val="AufzhlungszeichenPunktZchn"/>
    <w:link w:val="Nummerierung123"/>
    <w:rsid w:val="00193366"/>
    <w:rPr>
      <w:rFonts w:ascii="Gudea" w:hAnsi="Gudea"/>
    </w:rPr>
  </w:style>
  <w:style w:type="character" w:customStyle="1" w:styleId="AufzhlungszeichenPunktZchn">
    <w:name w:val="Aufzählungszeichen Punkt Zchn"/>
    <w:basedOn w:val="Absatz-Standardschriftart"/>
    <w:link w:val="AufzhlungszeichenPunkt"/>
    <w:rsid w:val="00336D04"/>
    <w:rPr>
      <w:rFonts w:ascii="Gudea" w:hAnsi="Gudea"/>
    </w:rPr>
  </w:style>
  <w:style w:type="paragraph" w:customStyle="1" w:styleId="CheckboxenalsListe0">
    <w:name w:val="Checkboxen als Liste"/>
    <w:basedOn w:val="Listenabsatz"/>
    <w:link w:val="CheckboxenalsListeZchn"/>
    <w:qFormat/>
    <w:rsid w:val="00AF3A17"/>
    <w:pPr>
      <w:numPr>
        <w:numId w:val="6"/>
      </w:numPr>
    </w:pPr>
  </w:style>
  <w:style w:type="character" w:customStyle="1" w:styleId="ListenabsatzZchn">
    <w:name w:val="Listenabsatz Zchn"/>
    <w:basedOn w:val="Absatz-Standardschriftart"/>
    <w:link w:val="Listenabsatz"/>
    <w:uiPriority w:val="34"/>
    <w:rsid w:val="00514DF7"/>
    <w:rPr>
      <w:rFonts w:ascii="Gudea" w:hAnsi="Gudea"/>
    </w:rPr>
  </w:style>
  <w:style w:type="character" w:customStyle="1" w:styleId="NummerierungabcZchn">
    <w:name w:val="Nummerierung abc Zchn"/>
    <w:basedOn w:val="ListenabsatzZchn"/>
    <w:link w:val="Nummerierungabc"/>
    <w:rsid w:val="00514DF7"/>
    <w:rPr>
      <w:rFonts w:ascii="Gudea" w:hAnsi="Gudea"/>
    </w:rPr>
  </w:style>
  <w:style w:type="paragraph" w:customStyle="1" w:styleId="Tabellenberschrift">
    <w:name w:val="Tabellenüberschrift"/>
    <w:basedOn w:val="Standard"/>
    <w:link w:val="TabellenberschriftZchn"/>
    <w:qFormat/>
    <w:rsid w:val="008D547C"/>
    <w:pPr>
      <w:spacing w:after="0" w:line="360" w:lineRule="auto"/>
    </w:pPr>
    <w:rPr>
      <w:b/>
    </w:rPr>
  </w:style>
  <w:style w:type="character" w:customStyle="1" w:styleId="CheckboxenalsListeZchn">
    <w:name w:val="Checkboxen als Liste Zchn"/>
    <w:basedOn w:val="ListenabsatzZchn"/>
    <w:link w:val="CheckboxenalsListe0"/>
    <w:rsid w:val="005E43EE"/>
    <w:rPr>
      <w:rFonts w:ascii="Gudea" w:hAnsi="Gudea"/>
    </w:rPr>
  </w:style>
  <w:style w:type="paragraph" w:customStyle="1" w:styleId="Tabelleninhalt">
    <w:name w:val="Tabelleninhalt"/>
    <w:basedOn w:val="Standard"/>
    <w:link w:val="TabelleninhaltZchn"/>
    <w:qFormat/>
    <w:rsid w:val="0046328C"/>
    <w:pPr>
      <w:spacing w:after="0" w:line="360" w:lineRule="auto"/>
    </w:pPr>
    <w:rPr>
      <w:color w:val="000000"/>
    </w:rPr>
  </w:style>
  <w:style w:type="character" w:customStyle="1" w:styleId="Internetverknpfung">
    <w:name w:val="Internetverknüpfung"/>
    <w:basedOn w:val="Hyperlink"/>
    <w:uiPriority w:val="1"/>
    <w:qFormat/>
    <w:rsid w:val="00282513"/>
    <w:rPr>
      <w:rFonts w:ascii="Gudea" w:hAnsi="Gudea"/>
      <w:color w:val="000080"/>
      <w:u w:val="single"/>
    </w:rPr>
  </w:style>
  <w:style w:type="paragraph" w:styleId="Funotentext">
    <w:name w:val="footnote text"/>
    <w:basedOn w:val="Standard"/>
    <w:link w:val="FunotentextZchn"/>
    <w:unhideWhenUsed/>
    <w:rsid w:val="00E83DBD"/>
    <w:pPr>
      <w:tabs>
        <w:tab w:val="left" w:pos="340"/>
      </w:tabs>
      <w:spacing w:after="0" w:line="240" w:lineRule="auto"/>
    </w:pPr>
    <w:rPr>
      <w:sz w:val="20"/>
      <w:szCs w:val="20"/>
    </w:rPr>
  </w:style>
  <w:style w:type="character" w:customStyle="1" w:styleId="FunotentextZchn">
    <w:name w:val="Fußnotentext Zchn"/>
    <w:basedOn w:val="Absatz-Standardschriftart"/>
    <w:link w:val="Funotentext"/>
    <w:rsid w:val="00E83DBD"/>
    <w:rPr>
      <w:rFonts w:ascii="Gudea" w:hAnsi="Gudea"/>
      <w:sz w:val="20"/>
      <w:szCs w:val="20"/>
    </w:rPr>
  </w:style>
  <w:style w:type="character" w:styleId="Funotenzeichen">
    <w:name w:val="footnote reference"/>
    <w:basedOn w:val="Absatz-Standardschriftart"/>
    <w:unhideWhenUsed/>
    <w:qFormat/>
    <w:rsid w:val="008B5BD4"/>
    <w:rPr>
      <w:vertAlign w:val="superscript"/>
    </w:rPr>
  </w:style>
  <w:style w:type="paragraph" w:styleId="Beschriftung">
    <w:name w:val="caption"/>
    <w:basedOn w:val="AbbildungsindexZ"/>
    <w:next w:val="Standard"/>
    <w:uiPriority w:val="35"/>
    <w:unhideWhenUsed/>
    <w:qFormat/>
    <w:rsid w:val="00573E4F"/>
  </w:style>
  <w:style w:type="paragraph" w:customStyle="1" w:styleId="Abbildungsindex">
    <w:name w:val="Abbildungsindex"/>
    <w:basedOn w:val="AbbildungsindexZ"/>
    <w:link w:val="AbbildungsindexZchn"/>
    <w:qFormat/>
    <w:rsid w:val="00E8738F"/>
    <w:pPr>
      <w:jc w:val="left"/>
    </w:pPr>
  </w:style>
  <w:style w:type="paragraph" w:styleId="Kopfzeile">
    <w:name w:val="header"/>
    <w:basedOn w:val="Fuzeile"/>
    <w:link w:val="KopfzeileZchn"/>
    <w:unhideWhenUsed/>
    <w:rsid w:val="00120371"/>
    <w:pPr>
      <w:tabs>
        <w:tab w:val="clear" w:pos="9072"/>
        <w:tab w:val="right" w:pos="9638"/>
      </w:tabs>
    </w:pPr>
  </w:style>
  <w:style w:type="character" w:customStyle="1" w:styleId="AbbildungsindexZchn">
    <w:name w:val="Abbildungsindex Zchn"/>
    <w:basedOn w:val="AbbildungsindexZZchn"/>
    <w:link w:val="Abbildungsindex"/>
    <w:rsid w:val="00E8738F"/>
    <w:rPr>
      <w:rFonts w:ascii="Gudea" w:eastAsia="Gudea" w:hAnsi="Gudea" w:cs="Gudea"/>
      <w:kern w:val="3"/>
      <w:sz w:val="20"/>
      <w:szCs w:val="20"/>
      <w:lang w:eastAsia="zh-CN" w:bidi="hi-IN"/>
    </w:rPr>
  </w:style>
  <w:style w:type="character" w:customStyle="1" w:styleId="KopfzeileZchn">
    <w:name w:val="Kopfzeile Zchn"/>
    <w:basedOn w:val="Absatz-Standardschriftart"/>
    <w:link w:val="Kopfzeile"/>
    <w:rsid w:val="00120371"/>
    <w:rPr>
      <w:rFonts w:ascii="Gudea" w:hAnsi="Gudea"/>
    </w:rPr>
  </w:style>
  <w:style w:type="paragraph" w:styleId="Fuzeile">
    <w:name w:val="footer"/>
    <w:basedOn w:val="Standard"/>
    <w:link w:val="FuzeileZchn"/>
    <w:unhideWhenUsed/>
    <w:rsid w:val="00B90B2E"/>
    <w:pPr>
      <w:tabs>
        <w:tab w:val="center" w:pos="4536"/>
        <w:tab w:val="right" w:pos="9072"/>
      </w:tabs>
      <w:spacing w:after="0" w:line="240" w:lineRule="auto"/>
    </w:pPr>
  </w:style>
  <w:style w:type="character" w:customStyle="1" w:styleId="FuzeileZchn">
    <w:name w:val="Fußzeile Zchn"/>
    <w:basedOn w:val="Absatz-Standardschriftart"/>
    <w:link w:val="Fuzeile"/>
    <w:rsid w:val="00B90B2E"/>
    <w:rPr>
      <w:rFonts w:ascii="Gudea" w:hAnsi="Gudea"/>
    </w:rPr>
  </w:style>
  <w:style w:type="paragraph" w:customStyle="1" w:styleId="TextkrpervorhAbsatznichttrennen">
    <w:name w:val="Textkörper vorh.Absatz nicht trennen"/>
    <w:basedOn w:val="Standard"/>
    <w:link w:val="TextkrpervorhAbsatznichttrennenZchn"/>
    <w:qFormat/>
    <w:rsid w:val="005F7B80"/>
    <w:pPr>
      <w:keepNext/>
      <w:keepLines/>
    </w:pPr>
  </w:style>
  <w:style w:type="character" w:customStyle="1" w:styleId="TextkrpervorhAbsatznichttrennenZchn">
    <w:name w:val="Textkörper vorh.Absatz nicht trennen Zchn"/>
    <w:basedOn w:val="Absatz-Standardschriftart"/>
    <w:link w:val="TextkrpervorhAbsatznichttrennen"/>
    <w:rsid w:val="005F7B80"/>
    <w:rPr>
      <w:rFonts w:ascii="Gudea" w:hAnsi="Gudea"/>
    </w:rPr>
  </w:style>
  <w:style w:type="paragraph" w:styleId="Literaturverzeichnis">
    <w:name w:val="Bibliography"/>
    <w:basedOn w:val="Standard"/>
    <w:next w:val="Standard"/>
    <w:uiPriority w:val="37"/>
    <w:unhideWhenUsed/>
    <w:qFormat/>
    <w:rsid w:val="007F5051"/>
  </w:style>
  <w:style w:type="paragraph" w:styleId="Abbildungsverzeichnis">
    <w:name w:val="table of figures"/>
    <w:basedOn w:val="Standard"/>
    <w:next w:val="Standard"/>
    <w:uiPriority w:val="99"/>
    <w:unhideWhenUsed/>
    <w:rsid w:val="00D6138B"/>
    <w:pPr>
      <w:spacing w:after="0"/>
    </w:pPr>
  </w:style>
  <w:style w:type="paragraph" w:customStyle="1" w:styleId="Literaturverzeichnisberschrift">
    <w:name w:val="Literaturverzeichnis Überschrift"/>
    <w:basedOn w:val="Standard"/>
    <w:link w:val="LiteraturverzeichnisberschriftZchn"/>
    <w:qFormat/>
    <w:rsid w:val="00542D7D"/>
    <w:pPr>
      <w:spacing w:before="159" w:after="79"/>
    </w:pPr>
    <w:rPr>
      <w:sz w:val="32"/>
      <w:szCs w:val="32"/>
    </w:rPr>
  </w:style>
  <w:style w:type="paragraph" w:styleId="Endnotentext">
    <w:name w:val="endnote text"/>
    <w:basedOn w:val="Standard"/>
    <w:link w:val="EndnotentextZchn"/>
    <w:uiPriority w:val="99"/>
    <w:semiHidden/>
    <w:unhideWhenUsed/>
    <w:rsid w:val="00E83DBD"/>
    <w:pPr>
      <w:spacing w:after="0" w:line="240" w:lineRule="auto"/>
    </w:pPr>
    <w:rPr>
      <w:sz w:val="20"/>
      <w:szCs w:val="20"/>
    </w:rPr>
  </w:style>
  <w:style w:type="character" w:customStyle="1" w:styleId="LiteraturverzeichnisberschriftZchn">
    <w:name w:val="Literaturverzeichnis Überschrift Zchn"/>
    <w:basedOn w:val="Absatz-Standardschriftart"/>
    <w:link w:val="Literaturverzeichnisberschrift"/>
    <w:rsid w:val="00542D7D"/>
    <w:rPr>
      <w:rFonts w:ascii="Gudea" w:hAnsi="Gudea"/>
      <w:sz w:val="32"/>
      <w:szCs w:val="32"/>
    </w:rPr>
  </w:style>
  <w:style w:type="character" w:customStyle="1" w:styleId="EndnotentextZchn">
    <w:name w:val="Endnotentext Zchn"/>
    <w:basedOn w:val="Absatz-Standardschriftart"/>
    <w:link w:val="Endnotentext"/>
    <w:uiPriority w:val="99"/>
    <w:semiHidden/>
    <w:rsid w:val="00E83DBD"/>
    <w:rPr>
      <w:rFonts w:ascii="Gudea" w:hAnsi="Gudea"/>
      <w:sz w:val="20"/>
      <w:szCs w:val="20"/>
    </w:rPr>
  </w:style>
  <w:style w:type="character" w:styleId="Endnotenzeichen">
    <w:name w:val="endnote reference"/>
    <w:basedOn w:val="Absatz-Standardschriftart"/>
    <w:uiPriority w:val="99"/>
    <w:semiHidden/>
    <w:unhideWhenUsed/>
    <w:rsid w:val="00E83DBD"/>
    <w:rPr>
      <w:vertAlign w:val="superscript"/>
    </w:rPr>
  </w:style>
  <w:style w:type="paragraph" w:customStyle="1" w:styleId="Funote">
    <w:name w:val="Fußnote"/>
    <w:basedOn w:val="Funotentext"/>
    <w:link w:val="FunoteZchn"/>
    <w:qFormat/>
    <w:rsid w:val="00E83DBD"/>
    <w:pPr>
      <w:ind w:left="340" w:hanging="340"/>
    </w:pPr>
  </w:style>
  <w:style w:type="paragraph" w:customStyle="1" w:styleId="Endnote">
    <w:name w:val="Endnote"/>
    <w:basedOn w:val="Funote"/>
    <w:link w:val="EndnoteZchn"/>
    <w:qFormat/>
    <w:rsid w:val="00E83DBD"/>
  </w:style>
  <w:style w:type="character" w:customStyle="1" w:styleId="FunoteZchn">
    <w:name w:val="Fußnote Zchn"/>
    <w:basedOn w:val="FunotentextZchn"/>
    <w:link w:val="Funote"/>
    <w:rsid w:val="00E83DBD"/>
    <w:rPr>
      <w:rFonts w:ascii="Gudea" w:hAnsi="Gudea"/>
      <w:sz w:val="20"/>
      <w:szCs w:val="20"/>
    </w:rPr>
  </w:style>
  <w:style w:type="character" w:customStyle="1" w:styleId="EndnoteZchn">
    <w:name w:val="Endnote Zchn"/>
    <w:basedOn w:val="FunoteZchn"/>
    <w:link w:val="Endnote"/>
    <w:rsid w:val="00E83DBD"/>
    <w:rPr>
      <w:rFonts w:ascii="Gudea" w:hAnsi="Gudea"/>
      <w:sz w:val="20"/>
      <w:szCs w:val="20"/>
    </w:rPr>
  </w:style>
  <w:style w:type="paragraph" w:styleId="Zitat">
    <w:name w:val="Quote"/>
    <w:basedOn w:val="Standard"/>
    <w:next w:val="Standard"/>
    <w:link w:val="ZitatZchn"/>
    <w:uiPriority w:val="29"/>
    <w:qFormat/>
    <w:rsid w:val="00E51D92"/>
    <w:pPr>
      <w:spacing w:after="120"/>
      <w:ind w:left="720" w:right="720"/>
    </w:pPr>
    <w:rPr>
      <w:iCs/>
      <w:color w:val="404040" w:themeColor="text1" w:themeTint="BF"/>
    </w:rPr>
  </w:style>
  <w:style w:type="character" w:customStyle="1" w:styleId="ZitatZchn">
    <w:name w:val="Zitat Zchn"/>
    <w:basedOn w:val="Absatz-Standardschriftart"/>
    <w:link w:val="Zitat"/>
    <w:uiPriority w:val="29"/>
    <w:rsid w:val="00E51D92"/>
    <w:rPr>
      <w:rFonts w:ascii="Gudea" w:hAnsi="Gudea"/>
      <w:iCs/>
      <w:color w:val="404040" w:themeColor="text1" w:themeTint="BF"/>
    </w:rPr>
  </w:style>
  <w:style w:type="paragraph" w:customStyle="1" w:styleId="Inhaltsverzeichnis1">
    <w:name w:val="Inhaltsverzeichnis 1"/>
    <w:basedOn w:val="Standard"/>
    <w:link w:val="Inhaltsverzeichnis1Zchn"/>
    <w:qFormat/>
    <w:rsid w:val="0010328B"/>
    <w:pPr>
      <w:tabs>
        <w:tab w:val="left" w:pos="440"/>
        <w:tab w:val="right" w:leader="dot" w:pos="9628"/>
      </w:tabs>
      <w:spacing w:after="0"/>
    </w:pPr>
    <w:rPr>
      <w:noProof/>
    </w:rPr>
  </w:style>
  <w:style w:type="paragraph" w:customStyle="1" w:styleId="Inhaltsverzeichnis2">
    <w:name w:val="Inhaltsverzeichnis 2"/>
    <w:basedOn w:val="Standard"/>
    <w:link w:val="Inhaltsverzeichnis2Zchn"/>
    <w:qFormat/>
    <w:rsid w:val="0010328B"/>
    <w:pPr>
      <w:tabs>
        <w:tab w:val="left" w:pos="1100"/>
        <w:tab w:val="right" w:leader="dot" w:pos="9628"/>
      </w:tabs>
      <w:spacing w:after="0"/>
      <w:ind w:left="284"/>
    </w:pPr>
    <w:rPr>
      <w:noProof/>
    </w:rPr>
  </w:style>
  <w:style w:type="character" w:customStyle="1" w:styleId="Inhaltsverzeichnis1Zchn">
    <w:name w:val="Inhaltsverzeichnis 1 Zchn"/>
    <w:basedOn w:val="Absatz-Standardschriftart"/>
    <w:link w:val="Inhaltsverzeichnis1"/>
    <w:rsid w:val="0010328B"/>
    <w:rPr>
      <w:rFonts w:ascii="Gudea" w:hAnsi="Gudea"/>
      <w:noProof/>
    </w:rPr>
  </w:style>
  <w:style w:type="paragraph" w:customStyle="1" w:styleId="Inhaltsverzeichnis3">
    <w:name w:val="Inhaltsverzeichnis 3"/>
    <w:basedOn w:val="Standard"/>
    <w:link w:val="Inhaltsverzeichnis3Zchn"/>
    <w:qFormat/>
    <w:rsid w:val="0010328B"/>
    <w:pPr>
      <w:tabs>
        <w:tab w:val="left" w:pos="1320"/>
        <w:tab w:val="right" w:leader="dot" w:pos="9628"/>
      </w:tabs>
      <w:spacing w:after="0"/>
      <w:ind w:left="567"/>
    </w:pPr>
    <w:rPr>
      <w:noProof/>
    </w:rPr>
  </w:style>
  <w:style w:type="character" w:customStyle="1" w:styleId="Inhaltsverzeichnis2Zchn">
    <w:name w:val="Inhaltsverzeichnis 2 Zchn"/>
    <w:basedOn w:val="Absatz-Standardschriftart"/>
    <w:link w:val="Inhaltsverzeichnis2"/>
    <w:rsid w:val="0010328B"/>
    <w:rPr>
      <w:rFonts w:ascii="Gudea" w:hAnsi="Gudea"/>
      <w:noProof/>
    </w:rPr>
  </w:style>
  <w:style w:type="character" w:customStyle="1" w:styleId="Inhaltsverzeichnis3Zchn">
    <w:name w:val="Inhaltsverzeichnis 3 Zchn"/>
    <w:basedOn w:val="Absatz-Standardschriftart"/>
    <w:link w:val="Inhaltsverzeichnis3"/>
    <w:rsid w:val="0010328B"/>
    <w:rPr>
      <w:rFonts w:ascii="Gudea" w:hAnsi="Gudea"/>
      <w:noProof/>
    </w:rPr>
  </w:style>
  <w:style w:type="character" w:customStyle="1" w:styleId="TabellenberschriftZchn">
    <w:name w:val="Tabellenüberschrift Zchn"/>
    <w:basedOn w:val="Absatz-Standardschriftart"/>
    <w:link w:val="Tabellenberschrift"/>
    <w:rsid w:val="008D547C"/>
    <w:rPr>
      <w:rFonts w:ascii="Gudea" w:hAnsi="Gudea"/>
      <w:b/>
    </w:rPr>
  </w:style>
  <w:style w:type="paragraph" w:customStyle="1" w:styleId="TabellenZeilenberschrift">
    <w:name w:val="TabellenZeilenÜberschrift"/>
    <w:basedOn w:val="Tabelleninhalt"/>
    <w:link w:val="TabellenZeilenberschriftZchn"/>
    <w:qFormat/>
    <w:rsid w:val="00963EDC"/>
    <w:rPr>
      <w:b/>
    </w:rPr>
  </w:style>
  <w:style w:type="character" w:customStyle="1" w:styleId="TabelleninhaltZchn">
    <w:name w:val="Tabelleninhalt Zchn"/>
    <w:basedOn w:val="Absatz-Standardschriftart"/>
    <w:link w:val="Tabelleninhalt"/>
    <w:rsid w:val="0046328C"/>
    <w:rPr>
      <w:rFonts w:ascii="Gudea" w:hAnsi="Gudea"/>
      <w:color w:val="000000"/>
    </w:rPr>
  </w:style>
  <w:style w:type="character" w:customStyle="1" w:styleId="TabellenZeilenberschriftZchn">
    <w:name w:val="TabellenZeilenÜberschrift Zchn"/>
    <w:basedOn w:val="TabelleninhaltZchn"/>
    <w:link w:val="TabellenZeilenberschrift"/>
    <w:rsid w:val="00963EDC"/>
    <w:rPr>
      <w:rFonts w:ascii="Gudea" w:hAnsi="Gudea"/>
      <w:b/>
      <w:color w:val="000000"/>
    </w:rPr>
  </w:style>
  <w:style w:type="paragraph" w:customStyle="1" w:styleId="EnglischeStandardtext">
    <w:name w:val="Englische Standardtext"/>
    <w:basedOn w:val="Standard"/>
    <w:link w:val="EnglischeStandardtextZchn"/>
    <w:qFormat/>
    <w:rsid w:val="00D969BB"/>
    <w:rPr>
      <w:lang w:val="en-GB"/>
    </w:rPr>
  </w:style>
  <w:style w:type="character" w:customStyle="1" w:styleId="Lcke">
    <w:name w:val="Lücke"/>
    <w:basedOn w:val="Absatz-Standardschriftart"/>
    <w:uiPriority w:val="1"/>
    <w:qFormat/>
    <w:rsid w:val="00C43374"/>
    <w:rPr>
      <w:color w:val="FFFFFF" w:themeColor="background1"/>
      <w:u w:val="single" w:color="000000" w:themeColor="text1"/>
    </w:rPr>
  </w:style>
  <w:style w:type="character" w:customStyle="1" w:styleId="EnglischeStandardtextZchn">
    <w:name w:val="Englische Standardtext Zchn"/>
    <w:basedOn w:val="Absatz-Standardschriftart"/>
    <w:link w:val="EnglischeStandardtext"/>
    <w:rsid w:val="00D969BB"/>
    <w:rPr>
      <w:rFonts w:ascii="Gudea" w:hAnsi="Gudea"/>
      <w:lang w:val="en-GB"/>
    </w:rPr>
  </w:style>
  <w:style w:type="character" w:customStyle="1" w:styleId="Quelltext">
    <w:name w:val="Quelltext"/>
    <w:basedOn w:val="Absatz-Standardschriftart"/>
    <w:uiPriority w:val="1"/>
    <w:qFormat/>
    <w:rsid w:val="004046CE"/>
    <w:rPr>
      <w:rFonts w:ascii="FreeMono" w:hAnsi="FreeMono"/>
    </w:rPr>
  </w:style>
  <w:style w:type="table" w:styleId="Tabellenraster">
    <w:name w:val="Table Grid"/>
    <w:basedOn w:val="NormaleTabelle"/>
    <w:uiPriority w:val="59"/>
    <w:rsid w:val="001078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
    <w:name w:val="Light List"/>
    <w:basedOn w:val="NormaleTabelle"/>
    <w:uiPriority w:val="61"/>
    <w:rsid w:val="00BF6D36"/>
    <w:pPr>
      <w:spacing w:line="240" w:lineRule="auto"/>
    </w:pPr>
    <w:rPr>
      <w:rFonts w:asciiTheme="minorHAnsi" w:eastAsiaTheme="minorEastAsia" w:hAnsiTheme="minorHAnsi" w:cstheme="minorBidi"/>
      <w:sz w:val="22"/>
      <w:szCs w:val="22"/>
      <w:lang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etontKursiv">
    <w:name w:val="Betont Kursiv"/>
    <w:basedOn w:val="Absatz-Standardschriftart"/>
    <w:uiPriority w:val="1"/>
    <w:qFormat/>
    <w:rsid w:val="00490727"/>
    <w:rPr>
      <w:i/>
    </w:rPr>
  </w:style>
  <w:style w:type="paragraph" w:customStyle="1" w:styleId="BetontFett">
    <w:name w:val="Betont Fett"/>
    <w:basedOn w:val="Tabellenberschrift"/>
    <w:link w:val="BetontFettZchn"/>
    <w:qFormat/>
    <w:rsid w:val="00F4327F"/>
  </w:style>
  <w:style w:type="character" w:customStyle="1" w:styleId="EnglischesWort">
    <w:name w:val="Englisches Wort"/>
    <w:basedOn w:val="Absatz-Standardschriftart"/>
    <w:uiPriority w:val="1"/>
    <w:qFormat/>
    <w:rsid w:val="00F4327F"/>
    <w:rPr>
      <w:lang w:val="en-GB"/>
    </w:rPr>
  </w:style>
  <w:style w:type="character" w:customStyle="1" w:styleId="BetontFettZchn">
    <w:name w:val="Betont Fett Zchn"/>
    <w:basedOn w:val="TabellenberschriftZchn"/>
    <w:link w:val="BetontFett"/>
    <w:rsid w:val="00F4327F"/>
    <w:rPr>
      <w:rFonts w:ascii="Gudea" w:hAnsi="Gudea"/>
      <w:b/>
    </w:rPr>
  </w:style>
  <w:style w:type="paragraph" w:styleId="Verzeichnis1">
    <w:name w:val="toc 1"/>
    <w:basedOn w:val="Standard"/>
    <w:next w:val="Standard"/>
    <w:autoRedefine/>
    <w:uiPriority w:val="39"/>
    <w:unhideWhenUsed/>
    <w:rsid w:val="00A32CC4"/>
    <w:pPr>
      <w:spacing w:after="100"/>
    </w:pPr>
  </w:style>
  <w:style w:type="paragraph" w:styleId="Verzeichnis2">
    <w:name w:val="toc 2"/>
    <w:basedOn w:val="Standard"/>
    <w:next w:val="Standard"/>
    <w:autoRedefine/>
    <w:uiPriority w:val="39"/>
    <w:unhideWhenUsed/>
    <w:rsid w:val="00A32CC4"/>
    <w:pPr>
      <w:spacing w:after="100"/>
      <w:ind w:left="240"/>
    </w:pPr>
  </w:style>
  <w:style w:type="paragraph" w:styleId="Verzeichnis3">
    <w:name w:val="toc 3"/>
    <w:basedOn w:val="Standard"/>
    <w:next w:val="Standard"/>
    <w:autoRedefine/>
    <w:uiPriority w:val="39"/>
    <w:unhideWhenUsed/>
    <w:rsid w:val="007F5051"/>
    <w:pPr>
      <w:tabs>
        <w:tab w:val="left" w:pos="1320"/>
        <w:tab w:val="right" w:leader="dot" w:pos="9628"/>
      </w:tabs>
      <w:spacing w:after="100"/>
      <w:ind w:left="480"/>
    </w:pPr>
  </w:style>
  <w:style w:type="character" w:styleId="Platzhaltertext">
    <w:name w:val="Placeholder Text"/>
    <w:basedOn w:val="Absatz-Standardschriftart"/>
    <w:uiPriority w:val="99"/>
    <w:semiHidden/>
    <w:rsid w:val="002C5AF4"/>
    <w:rPr>
      <w:color w:val="808080"/>
    </w:rPr>
  </w:style>
  <w:style w:type="paragraph" w:customStyle="1" w:styleId="TextkrpermitLeerraumunten">
    <w:name w:val="Textkörper mit Leerraum unten"/>
    <w:basedOn w:val="Standard"/>
    <w:link w:val="TextkrpermitLeerraumuntenZchn"/>
    <w:qFormat/>
    <w:rsid w:val="00A776BB"/>
    <w:pPr>
      <w:spacing w:after="1701"/>
    </w:pPr>
  </w:style>
  <w:style w:type="character" w:customStyle="1" w:styleId="KopfzeileQuerformatZchn">
    <w:name w:val="KopfzeileQuerformat Zchn"/>
    <w:basedOn w:val="KopfzeileZchn"/>
    <w:link w:val="KopfzeileQuerformat"/>
    <w:rsid w:val="001A7B50"/>
    <w:rPr>
      <w:rFonts w:ascii="Gudea" w:hAnsi="Gudea"/>
      <w:noProof/>
      <w:lang w:eastAsia="de-DE"/>
    </w:rPr>
  </w:style>
  <w:style w:type="character" w:customStyle="1" w:styleId="TextkrpermitLeerraumuntenZchn">
    <w:name w:val="Textkörper mit Leerraum unten Zchn"/>
    <w:basedOn w:val="Absatz-Standardschriftart"/>
    <w:link w:val="TextkrpermitLeerraumunten"/>
    <w:rsid w:val="00A776BB"/>
    <w:rPr>
      <w:rFonts w:ascii="Gudea" w:hAnsi="Gudea"/>
    </w:rPr>
  </w:style>
  <w:style w:type="character" w:customStyle="1" w:styleId="Kursiv-Text">
    <w:name w:val="Kursiv-Text"/>
    <w:basedOn w:val="Absatz-Standardschriftart"/>
    <w:uiPriority w:val="1"/>
    <w:qFormat/>
    <w:rsid w:val="00D727DB"/>
    <w:rPr>
      <w:i/>
    </w:rPr>
  </w:style>
  <w:style w:type="paragraph" w:customStyle="1" w:styleId="lsch">
    <w:name w:val="lösch"/>
    <w:basedOn w:val="Kopfzeile"/>
    <w:link w:val="lschZchn"/>
    <w:rsid w:val="00B16CF9"/>
    <w:pPr>
      <w:tabs>
        <w:tab w:val="clear" w:pos="9638"/>
        <w:tab w:val="right" w:pos="14570"/>
      </w:tabs>
    </w:pPr>
    <w:rPr>
      <w:noProof/>
      <w:lang w:eastAsia="de-DE"/>
    </w:rPr>
  </w:style>
  <w:style w:type="paragraph" w:customStyle="1" w:styleId="FuzeileQuerformat">
    <w:name w:val="FußzeileQuerformat"/>
    <w:basedOn w:val="KopfzeileQuerformat"/>
    <w:link w:val="FuzeileQuerformatZchn"/>
    <w:qFormat/>
    <w:rsid w:val="001A7B50"/>
    <w:rPr>
      <w:sz w:val="20"/>
      <w:szCs w:val="20"/>
    </w:rPr>
  </w:style>
  <w:style w:type="character" w:customStyle="1" w:styleId="lschZchn">
    <w:name w:val="lösch Zchn"/>
    <w:basedOn w:val="KopfzeileZchn"/>
    <w:link w:val="lsch"/>
    <w:rsid w:val="00B16CF9"/>
    <w:rPr>
      <w:rFonts w:ascii="Gudea" w:hAnsi="Gudea"/>
      <w:noProof/>
      <w:lang w:eastAsia="de-DE"/>
    </w:rPr>
  </w:style>
  <w:style w:type="character" w:customStyle="1" w:styleId="FuzeileQuerformatZchn">
    <w:name w:val="FußzeileQuerformat Zchn"/>
    <w:basedOn w:val="KopfzeileQuerformatZchn"/>
    <w:link w:val="FuzeileQuerformat"/>
    <w:rsid w:val="001A7B50"/>
    <w:rPr>
      <w:rFonts w:ascii="Gudea" w:hAnsi="Gudea"/>
      <w:noProof/>
      <w:sz w:val="20"/>
      <w:szCs w:val="20"/>
      <w:lang w:eastAsia="de-DE"/>
    </w:rPr>
  </w:style>
  <w:style w:type="character" w:styleId="NichtaufgelsteErwhnung">
    <w:name w:val="Unresolved Mention"/>
    <w:basedOn w:val="Absatz-Standardschriftart"/>
    <w:uiPriority w:val="99"/>
    <w:semiHidden/>
    <w:unhideWhenUsed/>
    <w:rsid w:val="00135C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249691">
      <w:bodyDiv w:val="1"/>
      <w:marLeft w:val="0"/>
      <w:marRight w:val="0"/>
      <w:marTop w:val="0"/>
      <w:marBottom w:val="0"/>
      <w:divBdr>
        <w:top w:val="none" w:sz="0" w:space="0" w:color="auto"/>
        <w:left w:val="none" w:sz="0" w:space="0" w:color="auto"/>
        <w:bottom w:val="none" w:sz="0" w:space="0" w:color="auto"/>
        <w:right w:val="none" w:sz="0" w:space="0" w:color="auto"/>
      </w:divBdr>
    </w:div>
    <w:div w:id="272900699">
      <w:bodyDiv w:val="1"/>
      <w:marLeft w:val="0"/>
      <w:marRight w:val="0"/>
      <w:marTop w:val="0"/>
      <w:marBottom w:val="0"/>
      <w:divBdr>
        <w:top w:val="none" w:sz="0" w:space="0" w:color="auto"/>
        <w:left w:val="none" w:sz="0" w:space="0" w:color="auto"/>
        <w:bottom w:val="none" w:sz="0" w:space="0" w:color="auto"/>
        <w:right w:val="none" w:sz="0" w:space="0" w:color="auto"/>
      </w:divBdr>
    </w:div>
    <w:div w:id="297227655">
      <w:bodyDiv w:val="1"/>
      <w:marLeft w:val="0"/>
      <w:marRight w:val="0"/>
      <w:marTop w:val="0"/>
      <w:marBottom w:val="0"/>
      <w:divBdr>
        <w:top w:val="none" w:sz="0" w:space="0" w:color="auto"/>
        <w:left w:val="none" w:sz="0" w:space="0" w:color="auto"/>
        <w:bottom w:val="none" w:sz="0" w:space="0" w:color="auto"/>
        <w:right w:val="none" w:sz="0" w:space="0" w:color="auto"/>
      </w:divBdr>
    </w:div>
    <w:div w:id="391927454">
      <w:bodyDiv w:val="1"/>
      <w:marLeft w:val="0"/>
      <w:marRight w:val="0"/>
      <w:marTop w:val="0"/>
      <w:marBottom w:val="0"/>
      <w:divBdr>
        <w:top w:val="none" w:sz="0" w:space="0" w:color="auto"/>
        <w:left w:val="none" w:sz="0" w:space="0" w:color="auto"/>
        <w:bottom w:val="none" w:sz="0" w:space="0" w:color="auto"/>
        <w:right w:val="none" w:sz="0" w:space="0" w:color="auto"/>
      </w:divBdr>
    </w:div>
    <w:div w:id="872498215">
      <w:bodyDiv w:val="1"/>
      <w:marLeft w:val="0"/>
      <w:marRight w:val="0"/>
      <w:marTop w:val="0"/>
      <w:marBottom w:val="0"/>
      <w:divBdr>
        <w:top w:val="none" w:sz="0" w:space="0" w:color="auto"/>
        <w:left w:val="none" w:sz="0" w:space="0" w:color="auto"/>
        <w:bottom w:val="none" w:sz="0" w:space="0" w:color="auto"/>
        <w:right w:val="none" w:sz="0" w:space="0" w:color="auto"/>
      </w:divBdr>
    </w:div>
    <w:div w:id="1052460851">
      <w:bodyDiv w:val="1"/>
      <w:marLeft w:val="0"/>
      <w:marRight w:val="0"/>
      <w:marTop w:val="0"/>
      <w:marBottom w:val="0"/>
      <w:divBdr>
        <w:top w:val="none" w:sz="0" w:space="0" w:color="auto"/>
        <w:left w:val="none" w:sz="0" w:space="0" w:color="auto"/>
        <w:bottom w:val="none" w:sz="0" w:space="0" w:color="auto"/>
        <w:right w:val="none" w:sz="0" w:space="0" w:color="auto"/>
      </w:divBdr>
    </w:div>
    <w:div w:id="1405713897">
      <w:bodyDiv w:val="1"/>
      <w:marLeft w:val="0"/>
      <w:marRight w:val="0"/>
      <w:marTop w:val="0"/>
      <w:marBottom w:val="0"/>
      <w:divBdr>
        <w:top w:val="none" w:sz="0" w:space="0" w:color="auto"/>
        <w:left w:val="none" w:sz="0" w:space="0" w:color="auto"/>
        <w:bottom w:val="none" w:sz="0" w:space="0" w:color="auto"/>
        <w:right w:val="none" w:sz="0" w:space="0" w:color="auto"/>
      </w:divBdr>
    </w:div>
    <w:div w:id="1803844457">
      <w:bodyDiv w:val="1"/>
      <w:marLeft w:val="0"/>
      <w:marRight w:val="0"/>
      <w:marTop w:val="0"/>
      <w:marBottom w:val="0"/>
      <w:divBdr>
        <w:top w:val="none" w:sz="0" w:space="0" w:color="auto"/>
        <w:left w:val="none" w:sz="0" w:space="0" w:color="auto"/>
        <w:bottom w:val="none" w:sz="0" w:space="0" w:color="auto"/>
        <w:right w:val="none" w:sz="0" w:space="0" w:color="auto"/>
      </w:divBdr>
    </w:div>
    <w:div w:id="1932815849">
      <w:bodyDiv w:val="1"/>
      <w:marLeft w:val="0"/>
      <w:marRight w:val="0"/>
      <w:marTop w:val="0"/>
      <w:marBottom w:val="0"/>
      <w:divBdr>
        <w:top w:val="none" w:sz="0" w:space="0" w:color="auto"/>
        <w:left w:val="none" w:sz="0" w:space="0" w:color="auto"/>
        <w:bottom w:val="none" w:sz="0" w:space="0" w:color="auto"/>
        <w:right w:val="none" w:sz="0" w:space="0" w:color="auto"/>
      </w:divBdr>
    </w:div>
    <w:div w:id="1969311525">
      <w:bodyDiv w:val="1"/>
      <w:marLeft w:val="0"/>
      <w:marRight w:val="0"/>
      <w:marTop w:val="0"/>
      <w:marBottom w:val="0"/>
      <w:divBdr>
        <w:top w:val="none" w:sz="0" w:space="0" w:color="auto"/>
        <w:left w:val="none" w:sz="0" w:space="0" w:color="auto"/>
        <w:bottom w:val="none" w:sz="0" w:space="0" w:color="auto"/>
        <w:right w:val="none" w:sz="0" w:space="0" w:color="auto"/>
      </w:divBdr>
    </w:div>
    <w:div w:id="205130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jornada.com" TargetMode="External"/><Relationship Id="rId13" Type="http://schemas.openxmlformats.org/officeDocument/2006/relationships/hyperlink" Target="http://www.lajornada.com" TargetMode="External"/><Relationship Id="rId18" Type="http://schemas.openxmlformats.org/officeDocument/2006/relationships/hyperlink" Target="https://www.jornada.com.mx/2004/01/04/032n1con.php?origen=index.html&amp;fly=1" TargetMode="External"/><Relationship Id="rId3" Type="http://schemas.openxmlformats.org/officeDocument/2006/relationships/styles" Target="styles.xml"/><Relationship Id="rId21" Type="http://schemas.openxmlformats.org/officeDocument/2006/relationships/hyperlink" Target="http://www.lajornada.com" TargetMode="External"/><Relationship Id="rId7" Type="http://schemas.openxmlformats.org/officeDocument/2006/relationships/endnotes" Target="endnotes.xml"/><Relationship Id="rId12" Type="http://schemas.openxmlformats.org/officeDocument/2006/relationships/hyperlink" Target="https://www.jornada.com.mx/2004/01/04/032n1con.php?origen=index.html&amp;fly=1" TargetMode="External"/><Relationship Id="rId17" Type="http://schemas.openxmlformats.org/officeDocument/2006/relationships/hyperlink" Target="http://www.lajornada.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jornada.com.mx/2004/01/04/032n1con.php?origen=index.html&amp;fly=1" TargetMode="External"/><Relationship Id="rId20" Type="http://schemas.openxmlformats.org/officeDocument/2006/relationships/hyperlink" Target="https://www.jornada.com.mx/2004/01/04/032n1con.php?origen=index.html&amp;fly=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hrerfortbildung-bw.de/u_sprachlit/spanisch/gym/bp2016/fb9/5_estilisticos/1_narrativo/"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lajornada.com" TargetMode="External"/><Relationship Id="rId23" Type="http://schemas.openxmlformats.org/officeDocument/2006/relationships/footer" Target="footer1.xml"/><Relationship Id="rId10" Type="http://schemas.openxmlformats.org/officeDocument/2006/relationships/hyperlink" Target="https://dims.apnews.com/dims4/default/c605c79/2147483647/strip/true/crop/5509x3671+0+1/resize/980x653!/format/webp/quality/90/?url=https%3A%2F%2Fassets.apnews.com%2F97%2F82%2Ffd560683bd6a066d16d9b973fc09%2Fad278e7babf04504a3de2a9d312f4e8d" TargetMode="External"/><Relationship Id="rId19" Type="http://schemas.openxmlformats.org/officeDocument/2006/relationships/hyperlink" Target="http://www.lajornada.com" TargetMode="External"/><Relationship Id="rId4" Type="http://schemas.openxmlformats.org/officeDocument/2006/relationships/settings" Target="settings.xml"/><Relationship Id="rId9" Type="http://schemas.openxmlformats.org/officeDocument/2006/relationships/hyperlink" Target="https://imagenes.razon.com.mx/files/image_940_470/uploads/2020/06/18/5eebbc7fda69b.jpeg" TargetMode="External"/><Relationship Id="rId14" Type="http://schemas.openxmlformats.org/officeDocument/2006/relationships/hyperlink" Target="http://www.lajornada.com"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aten\Monica\QUBE-F\Material_Formatvorlage\2023-10-04-dokumentvorlage-kurz-word-beta.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97157944-4C4A-4F99-9AAB-E87F5E5B5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2023-10-04-dokumentvorlage-kurz-word-beta.dotx</Template>
  <TotalTime>0</TotalTime>
  <Pages>14</Pages>
  <Words>2393</Words>
  <Characters>18075</Characters>
  <Application>Microsoft Office Word</Application>
  <DocSecurity>0</DocSecurity>
  <Lines>150</Lines>
  <Paragraphs>40</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20428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KabitzkeMo</dc:creator>
  <cp:keywords/>
  <dc:description/>
  <cp:lastModifiedBy>Monica Kabitzke</cp:lastModifiedBy>
  <cp:revision>97</cp:revision>
  <dcterms:created xsi:type="dcterms:W3CDTF">2024-05-31T15:26:00Z</dcterms:created>
  <dcterms:modified xsi:type="dcterms:W3CDTF">2024-06-05T08:15:00Z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0f23d7d4-4a20-4288-8d82-5a8000bacbc3</vt:lpwstr>
  </property>
</Properties>
</file>