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22A212" w14:textId="45FC5C79" w:rsidR="00687801" w:rsidRPr="00687801" w:rsidRDefault="00F4203F" w:rsidP="00F4203F">
      <w:pPr>
        <w:pStyle w:val="berschrift1"/>
      </w:pPr>
      <w:r>
        <w:t>Förderung des dialogischen Sprechens im ersten Lernjahr Spanisch am Beispiel eines Einkaufsgesprächs: Material</w:t>
      </w:r>
    </w:p>
    <w:p w14:paraId="2F6AEE4E" w14:textId="77777777" w:rsidR="00F4203F" w:rsidRDefault="00F4203F" w:rsidP="00F4203F">
      <w:pPr>
        <w:pStyle w:val="berschrift2"/>
      </w:pPr>
      <w:r>
        <w:t xml:space="preserve">Thema der Stunde: </w:t>
      </w:r>
      <w:r w:rsidRPr="0066535C">
        <w:t>Erarbeitung und Durchführung eines Einkaufsgesprächs (dialogisches Sprechen)</w:t>
      </w:r>
    </w:p>
    <w:p w14:paraId="7C52C150" w14:textId="77777777" w:rsidR="00F4203F" w:rsidRDefault="00F4203F" w:rsidP="00F4203F">
      <w:r>
        <w:t xml:space="preserve">In der </w:t>
      </w:r>
      <w:r w:rsidRPr="00FD4BA0">
        <w:rPr>
          <w:b/>
        </w:rPr>
        <w:t>Erarbeitungsphase 1</w:t>
      </w:r>
      <w:r>
        <w:rPr>
          <w:b/>
        </w:rPr>
        <w:t xml:space="preserve"> </w:t>
      </w:r>
      <w:r w:rsidRPr="00FD4BA0">
        <w:t>bringen</w:t>
      </w:r>
      <w:r>
        <w:t xml:space="preserve"> </w:t>
      </w:r>
      <w:r w:rsidRPr="00FD4BA0">
        <w:t>Schülerinnen und Schüler</w:t>
      </w:r>
      <w:r>
        <w:t xml:space="preserve"> einen zerschnittenen Dialog (M1) </w:t>
      </w:r>
      <w:bookmarkStart w:id="0" w:name="_Hlk160352306"/>
      <w:r>
        <w:t xml:space="preserve">eines Einkaufsgesprächs </w:t>
      </w:r>
      <w:bookmarkEnd w:id="0"/>
      <w:r>
        <w:t xml:space="preserve">in eine logische Reihenfolge. Hierbei argumentieren sie, welche Reihenfolge(n) möglich ist und warum. Auch werden interkulturelle Fragestellungen wie zum Beispiel Höflichkeit in unterschiedlichen Kulturkreisen thematisiert. Anschließend entnehmen die Schülerinnen und Schüler aus dem generischen Textbeispiel sprachliche Mittel (M2) und ergänzen um weitere, ihnen schon bekannte </w:t>
      </w:r>
      <w:proofErr w:type="spellStart"/>
      <w:r>
        <w:rPr>
          <w:i/>
        </w:rPr>
        <w:t>chunks</w:t>
      </w:r>
      <w:proofErr w:type="spellEnd"/>
      <w:r>
        <w:rPr>
          <w:i/>
        </w:rPr>
        <w:t xml:space="preserve"> </w:t>
      </w:r>
      <w:r>
        <w:t>(</w:t>
      </w:r>
      <w:r w:rsidRPr="00B647B8">
        <w:rPr>
          <w:b/>
        </w:rPr>
        <w:t>Erarbeitungsphase 2</w:t>
      </w:r>
      <w:r>
        <w:t xml:space="preserve">). In der </w:t>
      </w:r>
      <w:r w:rsidRPr="00B647B8">
        <w:rPr>
          <w:b/>
        </w:rPr>
        <w:t>Transferphase</w:t>
      </w:r>
      <w:r>
        <w:t xml:space="preserve"> wenden die Schülerinnen und Schüler das Erlernte an, indem sie nun eigene Dialoge selbstständig entwickeln. Hierbei können sie selbst wählen, wie viel Unterstützung sie benötigen (M3a oder M3b). Als Zwischenschritt kann das Material M4 dienen, welches die Konversation stark lenkt und somit den Schülern und Schülerinnen ein erstes vorgegebenes Gerüst bietet. </w:t>
      </w:r>
    </w:p>
    <w:p w14:paraId="754866E5" w14:textId="6200A550" w:rsidR="00687801" w:rsidRDefault="00F4203F" w:rsidP="00687801">
      <w:pPr>
        <w:pStyle w:val="berschrift2"/>
        <w:rPr>
          <w:lang w:val="es-ES"/>
        </w:rPr>
      </w:pPr>
      <w:r w:rsidRPr="00F4203F">
        <w:rPr>
          <w:lang w:val="es-ES"/>
        </w:rPr>
        <w:t>Material 1</w:t>
      </w:r>
      <w:r w:rsidR="00B16DFF">
        <w:rPr>
          <w:lang w:val="es-ES"/>
        </w:rPr>
        <w:t xml:space="preserve"> - </w:t>
      </w:r>
      <w:r w:rsidRPr="00F4203F">
        <w:rPr>
          <w:lang w:val="es-ES"/>
        </w:rPr>
        <w:t>Una conversación en u</w:t>
      </w:r>
      <w:r>
        <w:rPr>
          <w:lang w:val="es-ES"/>
        </w:rPr>
        <w:t>n mercado</w:t>
      </w:r>
    </w:p>
    <w:p w14:paraId="75A05547" w14:textId="464CEC2D" w:rsidR="00687801" w:rsidRDefault="00B16DFF" w:rsidP="00687801">
      <w:pPr>
        <w:pStyle w:val="berschrift3"/>
      </w:pPr>
      <w:r>
        <w:t>Textpuzzle</w:t>
      </w:r>
    </w:p>
    <w:p w14:paraId="158A9ED3" w14:textId="6DDD3057" w:rsidR="00F4203F" w:rsidRDefault="00B16DFF" w:rsidP="00B16DFF">
      <w:pPr>
        <w:rPr>
          <w:lang w:val="es-ES"/>
        </w:rPr>
      </w:pPr>
      <w:r>
        <w:rPr>
          <w:lang w:val="es-ES"/>
        </w:rPr>
        <w:t xml:space="preserve">Arbeitsanweisung: </w:t>
      </w:r>
      <w:r w:rsidRPr="00B16DFF">
        <w:rPr>
          <w:lang w:val="es-ES"/>
        </w:rPr>
        <w:t>Pon las partes del texto en un orden lógico.</w:t>
      </w:r>
    </w:p>
    <w:p w14:paraId="7F779FD2" w14:textId="1BFB7036" w:rsidR="00B16DFF" w:rsidRDefault="00B16DFF" w:rsidP="00B16DFF">
      <w:pPr>
        <w:rPr>
          <w:lang w:val="es-ES"/>
        </w:rPr>
      </w:pPr>
    </w:p>
    <w:p w14:paraId="36B201A7" w14:textId="61CFD23D" w:rsidR="00B16DFF" w:rsidRDefault="00B16DFF" w:rsidP="00B16DFF">
      <w:pPr>
        <w:rPr>
          <w:rFonts w:cstheme="minorHAnsi"/>
          <w:bCs/>
          <w:color w:val="111111"/>
          <w:shd w:val="clear" w:color="auto" w:fill="FFFFFF"/>
          <w:lang w:val="es-ES"/>
        </w:rPr>
      </w:pPr>
      <w:r>
        <w:rPr>
          <w:lang w:val="es-ES"/>
        </w:rPr>
        <w:t xml:space="preserve">Vendedor/a: </w:t>
      </w:r>
      <w:r w:rsidRPr="00B16DFF">
        <w:rPr>
          <w:rFonts w:cstheme="minorHAnsi"/>
          <w:bCs/>
          <w:color w:val="111111"/>
          <w:shd w:val="clear" w:color="auto" w:fill="FFFFFF"/>
          <w:lang w:val="es-ES"/>
        </w:rPr>
        <w:t>¡Hola! ¿En qué puedo ayudarte hoy?</w:t>
      </w:r>
    </w:p>
    <w:p w14:paraId="5DC8C7D5" w14:textId="72043E78" w:rsidR="00B16DFF" w:rsidRPr="00B16DFF" w:rsidRDefault="00B16DFF" w:rsidP="00B16DFF">
      <w:pPr>
        <w:rPr>
          <w:rStyle w:val="Fett"/>
          <w:rFonts w:cstheme="minorHAnsi"/>
          <w:color w:val="111111"/>
          <w:shd w:val="clear" w:color="auto" w:fill="FFFFFF"/>
          <w:lang w:val="es-ES"/>
        </w:rPr>
      </w:pPr>
      <w:r w:rsidRPr="00B16DFF">
        <w:rPr>
          <w:rFonts w:cstheme="minorHAnsi"/>
          <w:bCs/>
          <w:color w:val="111111"/>
          <w:shd w:val="clear" w:color="auto" w:fill="FFFFFF"/>
          <w:lang w:val="es-ES"/>
        </w:rPr>
        <w:t>Cliente: Hola, estoy buscando </w:t>
      </w:r>
      <w:r w:rsidRPr="00B16DFF">
        <w:rPr>
          <w:rStyle w:val="Fett"/>
          <w:rFonts w:cstheme="minorHAnsi"/>
          <w:b w:val="0"/>
          <w:color w:val="111111"/>
          <w:shd w:val="clear" w:color="auto" w:fill="FFFFFF"/>
          <w:lang w:val="es-ES"/>
        </w:rPr>
        <w:t>leche.</w:t>
      </w:r>
    </w:p>
    <w:p w14:paraId="0A40D7BC" w14:textId="4DD2CCFF" w:rsidR="00B16DFF" w:rsidRPr="00B16DFF" w:rsidRDefault="00B16DFF" w:rsidP="00B16DFF">
      <w:pPr>
        <w:rPr>
          <w:lang w:val="es-ES"/>
        </w:rPr>
      </w:pPr>
      <w:r>
        <w:rPr>
          <w:lang w:val="es-ES"/>
        </w:rPr>
        <w:t xml:space="preserve">Vendedor/a: </w:t>
      </w:r>
      <w:r w:rsidRPr="00B16DFF">
        <w:rPr>
          <w:rFonts w:cstheme="minorHAnsi"/>
          <w:bCs/>
          <w:color w:val="111111"/>
          <w:shd w:val="clear" w:color="auto" w:fill="FFFFFF"/>
          <w:lang w:val="es-ES"/>
        </w:rPr>
        <w:t xml:space="preserve">Claro, tenemos </w:t>
      </w:r>
      <w:r w:rsidRPr="00B16DFF">
        <w:rPr>
          <w:rFonts w:cstheme="minorHAnsi"/>
          <w:bCs/>
          <w:shd w:val="clear" w:color="auto" w:fill="FFFFFF"/>
          <w:lang w:val="es-ES"/>
        </w:rPr>
        <w:t xml:space="preserve">diferentes </w:t>
      </w:r>
      <w:r w:rsidRPr="00B16DFF">
        <w:rPr>
          <w:rFonts w:cstheme="minorHAnsi"/>
          <w:bCs/>
          <w:color w:val="111111"/>
          <w:shd w:val="clear" w:color="auto" w:fill="FFFFFF"/>
          <w:lang w:val="es-ES"/>
        </w:rPr>
        <w:t>opciones. Aquí tienes leche entera, leche desnatada y también hay leche de soja o de avena.</w:t>
      </w:r>
    </w:p>
    <w:p w14:paraId="7210756A" w14:textId="6C7784F9" w:rsidR="00B16DFF" w:rsidRPr="00B16DFF" w:rsidRDefault="00B16DFF" w:rsidP="00F4203F">
      <w:pPr>
        <w:rPr>
          <w:lang w:val="es-ES"/>
        </w:rPr>
      </w:pPr>
      <w:r w:rsidRPr="00B16DFF">
        <w:rPr>
          <w:rFonts w:cstheme="minorHAnsi"/>
          <w:bCs/>
          <w:color w:val="111111"/>
          <w:shd w:val="clear" w:color="auto" w:fill="FFFFFF"/>
          <w:lang w:val="es-ES"/>
        </w:rPr>
        <w:t>Cliente:</w:t>
      </w:r>
      <w:r>
        <w:rPr>
          <w:rFonts w:cstheme="minorHAnsi"/>
          <w:bCs/>
          <w:color w:val="111111"/>
          <w:shd w:val="clear" w:color="auto" w:fill="FFFFFF"/>
          <w:lang w:val="es-ES"/>
        </w:rPr>
        <w:t xml:space="preserve"> </w:t>
      </w:r>
      <w:r w:rsidRPr="00B16DFF">
        <w:rPr>
          <w:rFonts w:cstheme="minorHAnsi"/>
          <w:bCs/>
          <w:lang w:val="es-ES"/>
        </w:rPr>
        <w:t>Quiero leche entera, por favor.</w:t>
      </w:r>
    </w:p>
    <w:p w14:paraId="3E4C76EF" w14:textId="7DE23DC5" w:rsidR="00B16DFF" w:rsidRPr="00B16DFF" w:rsidRDefault="00B16DFF" w:rsidP="00F4203F">
      <w:pPr>
        <w:rPr>
          <w:lang w:val="es-ES"/>
        </w:rPr>
      </w:pPr>
      <w:r>
        <w:rPr>
          <w:lang w:val="es-ES"/>
        </w:rPr>
        <w:t>Vendedor/a:</w:t>
      </w:r>
      <w:r w:rsidRPr="00B16DFF">
        <w:rPr>
          <w:lang w:val="es-ES"/>
        </w:rPr>
        <w:t xml:space="preserve"> </w:t>
      </w:r>
      <w:r w:rsidRPr="00B16DFF">
        <w:rPr>
          <w:rFonts w:cstheme="minorHAnsi"/>
          <w:bCs/>
          <w:color w:val="111111"/>
          <w:shd w:val="clear" w:color="auto" w:fill="FFFFFF"/>
          <w:lang w:val="es-ES"/>
        </w:rPr>
        <w:t>Vale. ¿Algo más?</w:t>
      </w:r>
    </w:p>
    <w:p w14:paraId="3F0D6EC3" w14:textId="40489E95" w:rsidR="00B16DFF" w:rsidRPr="00B16DFF" w:rsidRDefault="00B16DFF" w:rsidP="00F4203F">
      <w:pPr>
        <w:rPr>
          <w:lang w:val="es-ES"/>
        </w:rPr>
      </w:pPr>
      <w:r w:rsidRPr="00B16DFF">
        <w:rPr>
          <w:rFonts w:cstheme="minorHAnsi"/>
          <w:bCs/>
          <w:color w:val="111111"/>
          <w:shd w:val="clear" w:color="auto" w:fill="FFFFFF"/>
          <w:lang w:val="es-ES"/>
        </w:rPr>
        <w:t>Cliente:</w:t>
      </w:r>
      <w:r>
        <w:rPr>
          <w:rFonts w:cstheme="minorHAnsi"/>
          <w:bCs/>
          <w:color w:val="111111"/>
          <w:shd w:val="clear" w:color="auto" w:fill="FFFFFF"/>
          <w:lang w:val="es-ES"/>
        </w:rPr>
        <w:t xml:space="preserve"> </w:t>
      </w:r>
      <w:r w:rsidRPr="00B16DFF">
        <w:rPr>
          <w:rFonts w:cstheme="minorHAnsi"/>
          <w:bCs/>
          <w:color w:val="111111"/>
          <w:shd w:val="clear" w:color="auto" w:fill="FFFFFF"/>
          <w:lang w:val="es-ES"/>
        </w:rPr>
        <w:t>Sí, también necesito </w:t>
      </w:r>
      <w:r w:rsidRPr="00B16DFF">
        <w:rPr>
          <w:rStyle w:val="Fett"/>
          <w:rFonts w:cstheme="minorHAnsi"/>
          <w:b w:val="0"/>
          <w:color w:val="111111"/>
          <w:shd w:val="clear" w:color="auto" w:fill="FFFFFF"/>
          <w:lang w:val="es-ES"/>
        </w:rPr>
        <w:t>pan.</w:t>
      </w:r>
      <w:r w:rsidRPr="00B16DFF">
        <w:rPr>
          <w:rFonts w:cstheme="minorHAnsi"/>
          <w:bCs/>
          <w:color w:val="111111"/>
          <w:shd w:val="clear" w:color="auto" w:fill="FFFFFF"/>
          <w:lang w:val="es-ES"/>
        </w:rPr>
        <w:t xml:space="preserve"> ¿Qué tipo de pan tienes?</w:t>
      </w:r>
    </w:p>
    <w:p w14:paraId="0D4DF3A2" w14:textId="40DB4E4B" w:rsidR="00B16DFF" w:rsidRPr="00B16DFF" w:rsidRDefault="00B16DFF" w:rsidP="00F4203F">
      <w:pPr>
        <w:rPr>
          <w:lang w:val="es-ES"/>
        </w:rPr>
      </w:pPr>
      <w:r>
        <w:rPr>
          <w:lang w:val="es-ES"/>
        </w:rPr>
        <w:t xml:space="preserve">Vendedor/a: </w:t>
      </w:r>
      <w:r w:rsidRPr="00B16DFF">
        <w:rPr>
          <w:rFonts w:cstheme="minorHAnsi"/>
          <w:bCs/>
          <w:color w:val="111111"/>
          <w:shd w:val="clear" w:color="auto" w:fill="FFFFFF"/>
          <w:lang w:val="es-ES"/>
        </w:rPr>
        <w:t xml:space="preserve">El pan está al lado del queso. Puedes elegir entre </w:t>
      </w:r>
      <w:r w:rsidRPr="00B16DFF">
        <w:rPr>
          <w:rStyle w:val="Fett"/>
          <w:rFonts w:cstheme="minorHAnsi"/>
          <w:b w:val="0"/>
          <w:color w:val="111111"/>
          <w:shd w:val="clear" w:color="auto" w:fill="FFFFFF"/>
          <w:lang w:val="es-ES"/>
        </w:rPr>
        <w:t>pan blanco</w:t>
      </w:r>
      <w:r w:rsidRPr="00B16DFF">
        <w:rPr>
          <w:rFonts w:cstheme="minorHAnsi"/>
          <w:bCs/>
          <w:color w:val="111111"/>
          <w:shd w:val="clear" w:color="auto" w:fill="FFFFFF"/>
          <w:lang w:val="es-ES"/>
        </w:rPr>
        <w:t xml:space="preserve">, </w:t>
      </w:r>
      <w:r w:rsidRPr="00B16DFF">
        <w:rPr>
          <w:rStyle w:val="Fett"/>
          <w:rFonts w:cstheme="minorHAnsi"/>
          <w:b w:val="0"/>
          <w:color w:val="111111"/>
          <w:shd w:val="clear" w:color="auto" w:fill="FFFFFF"/>
          <w:lang w:val="es-ES"/>
        </w:rPr>
        <w:t xml:space="preserve">pan integral </w:t>
      </w:r>
      <w:r w:rsidRPr="00B16DFF">
        <w:rPr>
          <w:rFonts w:cstheme="minorHAnsi"/>
          <w:bCs/>
          <w:color w:val="111111"/>
          <w:shd w:val="clear" w:color="auto" w:fill="FFFFFF"/>
          <w:lang w:val="es-ES"/>
        </w:rPr>
        <w:t xml:space="preserve">o </w:t>
      </w:r>
      <w:r w:rsidRPr="00B16DFF">
        <w:rPr>
          <w:rStyle w:val="Fett"/>
          <w:rFonts w:cstheme="minorHAnsi"/>
          <w:b w:val="0"/>
          <w:color w:val="111111"/>
          <w:shd w:val="clear" w:color="auto" w:fill="FFFFFF"/>
          <w:lang w:val="es-ES"/>
        </w:rPr>
        <w:t>una barra como la baguette</w:t>
      </w:r>
      <w:r w:rsidRPr="00B16DFF">
        <w:rPr>
          <w:rFonts w:cstheme="minorHAnsi"/>
          <w:bCs/>
          <w:color w:val="111111"/>
          <w:shd w:val="clear" w:color="auto" w:fill="FFFFFF"/>
          <w:lang w:val="es-ES"/>
        </w:rPr>
        <w:t>.</w:t>
      </w:r>
    </w:p>
    <w:p w14:paraId="42920A6B" w14:textId="0D88E45E" w:rsidR="00B16DFF" w:rsidRPr="00B16DFF" w:rsidRDefault="00B16DFF" w:rsidP="00F4203F">
      <w:pPr>
        <w:rPr>
          <w:lang w:val="es-ES"/>
        </w:rPr>
      </w:pPr>
      <w:r w:rsidRPr="00B16DFF">
        <w:rPr>
          <w:rFonts w:cstheme="minorHAnsi"/>
          <w:bCs/>
          <w:color w:val="111111"/>
          <w:shd w:val="clear" w:color="auto" w:fill="FFFFFF"/>
          <w:lang w:val="es-ES"/>
        </w:rPr>
        <w:t>Cliente:</w:t>
      </w:r>
      <w:r>
        <w:rPr>
          <w:rFonts w:cstheme="minorHAnsi"/>
          <w:bCs/>
          <w:color w:val="111111"/>
          <w:shd w:val="clear" w:color="auto" w:fill="FFFFFF"/>
          <w:lang w:val="es-ES"/>
        </w:rPr>
        <w:t xml:space="preserve"> </w:t>
      </w:r>
      <w:r w:rsidRPr="00B16DFF">
        <w:rPr>
          <w:rFonts w:cstheme="minorHAnsi"/>
          <w:bCs/>
          <w:color w:val="111111"/>
          <w:shd w:val="clear" w:color="auto" w:fill="FFFFFF"/>
          <w:lang w:val="es-ES"/>
        </w:rPr>
        <w:t xml:space="preserve">Me llevo una </w:t>
      </w:r>
      <w:r w:rsidRPr="00B16DFF">
        <w:rPr>
          <w:rStyle w:val="Fett"/>
          <w:rFonts w:cstheme="minorHAnsi"/>
          <w:b w:val="0"/>
          <w:color w:val="111111"/>
          <w:shd w:val="clear" w:color="auto" w:fill="FFFFFF"/>
          <w:lang w:val="es-ES"/>
        </w:rPr>
        <w:t>barra</w:t>
      </w:r>
      <w:r w:rsidRPr="00B16DFF">
        <w:rPr>
          <w:rFonts w:cstheme="minorHAnsi"/>
          <w:b/>
          <w:bCs/>
          <w:color w:val="111111"/>
          <w:shd w:val="clear" w:color="auto" w:fill="FFFFFF"/>
          <w:lang w:val="es-ES"/>
        </w:rPr>
        <w:t>,</w:t>
      </w:r>
      <w:r w:rsidRPr="00B16DFF">
        <w:rPr>
          <w:rFonts w:cstheme="minorHAnsi"/>
          <w:bCs/>
          <w:color w:val="111111"/>
          <w:shd w:val="clear" w:color="auto" w:fill="FFFFFF"/>
          <w:lang w:val="es-ES"/>
        </w:rPr>
        <w:t xml:space="preserve"> gracias.</w:t>
      </w:r>
    </w:p>
    <w:p w14:paraId="17DB0E1C" w14:textId="314E9815" w:rsidR="00B16DFF" w:rsidRPr="00B16DFF" w:rsidRDefault="00B16DFF" w:rsidP="00F4203F">
      <w:pPr>
        <w:rPr>
          <w:lang w:val="es-ES"/>
        </w:rPr>
      </w:pPr>
      <w:r>
        <w:rPr>
          <w:lang w:val="es-ES"/>
        </w:rPr>
        <w:t xml:space="preserve">Vendedor/a: </w:t>
      </w:r>
      <w:r w:rsidRPr="00B16DFF">
        <w:rPr>
          <w:rFonts w:cstheme="minorHAnsi"/>
          <w:bCs/>
          <w:color w:val="111111"/>
          <w:shd w:val="clear" w:color="auto" w:fill="FFFFFF"/>
          <w:lang w:val="es-ES"/>
        </w:rPr>
        <w:t>De nada. ¿Algo más?</w:t>
      </w:r>
    </w:p>
    <w:p w14:paraId="10942C16" w14:textId="49D9FE8A" w:rsidR="00B16DFF" w:rsidRPr="00B16DFF" w:rsidRDefault="00B16DFF" w:rsidP="00F4203F">
      <w:pPr>
        <w:rPr>
          <w:rFonts w:cstheme="minorHAnsi"/>
          <w:bCs/>
          <w:color w:val="111111"/>
          <w:shd w:val="clear" w:color="auto" w:fill="FFFFFF"/>
          <w:lang w:val="es-ES"/>
        </w:rPr>
      </w:pPr>
      <w:r w:rsidRPr="00B16DFF">
        <w:rPr>
          <w:rFonts w:cstheme="minorHAnsi"/>
          <w:bCs/>
          <w:color w:val="111111"/>
          <w:shd w:val="clear" w:color="auto" w:fill="FFFFFF"/>
          <w:lang w:val="es-ES"/>
        </w:rPr>
        <w:t>Cliente:</w:t>
      </w:r>
      <w:r>
        <w:rPr>
          <w:rFonts w:cstheme="minorHAnsi"/>
          <w:bCs/>
          <w:color w:val="111111"/>
          <w:shd w:val="clear" w:color="auto" w:fill="FFFFFF"/>
          <w:lang w:val="es-ES"/>
        </w:rPr>
        <w:t xml:space="preserve"> </w:t>
      </w:r>
      <w:r w:rsidRPr="00B16DFF">
        <w:rPr>
          <w:rFonts w:cstheme="minorHAnsi"/>
          <w:bCs/>
          <w:color w:val="111111"/>
          <w:shd w:val="clear" w:color="auto" w:fill="FFFFFF"/>
          <w:lang w:val="es-ES"/>
        </w:rPr>
        <w:t xml:space="preserve">Sí, también quiero comprar </w:t>
      </w:r>
      <w:r w:rsidRPr="00B16DFF">
        <w:rPr>
          <w:rStyle w:val="Fett"/>
          <w:rFonts w:cstheme="minorHAnsi"/>
          <w:b w:val="0"/>
          <w:color w:val="111111"/>
          <w:shd w:val="clear" w:color="auto" w:fill="FFFFFF"/>
          <w:lang w:val="es-ES"/>
        </w:rPr>
        <w:t>manzanas</w:t>
      </w:r>
      <w:r w:rsidRPr="00B16DFF">
        <w:rPr>
          <w:rFonts w:cstheme="minorHAnsi"/>
          <w:bCs/>
          <w:color w:val="111111"/>
          <w:shd w:val="clear" w:color="auto" w:fill="FFFFFF"/>
          <w:lang w:val="es-ES"/>
        </w:rPr>
        <w:t>. ¿</w:t>
      </w:r>
      <w:r w:rsidRPr="00B16DFF">
        <w:rPr>
          <w:rFonts w:cstheme="minorHAnsi"/>
          <w:bCs/>
          <w:shd w:val="clear" w:color="auto" w:fill="FFFFFF"/>
          <w:lang w:val="es-ES"/>
        </w:rPr>
        <w:t>Cuáles m</w:t>
      </w:r>
      <w:r w:rsidRPr="00B16DFF">
        <w:rPr>
          <w:rFonts w:cstheme="minorHAnsi"/>
          <w:bCs/>
          <w:color w:val="111111"/>
          <w:shd w:val="clear" w:color="auto" w:fill="FFFFFF"/>
          <w:lang w:val="es-ES"/>
        </w:rPr>
        <w:t>e recomiendas?</w:t>
      </w:r>
    </w:p>
    <w:p w14:paraId="73028575" w14:textId="0855FF1A" w:rsidR="00B16DFF" w:rsidRDefault="00B16DFF" w:rsidP="00F4203F">
      <w:pPr>
        <w:rPr>
          <w:lang w:val="es-ES"/>
        </w:rPr>
      </w:pPr>
      <w:r>
        <w:rPr>
          <w:lang w:val="es-ES"/>
        </w:rPr>
        <w:lastRenderedPageBreak/>
        <w:t xml:space="preserve">Vendedor/a: </w:t>
      </w:r>
      <w:r w:rsidRPr="00B16DFF">
        <w:rPr>
          <w:rFonts w:cstheme="minorHAnsi"/>
          <w:bCs/>
          <w:color w:val="111111"/>
          <w:shd w:val="clear" w:color="auto" w:fill="FFFFFF"/>
          <w:lang w:val="es-ES"/>
        </w:rPr>
        <w:t xml:space="preserve">Mira, tenemos una oferta. Las </w:t>
      </w:r>
      <w:r w:rsidRPr="00B16DFF">
        <w:rPr>
          <w:rStyle w:val="Fett"/>
          <w:rFonts w:cstheme="minorHAnsi"/>
          <w:b w:val="0"/>
          <w:color w:val="111111"/>
          <w:shd w:val="clear" w:color="auto" w:fill="FFFFFF"/>
          <w:lang w:val="es-ES"/>
        </w:rPr>
        <w:t>manzanas rojas</w:t>
      </w:r>
      <w:r w:rsidRPr="00B16DFF">
        <w:rPr>
          <w:rStyle w:val="Fett"/>
          <w:rFonts w:cstheme="minorHAnsi"/>
          <w:color w:val="111111"/>
          <w:shd w:val="clear" w:color="auto" w:fill="FFFFFF"/>
          <w:lang w:val="es-ES"/>
        </w:rPr>
        <w:t xml:space="preserve"> </w:t>
      </w:r>
      <w:r w:rsidRPr="00B16DFF">
        <w:rPr>
          <w:rFonts w:cstheme="minorHAnsi"/>
          <w:bCs/>
          <w:color w:val="111111"/>
          <w:shd w:val="clear" w:color="auto" w:fill="FFFFFF"/>
          <w:lang w:val="es-ES"/>
        </w:rPr>
        <w:t xml:space="preserve">están muy frescas hoy. </w:t>
      </w:r>
      <w:r w:rsidRPr="00DF34C6">
        <w:rPr>
          <w:rFonts w:cstheme="minorHAnsi"/>
          <w:bCs/>
          <w:color w:val="111111"/>
          <w:shd w:val="clear" w:color="auto" w:fill="FFFFFF"/>
          <w:lang w:val="es-ES"/>
        </w:rPr>
        <w:t>Son muy dulces. ¿Te gustaría probarlas?</w:t>
      </w:r>
    </w:p>
    <w:p w14:paraId="0E446921" w14:textId="4198B2B6" w:rsidR="00B16DFF" w:rsidRPr="00B16DFF" w:rsidRDefault="00B16DFF" w:rsidP="00F4203F">
      <w:pPr>
        <w:rPr>
          <w:rFonts w:cstheme="minorHAnsi"/>
          <w:bCs/>
          <w:color w:val="111111"/>
          <w:shd w:val="clear" w:color="auto" w:fill="FFFFFF"/>
          <w:lang w:val="es-ES"/>
        </w:rPr>
      </w:pPr>
      <w:r w:rsidRPr="00B16DFF">
        <w:rPr>
          <w:rFonts w:cstheme="minorHAnsi"/>
          <w:bCs/>
          <w:color w:val="111111"/>
          <w:shd w:val="clear" w:color="auto" w:fill="FFFFFF"/>
          <w:lang w:val="es-ES"/>
        </w:rPr>
        <w:t>Cliente:</w:t>
      </w:r>
      <w:r>
        <w:rPr>
          <w:rFonts w:cstheme="minorHAnsi"/>
          <w:bCs/>
          <w:color w:val="111111"/>
          <w:shd w:val="clear" w:color="auto" w:fill="FFFFFF"/>
          <w:lang w:val="es-ES"/>
        </w:rPr>
        <w:t xml:space="preserve"> </w:t>
      </w:r>
      <w:r w:rsidRPr="00B16DFF">
        <w:rPr>
          <w:rFonts w:cstheme="minorHAnsi"/>
          <w:bCs/>
          <w:color w:val="111111"/>
          <w:shd w:val="clear" w:color="auto" w:fill="FFFFFF"/>
          <w:lang w:val="es-ES"/>
        </w:rPr>
        <w:t xml:space="preserve">Sí, gracias. ¡Qué </w:t>
      </w:r>
      <w:r w:rsidRPr="00B16DFF">
        <w:rPr>
          <w:rFonts w:cstheme="minorHAnsi"/>
          <w:bCs/>
          <w:shd w:val="clear" w:color="auto" w:fill="FFFFFF"/>
          <w:lang w:val="es-ES"/>
        </w:rPr>
        <w:t>rica</w:t>
      </w:r>
      <w:r w:rsidRPr="00B16DFF">
        <w:rPr>
          <w:rFonts w:cstheme="minorHAnsi"/>
          <w:bCs/>
          <w:color w:val="111111"/>
          <w:shd w:val="clear" w:color="auto" w:fill="FFFFFF"/>
          <w:lang w:val="es-ES"/>
        </w:rPr>
        <w:t>! ¡Perfecto! Dame un kilo de manzanas rojas, por favor.</w:t>
      </w:r>
    </w:p>
    <w:p w14:paraId="3EFDF3D5" w14:textId="5595490D" w:rsidR="00B16DFF" w:rsidRDefault="00B16DFF" w:rsidP="00B16DFF">
      <w:pPr>
        <w:rPr>
          <w:lang w:val="es-ES"/>
        </w:rPr>
      </w:pPr>
      <w:r>
        <w:rPr>
          <w:lang w:val="es-ES"/>
        </w:rPr>
        <w:t xml:space="preserve">Vendedor/a: </w:t>
      </w:r>
      <w:r w:rsidRPr="00B16DFF">
        <w:rPr>
          <w:rFonts w:cstheme="minorHAnsi"/>
          <w:bCs/>
          <w:color w:val="111111"/>
          <w:shd w:val="clear" w:color="auto" w:fill="FFFFFF"/>
          <w:lang w:val="es-ES"/>
        </w:rPr>
        <w:t>Claro, aquí tienes. ¿Necesitas algo más?</w:t>
      </w:r>
    </w:p>
    <w:p w14:paraId="79A66646" w14:textId="2853400F" w:rsidR="00B16DFF" w:rsidRDefault="00B16DFF" w:rsidP="00F4203F">
      <w:pPr>
        <w:rPr>
          <w:rFonts w:cstheme="minorHAnsi"/>
          <w:bCs/>
          <w:color w:val="111111"/>
          <w:shd w:val="clear" w:color="auto" w:fill="FFFFFF"/>
          <w:lang w:val="es-ES"/>
        </w:rPr>
      </w:pPr>
      <w:r w:rsidRPr="00B16DFF">
        <w:rPr>
          <w:rFonts w:cstheme="minorHAnsi"/>
          <w:bCs/>
          <w:color w:val="111111"/>
          <w:shd w:val="clear" w:color="auto" w:fill="FFFFFF"/>
          <w:lang w:val="es-ES"/>
        </w:rPr>
        <w:t>Cliente:</w:t>
      </w:r>
      <w:r>
        <w:rPr>
          <w:rFonts w:cstheme="minorHAnsi"/>
          <w:bCs/>
          <w:color w:val="111111"/>
          <w:shd w:val="clear" w:color="auto" w:fill="FFFFFF"/>
          <w:lang w:val="es-ES"/>
        </w:rPr>
        <w:t xml:space="preserve"> </w:t>
      </w:r>
      <w:r w:rsidRPr="00B16DFF">
        <w:rPr>
          <w:rFonts w:cstheme="minorHAnsi"/>
          <w:bCs/>
          <w:color w:val="111111"/>
          <w:shd w:val="clear" w:color="auto" w:fill="FFFFFF"/>
          <w:lang w:val="es-ES"/>
        </w:rPr>
        <w:t>No, eso es todo.</w:t>
      </w:r>
      <w:r w:rsidRPr="00B16DFF">
        <w:rPr>
          <w:lang w:val="es-ES"/>
        </w:rPr>
        <w:t xml:space="preserve"> ¿Cuánto es en total?</w:t>
      </w:r>
    </w:p>
    <w:p w14:paraId="2F800C25" w14:textId="1087D0FC" w:rsidR="00B16DFF" w:rsidRDefault="00B16DFF" w:rsidP="00B16DFF">
      <w:pPr>
        <w:rPr>
          <w:lang w:val="es-ES"/>
        </w:rPr>
      </w:pPr>
      <w:r>
        <w:rPr>
          <w:lang w:val="es-ES"/>
        </w:rPr>
        <w:t xml:space="preserve">Vendedor/a: </w:t>
      </w:r>
      <w:r w:rsidRPr="00B16DFF">
        <w:rPr>
          <w:rFonts w:cstheme="minorHAnsi"/>
          <w:bCs/>
          <w:color w:val="111111"/>
          <w:shd w:val="clear" w:color="auto" w:fill="FFFFFF"/>
          <w:lang w:val="es-ES"/>
        </w:rPr>
        <w:t xml:space="preserve">Muy bien. A ver, la leche, la barra </w:t>
      </w:r>
      <w:r w:rsidRPr="00B16DFF">
        <w:rPr>
          <w:rFonts w:cstheme="minorHAnsi"/>
          <w:bCs/>
          <w:shd w:val="clear" w:color="auto" w:fill="FFFFFF"/>
          <w:lang w:val="es-ES"/>
        </w:rPr>
        <w:t xml:space="preserve">de pan </w:t>
      </w:r>
      <w:r w:rsidRPr="00B16DFF">
        <w:rPr>
          <w:rFonts w:cstheme="minorHAnsi"/>
          <w:bCs/>
          <w:color w:val="111111"/>
          <w:shd w:val="clear" w:color="auto" w:fill="FFFFFF"/>
          <w:lang w:val="es-ES"/>
        </w:rPr>
        <w:t xml:space="preserve">y las manzanas – son 5 </w:t>
      </w:r>
      <w:r w:rsidRPr="00B16DFF">
        <w:rPr>
          <w:lang w:val="es-ES"/>
        </w:rPr>
        <w:t>euros con 40</w:t>
      </w:r>
      <w:r w:rsidRPr="00B16DFF">
        <w:rPr>
          <w:rFonts w:cstheme="minorHAnsi"/>
          <w:bCs/>
          <w:color w:val="111111"/>
          <w:shd w:val="clear" w:color="auto" w:fill="FFFFFF"/>
          <w:lang w:val="es-ES"/>
        </w:rPr>
        <w:t>. ¿En efectivo o con tarjeta?</w:t>
      </w:r>
    </w:p>
    <w:p w14:paraId="197B8EB0" w14:textId="3F6DA212" w:rsidR="00B16DFF" w:rsidRDefault="00B16DFF" w:rsidP="00F4203F">
      <w:pPr>
        <w:rPr>
          <w:rFonts w:cstheme="minorHAnsi"/>
          <w:bCs/>
          <w:color w:val="111111"/>
          <w:shd w:val="clear" w:color="auto" w:fill="FFFFFF"/>
          <w:lang w:val="es-ES"/>
        </w:rPr>
      </w:pPr>
      <w:r w:rsidRPr="00B16DFF">
        <w:rPr>
          <w:rFonts w:cstheme="minorHAnsi"/>
          <w:bCs/>
          <w:color w:val="111111"/>
          <w:shd w:val="clear" w:color="auto" w:fill="FFFFFF"/>
          <w:lang w:val="es-ES"/>
        </w:rPr>
        <w:t>Cliente:</w:t>
      </w:r>
      <w:r>
        <w:rPr>
          <w:rFonts w:cstheme="minorHAnsi"/>
          <w:bCs/>
          <w:color w:val="111111"/>
          <w:shd w:val="clear" w:color="auto" w:fill="FFFFFF"/>
          <w:lang w:val="es-ES"/>
        </w:rPr>
        <w:t xml:space="preserve"> </w:t>
      </w:r>
      <w:r w:rsidRPr="00B16DFF">
        <w:rPr>
          <w:rFonts w:cstheme="minorHAnsi"/>
          <w:bCs/>
          <w:color w:val="111111"/>
          <w:shd w:val="clear" w:color="auto" w:fill="FFFFFF"/>
          <w:lang w:val="es-ES"/>
        </w:rPr>
        <w:t>En efectivo. Aquí tienes.</w:t>
      </w:r>
    </w:p>
    <w:p w14:paraId="2544CFB6" w14:textId="68D0C131" w:rsidR="00B16DFF" w:rsidRPr="00B16DFF" w:rsidRDefault="00B16DFF" w:rsidP="00F4203F">
      <w:pPr>
        <w:rPr>
          <w:lang w:val="es-ES"/>
        </w:rPr>
      </w:pPr>
      <w:r>
        <w:rPr>
          <w:lang w:val="es-ES"/>
        </w:rPr>
        <w:t xml:space="preserve">Vendedor/a: </w:t>
      </w:r>
      <w:r w:rsidRPr="00B16DFF">
        <w:rPr>
          <w:rFonts w:cstheme="minorHAnsi"/>
          <w:bCs/>
          <w:color w:val="111111"/>
          <w:shd w:val="clear" w:color="auto" w:fill="FFFFFF"/>
          <w:lang w:val="es-ES"/>
        </w:rPr>
        <w:t>Gracias. Aquí tienes tu cambio y tus productos. ¡Que tengas un buen día!</w:t>
      </w:r>
    </w:p>
    <w:p w14:paraId="2874AAFB" w14:textId="792D5657" w:rsidR="00B16DFF" w:rsidRDefault="00B16DFF" w:rsidP="00F4203F">
      <w:pPr>
        <w:rPr>
          <w:rFonts w:cstheme="minorHAnsi"/>
          <w:bCs/>
          <w:color w:val="111111"/>
          <w:shd w:val="clear" w:color="auto" w:fill="FFFFFF"/>
          <w:lang w:val="es-ES"/>
        </w:rPr>
      </w:pPr>
      <w:r w:rsidRPr="00B16DFF">
        <w:rPr>
          <w:rFonts w:cstheme="minorHAnsi"/>
          <w:bCs/>
          <w:color w:val="111111"/>
          <w:shd w:val="clear" w:color="auto" w:fill="FFFFFF"/>
          <w:lang w:val="es-ES"/>
        </w:rPr>
        <w:t>Cliente:</w:t>
      </w:r>
      <w:r>
        <w:rPr>
          <w:rFonts w:cstheme="minorHAnsi"/>
          <w:bCs/>
          <w:color w:val="111111"/>
          <w:shd w:val="clear" w:color="auto" w:fill="FFFFFF"/>
          <w:lang w:val="es-ES"/>
        </w:rPr>
        <w:t xml:space="preserve"> </w:t>
      </w:r>
      <w:r w:rsidRPr="00B16DFF">
        <w:rPr>
          <w:rFonts w:cstheme="minorHAnsi"/>
          <w:bCs/>
          <w:color w:val="111111"/>
          <w:shd w:val="clear" w:color="auto" w:fill="FFFFFF"/>
          <w:lang w:val="es-ES"/>
        </w:rPr>
        <w:t>¡Gracias! Igualmente, hasta luego.</w:t>
      </w:r>
    </w:p>
    <w:p w14:paraId="4E12343A" w14:textId="77777777" w:rsidR="00B16DFF" w:rsidRDefault="00B16DFF" w:rsidP="00F4203F">
      <w:pPr>
        <w:rPr>
          <w:rFonts w:cstheme="minorHAnsi"/>
          <w:bCs/>
          <w:color w:val="111111"/>
          <w:shd w:val="clear" w:color="auto" w:fill="FFFFFF"/>
          <w:lang w:val="es-ES"/>
        </w:rPr>
      </w:pPr>
    </w:p>
    <w:p w14:paraId="34193BBF" w14:textId="77777777" w:rsidR="00B16DFF" w:rsidRPr="00B16DFF" w:rsidRDefault="00B16DFF" w:rsidP="00B16DFF">
      <w:pPr>
        <w:pStyle w:val="berschrift3"/>
        <w:rPr>
          <w:lang w:val="es-ES"/>
        </w:rPr>
      </w:pPr>
      <w:r w:rsidRPr="00B16DFF">
        <w:rPr>
          <w:lang w:val="es-ES"/>
        </w:rPr>
        <w:t xml:space="preserve">Para profundizar – una perspectiva multicultural [en alemán]: </w:t>
      </w:r>
    </w:p>
    <w:p w14:paraId="4715F03E" w14:textId="4466FCEB" w:rsidR="00B16DFF" w:rsidRPr="00B16DFF" w:rsidRDefault="00B16DFF" w:rsidP="00B16DFF">
      <w:r w:rsidRPr="00B16DFF">
        <w:t xml:space="preserve">Arbeitsanweisung: Überlege Dir, wie Du ein solches Einkaufsgespräch in Deiner Umgebung führst. Wie gehst Du auf einen Verkäufer zu, wie er auf Dich? Fällt Dir dabei etwas auf? </w:t>
      </w:r>
    </w:p>
    <w:p w14:paraId="2D6A0F9A" w14:textId="19AC51CA" w:rsidR="00B16DFF" w:rsidRDefault="00B16DFF" w:rsidP="00B16DFF">
      <w:pPr>
        <w:pStyle w:val="berschrift2"/>
        <w:rPr>
          <w:lang w:val="es-ES"/>
        </w:rPr>
      </w:pPr>
      <w:r>
        <w:rPr>
          <w:lang w:val="es-ES"/>
        </w:rPr>
        <w:t>Material 2 – Palabras útiles para un diálogo en un mercado</w:t>
      </w:r>
    </w:p>
    <w:p w14:paraId="0CA1FB6E" w14:textId="345CBE9D" w:rsidR="00E43D12" w:rsidRPr="00E43D12" w:rsidRDefault="00E43D12" w:rsidP="00E43D12">
      <w:pPr>
        <w:pStyle w:val="berschrift3"/>
      </w:pPr>
      <w:r w:rsidRPr="00E43D12">
        <w:t>Erarbeitung der Redemittel für e</w:t>
      </w:r>
      <w:r>
        <w:t>in Einkaufsgespräch</w:t>
      </w:r>
    </w:p>
    <w:p w14:paraId="58DB532D" w14:textId="53375418" w:rsidR="00E43D12" w:rsidRPr="00E43D12" w:rsidRDefault="00E43D12" w:rsidP="00E43D12">
      <w:pPr>
        <w:rPr>
          <w:lang w:val="es-ES"/>
        </w:rPr>
      </w:pPr>
      <w:r>
        <w:rPr>
          <w:lang w:val="es-ES"/>
        </w:rPr>
        <w:t xml:space="preserve">Arbeitsanweisung: </w:t>
      </w:r>
      <w:r w:rsidRPr="00E43D12">
        <w:rPr>
          <w:i/>
          <w:lang w:val="es-ES"/>
        </w:rPr>
        <w:t xml:space="preserve">Busca palabras útiles para las diferentes fases de un diálogo en un mercado. Busca ejemplos del texto, pero también puedes añadir otras palabras que ya conoces. </w:t>
      </w:r>
    </w:p>
    <w:p w14:paraId="30C7C5D2" w14:textId="7112D48A" w:rsidR="00B16DFF" w:rsidRDefault="00B16DFF" w:rsidP="00E43D12">
      <w:pPr>
        <w:rPr>
          <w:lang w:val="es-ES"/>
        </w:rPr>
      </w:pPr>
    </w:p>
    <w:tbl>
      <w:tblPr>
        <w:tblStyle w:val="Tabellenraste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abelle mit roter Linie unter Kopfzeile"/>
        <w:tblDescription w:val="leer"/>
      </w:tblPr>
      <w:tblGrid>
        <w:gridCol w:w="3209"/>
        <w:gridCol w:w="3209"/>
        <w:gridCol w:w="3210"/>
      </w:tblGrid>
      <w:tr w:rsidR="00E43D12" w14:paraId="0405FE85" w14:textId="77777777" w:rsidTr="00F13823">
        <w:trPr>
          <w:cantSplit/>
          <w:tblHeader/>
        </w:trPr>
        <w:tc>
          <w:tcPr>
            <w:tcW w:w="3209" w:type="dxa"/>
            <w:tcBorders>
              <w:top w:val="nil"/>
              <w:left w:val="nil"/>
              <w:bottom w:val="single" w:sz="4" w:space="0" w:color="B70017"/>
              <w:right w:val="single" w:sz="4" w:space="0" w:color="D9D9D9" w:themeColor="background1" w:themeShade="D9"/>
            </w:tcBorders>
          </w:tcPr>
          <w:p w14:paraId="075E7E41" w14:textId="77777777" w:rsidR="00E43D12" w:rsidRPr="00DF34C6" w:rsidRDefault="00E43D12" w:rsidP="00F13823">
            <w:pPr>
              <w:pStyle w:val="Tabellenberschrift"/>
              <w:rPr>
                <w:lang w:val="es-ES"/>
              </w:rPr>
            </w:pPr>
          </w:p>
        </w:tc>
        <w:tc>
          <w:tcPr>
            <w:tcW w:w="3209" w:type="dxa"/>
            <w:tcBorders>
              <w:top w:val="nil"/>
              <w:left w:val="single" w:sz="4" w:space="0" w:color="D9D9D9" w:themeColor="background1" w:themeShade="D9"/>
              <w:bottom w:val="single" w:sz="4" w:space="0" w:color="B70017"/>
              <w:right w:val="single" w:sz="4" w:space="0" w:color="D9D9D9" w:themeColor="background1" w:themeShade="D9"/>
            </w:tcBorders>
          </w:tcPr>
          <w:p w14:paraId="4F1E258E" w14:textId="0811CE21" w:rsidR="00E43D12" w:rsidRDefault="00E43D12" w:rsidP="00F13823">
            <w:pPr>
              <w:pStyle w:val="Tabellenberschrift"/>
            </w:pPr>
            <w:r>
              <w:t>Verkäufer/in</w:t>
            </w:r>
          </w:p>
        </w:tc>
        <w:tc>
          <w:tcPr>
            <w:tcW w:w="3210" w:type="dxa"/>
            <w:tcBorders>
              <w:top w:val="nil"/>
              <w:left w:val="single" w:sz="4" w:space="0" w:color="D9D9D9" w:themeColor="background1" w:themeShade="D9"/>
              <w:bottom w:val="single" w:sz="4" w:space="0" w:color="B70017"/>
              <w:right w:val="nil"/>
            </w:tcBorders>
          </w:tcPr>
          <w:p w14:paraId="52939D4A" w14:textId="1B6A2B51" w:rsidR="00E43D12" w:rsidRDefault="00E43D12" w:rsidP="00F13823">
            <w:pPr>
              <w:pStyle w:val="Tabellenberschrift"/>
            </w:pPr>
            <w:r>
              <w:t>Kunde/in</w:t>
            </w:r>
          </w:p>
        </w:tc>
      </w:tr>
      <w:tr w:rsidR="00E43D12" w14:paraId="64875538" w14:textId="77777777" w:rsidTr="00F13823">
        <w:trPr>
          <w:cantSplit/>
          <w:tblHeader/>
        </w:trPr>
        <w:tc>
          <w:tcPr>
            <w:tcW w:w="3209" w:type="dxa"/>
          </w:tcPr>
          <w:p w14:paraId="7501F799" w14:textId="1A957756" w:rsidR="00E43D12" w:rsidRPr="00E43D12" w:rsidRDefault="00E43D12" w:rsidP="00E43D12">
            <w:r w:rsidRPr="00E43D12">
              <w:t>So kann ich ein Gespräch eröffnen</w:t>
            </w:r>
          </w:p>
        </w:tc>
        <w:tc>
          <w:tcPr>
            <w:tcW w:w="3209" w:type="dxa"/>
          </w:tcPr>
          <w:p w14:paraId="6784AD21" w14:textId="3820466D" w:rsidR="00E43D12" w:rsidRDefault="00E43D12" w:rsidP="00F13823">
            <w:pPr>
              <w:pStyle w:val="Tabelleninhalt"/>
            </w:pPr>
          </w:p>
        </w:tc>
        <w:tc>
          <w:tcPr>
            <w:tcW w:w="3210" w:type="dxa"/>
          </w:tcPr>
          <w:p w14:paraId="67F2B143" w14:textId="79151053" w:rsidR="00E43D12" w:rsidRDefault="00E43D12" w:rsidP="00F13823">
            <w:pPr>
              <w:pStyle w:val="Tabelleninhalt"/>
            </w:pPr>
          </w:p>
        </w:tc>
      </w:tr>
      <w:tr w:rsidR="00E43D12" w14:paraId="18719FBE" w14:textId="77777777" w:rsidTr="00F13823">
        <w:trPr>
          <w:cantSplit/>
          <w:tblHeader/>
        </w:trPr>
        <w:tc>
          <w:tcPr>
            <w:tcW w:w="3209" w:type="dxa"/>
          </w:tcPr>
          <w:p w14:paraId="36DD252E" w14:textId="57A586FB" w:rsidR="00E43D12" w:rsidRPr="00E43D12" w:rsidRDefault="00E43D12" w:rsidP="00E43D12">
            <w:r w:rsidRPr="00E43D12">
              <w:t xml:space="preserve">So kann ich Wünsche äußern </w:t>
            </w:r>
          </w:p>
        </w:tc>
        <w:tc>
          <w:tcPr>
            <w:tcW w:w="3209" w:type="dxa"/>
          </w:tcPr>
          <w:p w14:paraId="5CE81566" w14:textId="65D6C477" w:rsidR="00E43D12" w:rsidRDefault="00E43D12" w:rsidP="00F13823">
            <w:pPr>
              <w:pStyle w:val="Tabelleninhalt"/>
            </w:pPr>
          </w:p>
        </w:tc>
        <w:tc>
          <w:tcPr>
            <w:tcW w:w="3210" w:type="dxa"/>
          </w:tcPr>
          <w:p w14:paraId="4E89D307" w14:textId="493A8A41" w:rsidR="00E43D12" w:rsidRDefault="00E43D12" w:rsidP="00F13823">
            <w:pPr>
              <w:pStyle w:val="Tabelleninhalt"/>
            </w:pPr>
          </w:p>
        </w:tc>
      </w:tr>
      <w:tr w:rsidR="00E43D12" w14:paraId="2A19471C" w14:textId="77777777" w:rsidTr="00F13823">
        <w:trPr>
          <w:cantSplit/>
          <w:tblHeader/>
        </w:trPr>
        <w:tc>
          <w:tcPr>
            <w:tcW w:w="3209" w:type="dxa"/>
          </w:tcPr>
          <w:p w14:paraId="5A09FA96" w14:textId="730FDC81" w:rsidR="00E43D12" w:rsidRPr="00E43D12" w:rsidRDefault="00E43D12" w:rsidP="00E43D12">
            <w:r w:rsidRPr="00E43D12">
              <w:t>So kann ich etwas empfehlen / erklären</w:t>
            </w:r>
          </w:p>
        </w:tc>
        <w:tc>
          <w:tcPr>
            <w:tcW w:w="3209" w:type="dxa"/>
          </w:tcPr>
          <w:p w14:paraId="4BDF4008" w14:textId="46519AE1" w:rsidR="00E43D12" w:rsidRDefault="00E43D12" w:rsidP="00F13823">
            <w:pPr>
              <w:pStyle w:val="Tabelleninhalt"/>
            </w:pPr>
          </w:p>
        </w:tc>
        <w:tc>
          <w:tcPr>
            <w:tcW w:w="3210" w:type="dxa"/>
          </w:tcPr>
          <w:p w14:paraId="4EA85031" w14:textId="7B3BF5CC" w:rsidR="00E43D12" w:rsidRDefault="00E43D12" w:rsidP="00F13823">
            <w:pPr>
              <w:pStyle w:val="Tabelleninhalt"/>
            </w:pPr>
          </w:p>
        </w:tc>
      </w:tr>
      <w:tr w:rsidR="00E43D12" w14:paraId="60462C33" w14:textId="77777777" w:rsidTr="00F13823">
        <w:trPr>
          <w:cantSplit/>
          <w:tblHeader/>
        </w:trPr>
        <w:tc>
          <w:tcPr>
            <w:tcW w:w="3209" w:type="dxa"/>
          </w:tcPr>
          <w:p w14:paraId="0AA7BB48" w14:textId="04383F07" w:rsidR="00E43D12" w:rsidRPr="00E43D12" w:rsidRDefault="00E43D12" w:rsidP="00E43D12">
            <w:r w:rsidRPr="00E43D12">
              <w:t>So kann ich nachfragen</w:t>
            </w:r>
          </w:p>
        </w:tc>
        <w:tc>
          <w:tcPr>
            <w:tcW w:w="3209" w:type="dxa"/>
          </w:tcPr>
          <w:p w14:paraId="5FC87B9E" w14:textId="77777777" w:rsidR="00E43D12" w:rsidRDefault="00E43D12" w:rsidP="00F13823">
            <w:pPr>
              <w:pStyle w:val="Tabelleninhalt"/>
            </w:pPr>
          </w:p>
        </w:tc>
        <w:tc>
          <w:tcPr>
            <w:tcW w:w="3210" w:type="dxa"/>
          </w:tcPr>
          <w:p w14:paraId="293B3AA9" w14:textId="77777777" w:rsidR="00E43D12" w:rsidRDefault="00E43D12" w:rsidP="00F13823">
            <w:pPr>
              <w:pStyle w:val="Tabelleninhalt"/>
            </w:pPr>
          </w:p>
        </w:tc>
      </w:tr>
      <w:tr w:rsidR="00E43D12" w14:paraId="313CB694" w14:textId="77777777" w:rsidTr="00F13823">
        <w:trPr>
          <w:cantSplit/>
          <w:tblHeader/>
        </w:trPr>
        <w:tc>
          <w:tcPr>
            <w:tcW w:w="3209" w:type="dxa"/>
          </w:tcPr>
          <w:p w14:paraId="14F65D57" w14:textId="7CD69BF9" w:rsidR="00E43D12" w:rsidRPr="00E43D12" w:rsidRDefault="00E43D12" w:rsidP="00E43D12">
            <w:r w:rsidRPr="00E43D12">
              <w:t>So kann ich mich bedanken / reagieren.</w:t>
            </w:r>
          </w:p>
        </w:tc>
        <w:tc>
          <w:tcPr>
            <w:tcW w:w="3209" w:type="dxa"/>
          </w:tcPr>
          <w:p w14:paraId="4A677DEB" w14:textId="77777777" w:rsidR="00E43D12" w:rsidRDefault="00E43D12" w:rsidP="00F13823">
            <w:pPr>
              <w:pStyle w:val="Tabelleninhalt"/>
            </w:pPr>
          </w:p>
        </w:tc>
        <w:tc>
          <w:tcPr>
            <w:tcW w:w="3210" w:type="dxa"/>
          </w:tcPr>
          <w:p w14:paraId="7F566A66" w14:textId="77777777" w:rsidR="00E43D12" w:rsidRDefault="00E43D12" w:rsidP="00F13823">
            <w:pPr>
              <w:pStyle w:val="Tabelleninhalt"/>
            </w:pPr>
          </w:p>
        </w:tc>
      </w:tr>
      <w:tr w:rsidR="00E43D12" w14:paraId="1A246EC0" w14:textId="77777777" w:rsidTr="00F13823">
        <w:trPr>
          <w:cantSplit/>
          <w:tblHeader/>
        </w:trPr>
        <w:tc>
          <w:tcPr>
            <w:tcW w:w="3209" w:type="dxa"/>
          </w:tcPr>
          <w:p w14:paraId="5E5AAE91" w14:textId="502A94A5" w:rsidR="00E43D12" w:rsidRPr="00E43D12" w:rsidRDefault="00E43D12" w:rsidP="00E43D12">
            <w:r w:rsidRPr="00E43D12">
              <w:t>So kann ich meine Zustimmung ausdrücken.</w:t>
            </w:r>
          </w:p>
        </w:tc>
        <w:tc>
          <w:tcPr>
            <w:tcW w:w="3209" w:type="dxa"/>
          </w:tcPr>
          <w:p w14:paraId="57E7C63E" w14:textId="77777777" w:rsidR="00E43D12" w:rsidRDefault="00E43D12" w:rsidP="00F13823">
            <w:pPr>
              <w:pStyle w:val="Tabelleninhalt"/>
            </w:pPr>
          </w:p>
        </w:tc>
        <w:tc>
          <w:tcPr>
            <w:tcW w:w="3210" w:type="dxa"/>
          </w:tcPr>
          <w:p w14:paraId="71AD22FE" w14:textId="77777777" w:rsidR="00E43D12" w:rsidRDefault="00E43D12" w:rsidP="00F13823">
            <w:pPr>
              <w:pStyle w:val="Tabelleninhalt"/>
            </w:pPr>
          </w:p>
        </w:tc>
      </w:tr>
      <w:tr w:rsidR="00E43D12" w14:paraId="26B0E9F1" w14:textId="77777777" w:rsidTr="00F13823">
        <w:trPr>
          <w:cantSplit/>
          <w:tblHeader/>
        </w:trPr>
        <w:tc>
          <w:tcPr>
            <w:tcW w:w="3209" w:type="dxa"/>
          </w:tcPr>
          <w:p w14:paraId="728EF263" w14:textId="0C955B15" w:rsidR="00E43D12" w:rsidRPr="00E43D12" w:rsidRDefault="00E43D12" w:rsidP="00E43D12">
            <w:r w:rsidRPr="00E43D12">
              <w:t>So kann ich das Bezahlen versprachlichen</w:t>
            </w:r>
          </w:p>
        </w:tc>
        <w:tc>
          <w:tcPr>
            <w:tcW w:w="3209" w:type="dxa"/>
          </w:tcPr>
          <w:p w14:paraId="70F5C6AF" w14:textId="77777777" w:rsidR="00E43D12" w:rsidRDefault="00E43D12" w:rsidP="00F13823">
            <w:pPr>
              <w:pStyle w:val="Tabelleninhalt"/>
            </w:pPr>
          </w:p>
        </w:tc>
        <w:tc>
          <w:tcPr>
            <w:tcW w:w="3210" w:type="dxa"/>
          </w:tcPr>
          <w:p w14:paraId="1FD41832" w14:textId="77777777" w:rsidR="00E43D12" w:rsidRDefault="00E43D12" w:rsidP="00F13823">
            <w:pPr>
              <w:pStyle w:val="Tabelleninhalt"/>
            </w:pPr>
          </w:p>
        </w:tc>
      </w:tr>
      <w:tr w:rsidR="00E43D12" w14:paraId="3E35751C" w14:textId="77777777" w:rsidTr="00F13823">
        <w:trPr>
          <w:cantSplit/>
          <w:tblHeader/>
        </w:trPr>
        <w:tc>
          <w:tcPr>
            <w:tcW w:w="3209" w:type="dxa"/>
          </w:tcPr>
          <w:p w14:paraId="27A9BFF3" w14:textId="1F7AFAEF" w:rsidR="00E43D12" w:rsidRPr="00E43D12" w:rsidRDefault="00E43D12" w:rsidP="00E43D12">
            <w:r w:rsidRPr="00E43D12">
              <w:t>So kann ich Redepausen überbrücken</w:t>
            </w:r>
          </w:p>
        </w:tc>
        <w:tc>
          <w:tcPr>
            <w:tcW w:w="3209" w:type="dxa"/>
          </w:tcPr>
          <w:p w14:paraId="363599A1" w14:textId="77777777" w:rsidR="00E43D12" w:rsidRDefault="00E43D12" w:rsidP="00F13823">
            <w:pPr>
              <w:pStyle w:val="Tabelleninhalt"/>
            </w:pPr>
          </w:p>
        </w:tc>
        <w:tc>
          <w:tcPr>
            <w:tcW w:w="3210" w:type="dxa"/>
          </w:tcPr>
          <w:p w14:paraId="415392D9" w14:textId="77777777" w:rsidR="00E43D12" w:rsidRDefault="00E43D12" w:rsidP="00F13823">
            <w:pPr>
              <w:pStyle w:val="Tabelleninhalt"/>
            </w:pPr>
          </w:p>
        </w:tc>
      </w:tr>
      <w:tr w:rsidR="00E43D12" w14:paraId="2272758B" w14:textId="77777777" w:rsidTr="00F13823">
        <w:trPr>
          <w:cantSplit/>
          <w:tblHeader/>
        </w:trPr>
        <w:tc>
          <w:tcPr>
            <w:tcW w:w="3209" w:type="dxa"/>
          </w:tcPr>
          <w:p w14:paraId="593DA620" w14:textId="58D3DFA3" w:rsidR="00E43D12" w:rsidRPr="00E43D12" w:rsidRDefault="00E43D12" w:rsidP="00E43D12">
            <w:r w:rsidRPr="00E43D12">
              <w:t>So kann ich mich verabschieden</w:t>
            </w:r>
          </w:p>
        </w:tc>
        <w:tc>
          <w:tcPr>
            <w:tcW w:w="3209" w:type="dxa"/>
          </w:tcPr>
          <w:p w14:paraId="2D1AF3FD" w14:textId="77777777" w:rsidR="00E43D12" w:rsidRDefault="00E43D12" w:rsidP="00F13823">
            <w:pPr>
              <w:pStyle w:val="Tabelleninhalt"/>
            </w:pPr>
          </w:p>
        </w:tc>
        <w:tc>
          <w:tcPr>
            <w:tcW w:w="3210" w:type="dxa"/>
          </w:tcPr>
          <w:p w14:paraId="7E0F0CFE" w14:textId="77777777" w:rsidR="00E43D12" w:rsidRDefault="00E43D12" w:rsidP="00F13823">
            <w:pPr>
              <w:pStyle w:val="Tabelleninhalt"/>
            </w:pPr>
          </w:p>
        </w:tc>
      </w:tr>
    </w:tbl>
    <w:p w14:paraId="32A11472" w14:textId="77777777" w:rsidR="00E43D12" w:rsidRDefault="00E43D12" w:rsidP="00E43D12"/>
    <w:p w14:paraId="2FA11903" w14:textId="37C5D708" w:rsidR="00E43D12" w:rsidRDefault="00E43D12" w:rsidP="00E43D12">
      <w:pPr>
        <w:pStyle w:val="berschrift3"/>
      </w:pPr>
      <w:r>
        <w:t xml:space="preserve">Möglicher Erwartungshorizont </w:t>
      </w:r>
    </w:p>
    <w:p w14:paraId="48B21555" w14:textId="77777777" w:rsidR="00E43D12" w:rsidRDefault="00E43D12" w:rsidP="00E43D12"/>
    <w:tbl>
      <w:tblPr>
        <w:tblStyle w:val="Tabellenraste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abelle mit roter Linie unter Kopfzeile"/>
        <w:tblDescription w:val="leer"/>
      </w:tblPr>
      <w:tblGrid>
        <w:gridCol w:w="3209"/>
        <w:gridCol w:w="3209"/>
        <w:gridCol w:w="3210"/>
      </w:tblGrid>
      <w:tr w:rsidR="00E43D12" w14:paraId="7E3FFECD" w14:textId="77777777" w:rsidTr="006D5CBC">
        <w:trPr>
          <w:cantSplit/>
          <w:tblHeader/>
        </w:trPr>
        <w:tc>
          <w:tcPr>
            <w:tcW w:w="3209" w:type="dxa"/>
            <w:tcBorders>
              <w:top w:val="nil"/>
              <w:left w:val="nil"/>
              <w:bottom w:val="single" w:sz="4" w:space="0" w:color="B70017"/>
              <w:right w:val="single" w:sz="4" w:space="0" w:color="D9D9D9" w:themeColor="background1" w:themeShade="D9"/>
            </w:tcBorders>
          </w:tcPr>
          <w:p w14:paraId="73648CDF" w14:textId="77777777" w:rsidR="00E43D12" w:rsidRDefault="00E43D12" w:rsidP="006D5CBC">
            <w:pPr>
              <w:pStyle w:val="Tabellenberschrift"/>
            </w:pPr>
          </w:p>
        </w:tc>
        <w:tc>
          <w:tcPr>
            <w:tcW w:w="3209" w:type="dxa"/>
            <w:tcBorders>
              <w:top w:val="nil"/>
              <w:left w:val="single" w:sz="4" w:space="0" w:color="D9D9D9" w:themeColor="background1" w:themeShade="D9"/>
              <w:bottom w:val="single" w:sz="4" w:space="0" w:color="B70017"/>
              <w:right w:val="single" w:sz="4" w:space="0" w:color="D9D9D9" w:themeColor="background1" w:themeShade="D9"/>
            </w:tcBorders>
          </w:tcPr>
          <w:p w14:paraId="737D4437" w14:textId="77777777" w:rsidR="00E43D12" w:rsidRDefault="00E43D12" w:rsidP="006D5CBC">
            <w:pPr>
              <w:pStyle w:val="Tabellenberschrift"/>
            </w:pPr>
            <w:r>
              <w:t>Verkäufer/in</w:t>
            </w:r>
          </w:p>
        </w:tc>
        <w:tc>
          <w:tcPr>
            <w:tcW w:w="3210" w:type="dxa"/>
            <w:tcBorders>
              <w:top w:val="nil"/>
              <w:left w:val="single" w:sz="4" w:space="0" w:color="D9D9D9" w:themeColor="background1" w:themeShade="D9"/>
              <w:bottom w:val="single" w:sz="4" w:space="0" w:color="B70017"/>
              <w:right w:val="nil"/>
            </w:tcBorders>
          </w:tcPr>
          <w:p w14:paraId="27AEF6D5" w14:textId="77777777" w:rsidR="00E43D12" w:rsidRDefault="00E43D12" w:rsidP="006D5CBC">
            <w:pPr>
              <w:pStyle w:val="Tabellenberschrift"/>
            </w:pPr>
            <w:r>
              <w:t>Kunde/in</w:t>
            </w:r>
          </w:p>
        </w:tc>
      </w:tr>
      <w:tr w:rsidR="00E43D12" w:rsidRPr="00E43D12" w14:paraId="2E8699F5" w14:textId="77777777" w:rsidTr="006D5CBC">
        <w:trPr>
          <w:cantSplit/>
          <w:tblHeader/>
        </w:trPr>
        <w:tc>
          <w:tcPr>
            <w:tcW w:w="3209" w:type="dxa"/>
          </w:tcPr>
          <w:p w14:paraId="781EEBDD" w14:textId="77777777" w:rsidR="00E43D12" w:rsidRPr="00E43D12" w:rsidRDefault="00E43D12" w:rsidP="006D5CBC">
            <w:r w:rsidRPr="00E43D12">
              <w:t>So kann ich ein Gespräch eröffnen</w:t>
            </w:r>
          </w:p>
        </w:tc>
        <w:tc>
          <w:tcPr>
            <w:tcW w:w="3209" w:type="dxa"/>
          </w:tcPr>
          <w:p w14:paraId="1C845E95" w14:textId="77777777" w:rsidR="00E43D12" w:rsidRPr="00E43D12" w:rsidRDefault="00E43D12" w:rsidP="00E43D12">
            <w:pPr>
              <w:rPr>
                <w:color w:val="C00000"/>
                <w:lang w:val="es-ES"/>
              </w:rPr>
            </w:pPr>
            <w:r w:rsidRPr="00E43D12">
              <w:rPr>
                <w:color w:val="C00000"/>
                <w:lang w:val="es-ES"/>
              </w:rPr>
              <w:t>Hola. / Buenos días.</w:t>
            </w:r>
          </w:p>
          <w:p w14:paraId="554B84FB" w14:textId="1D2D3CE4" w:rsidR="00E43D12" w:rsidRPr="00E43D12" w:rsidRDefault="00E43D12" w:rsidP="00E43D12">
            <w:pPr>
              <w:pStyle w:val="Tabelleninhalt"/>
              <w:rPr>
                <w:lang w:val="es-ES"/>
              </w:rPr>
            </w:pPr>
            <w:r w:rsidRPr="00E43D12">
              <w:rPr>
                <w:color w:val="C00000"/>
                <w:lang w:val="es-ES"/>
              </w:rPr>
              <w:t>¿En qué puedo ayudarte?</w:t>
            </w:r>
          </w:p>
        </w:tc>
        <w:tc>
          <w:tcPr>
            <w:tcW w:w="3210" w:type="dxa"/>
          </w:tcPr>
          <w:p w14:paraId="4D396939" w14:textId="3080A5A0" w:rsidR="00E43D12" w:rsidRPr="00E43D12" w:rsidRDefault="00E43D12" w:rsidP="006D5CBC">
            <w:pPr>
              <w:pStyle w:val="Tabelleninhalt"/>
              <w:rPr>
                <w:lang w:val="es-ES"/>
              </w:rPr>
            </w:pPr>
            <w:r w:rsidRPr="00CD5538">
              <w:rPr>
                <w:color w:val="C00000"/>
              </w:rPr>
              <w:t>Hola.</w:t>
            </w:r>
          </w:p>
        </w:tc>
      </w:tr>
      <w:tr w:rsidR="00E43D12" w:rsidRPr="00DF34C6" w14:paraId="009A2BCF" w14:textId="77777777" w:rsidTr="006D5CBC">
        <w:trPr>
          <w:cantSplit/>
          <w:tblHeader/>
        </w:trPr>
        <w:tc>
          <w:tcPr>
            <w:tcW w:w="3209" w:type="dxa"/>
          </w:tcPr>
          <w:p w14:paraId="7CCD1535" w14:textId="77777777" w:rsidR="00E43D12" w:rsidRPr="00E43D12" w:rsidRDefault="00E43D12" w:rsidP="006D5CBC">
            <w:r w:rsidRPr="00E43D12">
              <w:t xml:space="preserve">So kann ich Wünsche äußern </w:t>
            </w:r>
          </w:p>
        </w:tc>
        <w:tc>
          <w:tcPr>
            <w:tcW w:w="3209" w:type="dxa"/>
          </w:tcPr>
          <w:p w14:paraId="62B37DD9" w14:textId="5985B1FC" w:rsidR="00E43D12" w:rsidRPr="00DF34C6" w:rsidRDefault="00E43D12" w:rsidP="00E43D12">
            <w:pPr>
              <w:pStyle w:val="Tabelleninhalt"/>
            </w:pPr>
          </w:p>
        </w:tc>
        <w:tc>
          <w:tcPr>
            <w:tcW w:w="3210" w:type="dxa"/>
          </w:tcPr>
          <w:p w14:paraId="1A6E6B83" w14:textId="77777777" w:rsidR="00E43D12" w:rsidRPr="00E43D12" w:rsidRDefault="00E43D12" w:rsidP="00E43D12">
            <w:pPr>
              <w:rPr>
                <w:color w:val="C00000"/>
                <w:lang w:val="es-ES"/>
              </w:rPr>
            </w:pPr>
            <w:r w:rsidRPr="00E43D12">
              <w:rPr>
                <w:color w:val="C00000"/>
                <w:lang w:val="es-ES"/>
              </w:rPr>
              <w:t>Estoy buscando…</w:t>
            </w:r>
          </w:p>
          <w:p w14:paraId="191F31BF" w14:textId="77777777" w:rsidR="00E43D12" w:rsidRPr="00E43D12" w:rsidRDefault="00E43D12" w:rsidP="00E43D12">
            <w:pPr>
              <w:rPr>
                <w:color w:val="C00000"/>
                <w:lang w:val="es-ES"/>
              </w:rPr>
            </w:pPr>
            <w:r w:rsidRPr="00E43D12">
              <w:rPr>
                <w:color w:val="C00000"/>
                <w:lang w:val="es-ES"/>
              </w:rPr>
              <w:t>Quiero…</w:t>
            </w:r>
          </w:p>
          <w:p w14:paraId="5CC425DB" w14:textId="77777777" w:rsidR="00E43D12" w:rsidRPr="00E43D12" w:rsidRDefault="00E43D12" w:rsidP="00E43D12">
            <w:pPr>
              <w:rPr>
                <w:color w:val="C00000"/>
                <w:lang w:val="es-ES"/>
              </w:rPr>
            </w:pPr>
            <w:r w:rsidRPr="00E43D12">
              <w:rPr>
                <w:color w:val="C00000"/>
                <w:lang w:val="es-ES"/>
              </w:rPr>
              <w:t>También necesito …</w:t>
            </w:r>
          </w:p>
          <w:p w14:paraId="6BED289C" w14:textId="77777777" w:rsidR="00E43D12" w:rsidRPr="00E43D12" w:rsidRDefault="00E43D12" w:rsidP="00E43D12">
            <w:pPr>
              <w:rPr>
                <w:color w:val="C00000"/>
                <w:lang w:val="es-ES"/>
              </w:rPr>
            </w:pPr>
            <w:r w:rsidRPr="00E43D12">
              <w:rPr>
                <w:color w:val="C00000"/>
                <w:lang w:val="es-ES"/>
              </w:rPr>
              <w:t>Sí, gracias.</w:t>
            </w:r>
          </w:p>
          <w:p w14:paraId="1AEFE7BE" w14:textId="043BD1A7" w:rsidR="00E43D12" w:rsidRPr="00E43D12" w:rsidRDefault="00E43D12" w:rsidP="00E43D12">
            <w:pPr>
              <w:pStyle w:val="Tabelleninhalt"/>
              <w:rPr>
                <w:lang w:val="es-ES"/>
              </w:rPr>
            </w:pPr>
            <w:r w:rsidRPr="00E43D12">
              <w:rPr>
                <w:color w:val="C00000"/>
                <w:lang w:val="es-ES"/>
              </w:rPr>
              <w:t>No, eso es todo.</w:t>
            </w:r>
          </w:p>
        </w:tc>
      </w:tr>
      <w:tr w:rsidR="00E43D12" w:rsidRPr="00E43D12" w14:paraId="5391C768" w14:textId="77777777" w:rsidTr="006D5CBC">
        <w:trPr>
          <w:cantSplit/>
          <w:tblHeader/>
        </w:trPr>
        <w:tc>
          <w:tcPr>
            <w:tcW w:w="3209" w:type="dxa"/>
          </w:tcPr>
          <w:p w14:paraId="358F5820" w14:textId="77777777" w:rsidR="00E43D12" w:rsidRPr="00E43D12" w:rsidRDefault="00E43D12" w:rsidP="006D5CBC">
            <w:r w:rsidRPr="00E43D12">
              <w:t>So kann ich etwas empfehlen / erklären</w:t>
            </w:r>
          </w:p>
        </w:tc>
        <w:tc>
          <w:tcPr>
            <w:tcW w:w="3209" w:type="dxa"/>
          </w:tcPr>
          <w:p w14:paraId="7909F83F" w14:textId="77777777" w:rsidR="00EC6FA2" w:rsidRPr="00E43D12" w:rsidRDefault="00EC6FA2" w:rsidP="00EC6FA2">
            <w:pPr>
              <w:rPr>
                <w:color w:val="C00000"/>
                <w:lang w:val="es-ES"/>
              </w:rPr>
            </w:pPr>
            <w:r w:rsidRPr="00E43D12">
              <w:rPr>
                <w:color w:val="C00000"/>
                <w:lang w:val="es-ES"/>
              </w:rPr>
              <w:t>… está</w:t>
            </w:r>
            <w:r>
              <w:rPr>
                <w:color w:val="C00000"/>
                <w:lang w:val="es-ES"/>
              </w:rPr>
              <w:t xml:space="preserve">(n) </w:t>
            </w:r>
            <w:r w:rsidRPr="00E43D12">
              <w:rPr>
                <w:color w:val="C00000"/>
                <w:lang w:val="es-ES"/>
              </w:rPr>
              <w:t>al lado de ...</w:t>
            </w:r>
          </w:p>
          <w:p w14:paraId="0E8571B7" w14:textId="77777777" w:rsidR="00EC6FA2" w:rsidRPr="00E43D12" w:rsidRDefault="00EC6FA2" w:rsidP="00EC6FA2">
            <w:pPr>
              <w:rPr>
                <w:color w:val="C00000"/>
                <w:lang w:val="es-ES"/>
              </w:rPr>
            </w:pPr>
            <w:r w:rsidRPr="00E43D12">
              <w:rPr>
                <w:color w:val="C00000"/>
                <w:lang w:val="es-ES"/>
              </w:rPr>
              <w:t>Aquí tienes ...</w:t>
            </w:r>
          </w:p>
          <w:p w14:paraId="30683174" w14:textId="77777777" w:rsidR="00EC6FA2" w:rsidRPr="00E43D12" w:rsidRDefault="00EC6FA2" w:rsidP="00EC6FA2">
            <w:pPr>
              <w:rPr>
                <w:color w:val="C00000"/>
                <w:lang w:val="es-ES"/>
              </w:rPr>
            </w:pPr>
            <w:r w:rsidRPr="00E43D12">
              <w:rPr>
                <w:color w:val="C00000"/>
                <w:lang w:val="es-ES"/>
              </w:rPr>
              <w:t>Puedes elegir entre...</w:t>
            </w:r>
          </w:p>
          <w:p w14:paraId="573498BE" w14:textId="283DFCEB" w:rsidR="00E43D12" w:rsidRDefault="00EC6FA2" w:rsidP="00EC6FA2">
            <w:pPr>
              <w:pStyle w:val="Tabelleninhalt"/>
            </w:pPr>
            <w:r w:rsidRPr="00E43D12">
              <w:rPr>
                <w:color w:val="C00000"/>
                <w:lang w:val="es-ES"/>
              </w:rPr>
              <w:t>Mira, tenemos una oferta...</w:t>
            </w:r>
          </w:p>
        </w:tc>
        <w:tc>
          <w:tcPr>
            <w:tcW w:w="3210" w:type="dxa"/>
          </w:tcPr>
          <w:p w14:paraId="17D4A384" w14:textId="4916F6F9" w:rsidR="00E43D12" w:rsidRPr="00E43D12" w:rsidRDefault="00E43D12" w:rsidP="00E43D12">
            <w:pPr>
              <w:pStyle w:val="Tabelleninhalt"/>
              <w:rPr>
                <w:lang w:val="es-ES"/>
              </w:rPr>
            </w:pPr>
          </w:p>
        </w:tc>
      </w:tr>
      <w:tr w:rsidR="00EC6FA2" w:rsidRPr="00DF34C6" w14:paraId="0DBCCBD3" w14:textId="77777777" w:rsidTr="006D5CBC">
        <w:trPr>
          <w:cantSplit/>
          <w:tblHeader/>
        </w:trPr>
        <w:tc>
          <w:tcPr>
            <w:tcW w:w="3209" w:type="dxa"/>
          </w:tcPr>
          <w:p w14:paraId="1A9BD36D" w14:textId="77777777" w:rsidR="00EC6FA2" w:rsidRPr="00E43D12" w:rsidRDefault="00EC6FA2" w:rsidP="00EC6FA2">
            <w:r w:rsidRPr="00E43D12">
              <w:t>So kann ich nachfragen</w:t>
            </w:r>
          </w:p>
        </w:tc>
        <w:tc>
          <w:tcPr>
            <w:tcW w:w="3209" w:type="dxa"/>
          </w:tcPr>
          <w:p w14:paraId="36AABBBE" w14:textId="77777777" w:rsidR="00EC6FA2" w:rsidRPr="00E43D12" w:rsidRDefault="00EC6FA2" w:rsidP="00EC6FA2">
            <w:pPr>
              <w:rPr>
                <w:color w:val="C00000"/>
                <w:lang w:val="es-ES"/>
              </w:rPr>
            </w:pPr>
            <w:r w:rsidRPr="00E43D12">
              <w:rPr>
                <w:color w:val="C00000"/>
                <w:lang w:val="es-ES"/>
              </w:rPr>
              <w:t>¿Algo más?</w:t>
            </w:r>
          </w:p>
          <w:p w14:paraId="4EF1399F" w14:textId="77777777" w:rsidR="00EC6FA2" w:rsidRPr="00E43D12" w:rsidRDefault="00EC6FA2" w:rsidP="00EC6FA2">
            <w:pPr>
              <w:rPr>
                <w:color w:val="C00000"/>
                <w:lang w:val="es-ES"/>
              </w:rPr>
            </w:pPr>
            <w:r w:rsidRPr="00E43D12">
              <w:rPr>
                <w:color w:val="C00000"/>
                <w:lang w:val="es-ES"/>
              </w:rPr>
              <w:t>¿Necesitas algo más?</w:t>
            </w:r>
          </w:p>
          <w:p w14:paraId="670AACA0" w14:textId="13ABC3D7" w:rsidR="00EC6FA2" w:rsidRPr="00E43D12" w:rsidRDefault="00EC6FA2" w:rsidP="00EC6FA2">
            <w:pPr>
              <w:rPr>
                <w:color w:val="C00000"/>
                <w:lang w:val="es-ES"/>
              </w:rPr>
            </w:pPr>
            <w:r w:rsidRPr="00CD5538">
              <w:rPr>
                <w:color w:val="C00000"/>
              </w:rPr>
              <w:t xml:space="preserve">¿Te </w:t>
            </w:r>
            <w:proofErr w:type="spellStart"/>
            <w:r w:rsidRPr="00CD5538">
              <w:rPr>
                <w:color w:val="C00000"/>
              </w:rPr>
              <w:t>gustaría</w:t>
            </w:r>
            <w:proofErr w:type="spellEnd"/>
            <w:r w:rsidRPr="00CD5538">
              <w:rPr>
                <w:color w:val="C00000"/>
              </w:rPr>
              <w:t xml:space="preserve"> </w:t>
            </w:r>
            <w:proofErr w:type="spellStart"/>
            <w:r w:rsidRPr="00DF34C6">
              <w:rPr>
                <w:color w:val="C00000"/>
                <w:lang w:val="es-ES"/>
              </w:rPr>
              <w:t>p</w:t>
            </w:r>
            <w:r w:rsidR="00A90C3F" w:rsidRPr="00DF34C6">
              <w:rPr>
                <w:color w:val="C00000"/>
                <w:lang w:val="es-ES"/>
              </w:rPr>
              <w:t>ro</w:t>
            </w:r>
            <w:r w:rsidRPr="00DF34C6">
              <w:rPr>
                <w:color w:val="C00000"/>
                <w:lang w:val="es-ES"/>
              </w:rPr>
              <w:t>barlas</w:t>
            </w:r>
            <w:proofErr w:type="spellEnd"/>
            <w:r w:rsidRPr="00DF34C6">
              <w:rPr>
                <w:color w:val="C00000"/>
                <w:lang w:val="es-ES"/>
              </w:rPr>
              <w:t>/los?</w:t>
            </w:r>
          </w:p>
        </w:tc>
        <w:tc>
          <w:tcPr>
            <w:tcW w:w="3210" w:type="dxa"/>
          </w:tcPr>
          <w:p w14:paraId="080414C9" w14:textId="77777777" w:rsidR="00EC6FA2" w:rsidRPr="00E43D12" w:rsidRDefault="00EC6FA2" w:rsidP="00EC6FA2">
            <w:pPr>
              <w:rPr>
                <w:color w:val="C00000"/>
                <w:lang w:val="es-ES"/>
              </w:rPr>
            </w:pPr>
            <w:r w:rsidRPr="00E43D12">
              <w:rPr>
                <w:color w:val="C00000"/>
                <w:lang w:val="es-ES"/>
              </w:rPr>
              <w:t>¿Dónde está?</w:t>
            </w:r>
          </w:p>
          <w:p w14:paraId="1F8D6087" w14:textId="1F9E27BB" w:rsidR="00EC6FA2" w:rsidRPr="00E43D12" w:rsidRDefault="00EC6FA2" w:rsidP="00EC6FA2">
            <w:pPr>
              <w:pStyle w:val="Tabelleninhalt"/>
              <w:rPr>
                <w:lang w:val="es-ES"/>
              </w:rPr>
            </w:pPr>
            <w:r w:rsidRPr="00E43D12">
              <w:rPr>
                <w:color w:val="C00000"/>
                <w:lang w:val="es-ES"/>
              </w:rPr>
              <w:t>¿Cuál(es) me recomiendas?</w:t>
            </w:r>
          </w:p>
        </w:tc>
      </w:tr>
      <w:tr w:rsidR="00EC6FA2" w14:paraId="6B1222FE" w14:textId="77777777" w:rsidTr="006D5CBC">
        <w:trPr>
          <w:cantSplit/>
          <w:tblHeader/>
        </w:trPr>
        <w:tc>
          <w:tcPr>
            <w:tcW w:w="3209" w:type="dxa"/>
          </w:tcPr>
          <w:p w14:paraId="1EE41AA5" w14:textId="77777777" w:rsidR="00EC6FA2" w:rsidRPr="00E43D12" w:rsidRDefault="00EC6FA2" w:rsidP="00EC6FA2">
            <w:r w:rsidRPr="00E43D12">
              <w:t>So kann ich mich bedanken / reagieren.</w:t>
            </w:r>
          </w:p>
        </w:tc>
        <w:tc>
          <w:tcPr>
            <w:tcW w:w="3209" w:type="dxa"/>
          </w:tcPr>
          <w:p w14:paraId="44D3C565" w14:textId="77777777" w:rsidR="00EC6FA2" w:rsidRPr="00E43D12" w:rsidRDefault="00EC6FA2" w:rsidP="00EC6FA2">
            <w:pPr>
              <w:rPr>
                <w:color w:val="C00000"/>
                <w:lang w:val="es-ES"/>
              </w:rPr>
            </w:pPr>
            <w:r w:rsidRPr="00E43D12">
              <w:rPr>
                <w:color w:val="C00000"/>
                <w:lang w:val="es-ES"/>
              </w:rPr>
              <w:t xml:space="preserve">De nada. </w:t>
            </w:r>
          </w:p>
          <w:p w14:paraId="2FDF003D" w14:textId="0B488B5C" w:rsidR="00EC6FA2" w:rsidRPr="00EC6FA2" w:rsidRDefault="00EC6FA2" w:rsidP="00EC6FA2">
            <w:pPr>
              <w:rPr>
                <w:lang w:val="es-ES"/>
              </w:rPr>
            </w:pPr>
            <w:r w:rsidRPr="00E43D12">
              <w:rPr>
                <w:color w:val="C00000"/>
                <w:lang w:val="es-ES"/>
              </w:rPr>
              <w:t>Claro, aquí tienes.</w:t>
            </w:r>
          </w:p>
        </w:tc>
        <w:tc>
          <w:tcPr>
            <w:tcW w:w="3210" w:type="dxa"/>
          </w:tcPr>
          <w:p w14:paraId="1918E4E7" w14:textId="1166FA11" w:rsidR="00EC6FA2" w:rsidRDefault="00EC6FA2" w:rsidP="00EC6FA2">
            <w:pPr>
              <w:pStyle w:val="Tabelleninhalt"/>
            </w:pPr>
            <w:r w:rsidRPr="00CD5538">
              <w:rPr>
                <w:color w:val="C00000"/>
              </w:rPr>
              <w:t>Gracias.</w:t>
            </w:r>
          </w:p>
        </w:tc>
      </w:tr>
      <w:tr w:rsidR="00EC6FA2" w14:paraId="36C26121" w14:textId="77777777" w:rsidTr="006D5CBC">
        <w:trPr>
          <w:cantSplit/>
          <w:tblHeader/>
        </w:trPr>
        <w:tc>
          <w:tcPr>
            <w:tcW w:w="3209" w:type="dxa"/>
          </w:tcPr>
          <w:p w14:paraId="31D56981" w14:textId="77777777" w:rsidR="00EC6FA2" w:rsidRPr="00E43D12" w:rsidRDefault="00EC6FA2" w:rsidP="00EC6FA2">
            <w:r w:rsidRPr="00E43D12">
              <w:t>So kann ich meine Zustimmung ausdrücken.</w:t>
            </w:r>
          </w:p>
        </w:tc>
        <w:tc>
          <w:tcPr>
            <w:tcW w:w="3209" w:type="dxa"/>
          </w:tcPr>
          <w:p w14:paraId="05590CD0" w14:textId="77777777" w:rsidR="00EC6FA2" w:rsidRPr="00CD5538" w:rsidRDefault="00EC6FA2" w:rsidP="00EC6FA2">
            <w:pPr>
              <w:rPr>
                <w:color w:val="C00000"/>
              </w:rPr>
            </w:pPr>
            <w:r w:rsidRPr="00CD5538">
              <w:rPr>
                <w:color w:val="C00000"/>
              </w:rPr>
              <w:t>Vale.</w:t>
            </w:r>
          </w:p>
          <w:p w14:paraId="633D3DD2" w14:textId="77777777" w:rsidR="00EC6FA2" w:rsidRDefault="00EC6FA2" w:rsidP="00EC6FA2">
            <w:pPr>
              <w:pStyle w:val="Tabelleninhalt"/>
            </w:pPr>
          </w:p>
        </w:tc>
        <w:tc>
          <w:tcPr>
            <w:tcW w:w="3210" w:type="dxa"/>
          </w:tcPr>
          <w:p w14:paraId="36941C71" w14:textId="77777777" w:rsidR="00EC6FA2" w:rsidRPr="00CD5538" w:rsidRDefault="00EC6FA2" w:rsidP="00EC6FA2">
            <w:pPr>
              <w:rPr>
                <w:color w:val="C00000"/>
              </w:rPr>
            </w:pPr>
            <w:r w:rsidRPr="00CD5538">
              <w:rPr>
                <w:color w:val="C00000"/>
              </w:rPr>
              <w:t>¡</w:t>
            </w:r>
            <w:proofErr w:type="spellStart"/>
            <w:r w:rsidRPr="00CD5538">
              <w:rPr>
                <w:color w:val="C00000"/>
              </w:rPr>
              <w:t>Qué</w:t>
            </w:r>
            <w:proofErr w:type="spellEnd"/>
            <w:r w:rsidRPr="00CD5538">
              <w:rPr>
                <w:color w:val="C00000"/>
              </w:rPr>
              <w:t xml:space="preserve"> </w:t>
            </w:r>
            <w:proofErr w:type="spellStart"/>
            <w:r w:rsidRPr="00CD5538">
              <w:rPr>
                <w:color w:val="C00000"/>
              </w:rPr>
              <w:t>rico</w:t>
            </w:r>
            <w:proofErr w:type="spellEnd"/>
            <w:r w:rsidRPr="00CD5538">
              <w:rPr>
                <w:color w:val="C00000"/>
              </w:rPr>
              <w:t>!</w:t>
            </w:r>
          </w:p>
          <w:p w14:paraId="6B13F2B7" w14:textId="77777777" w:rsidR="00EC6FA2" w:rsidRPr="00CD5538" w:rsidRDefault="00EC6FA2" w:rsidP="00EC6FA2">
            <w:pPr>
              <w:rPr>
                <w:color w:val="C00000"/>
              </w:rPr>
            </w:pPr>
            <w:r w:rsidRPr="00CD5538">
              <w:rPr>
                <w:color w:val="C00000"/>
              </w:rPr>
              <w:t>¡</w:t>
            </w:r>
            <w:proofErr w:type="spellStart"/>
            <w:r w:rsidRPr="00CD5538">
              <w:rPr>
                <w:color w:val="C00000"/>
              </w:rPr>
              <w:t>Perfecto</w:t>
            </w:r>
            <w:proofErr w:type="spellEnd"/>
            <w:r w:rsidRPr="00CD5538">
              <w:rPr>
                <w:color w:val="C00000"/>
              </w:rPr>
              <w:t>!</w:t>
            </w:r>
          </w:p>
          <w:p w14:paraId="3F7997D3" w14:textId="77777777" w:rsidR="00EC6FA2" w:rsidRDefault="00EC6FA2" w:rsidP="00EC6FA2">
            <w:pPr>
              <w:pStyle w:val="Tabelleninhalt"/>
            </w:pPr>
          </w:p>
        </w:tc>
      </w:tr>
      <w:tr w:rsidR="00EC6FA2" w:rsidRPr="00DF34C6" w14:paraId="39AB47DF" w14:textId="77777777" w:rsidTr="006D5CBC">
        <w:trPr>
          <w:cantSplit/>
          <w:tblHeader/>
        </w:trPr>
        <w:tc>
          <w:tcPr>
            <w:tcW w:w="3209" w:type="dxa"/>
          </w:tcPr>
          <w:p w14:paraId="5A1502E8" w14:textId="77777777" w:rsidR="00EC6FA2" w:rsidRPr="00E43D12" w:rsidRDefault="00EC6FA2" w:rsidP="00EC6FA2">
            <w:r w:rsidRPr="00E43D12">
              <w:t>So kann ich das Bezahlen versprachlichen</w:t>
            </w:r>
          </w:p>
        </w:tc>
        <w:tc>
          <w:tcPr>
            <w:tcW w:w="3209" w:type="dxa"/>
          </w:tcPr>
          <w:p w14:paraId="020187DD" w14:textId="77777777" w:rsidR="00EC6FA2" w:rsidRPr="00EC6FA2" w:rsidRDefault="00EC6FA2" w:rsidP="00EC6FA2">
            <w:pPr>
              <w:rPr>
                <w:color w:val="C00000"/>
                <w:lang w:val="es-ES"/>
              </w:rPr>
            </w:pPr>
            <w:r w:rsidRPr="00EC6FA2">
              <w:rPr>
                <w:color w:val="C00000"/>
                <w:lang w:val="es-ES"/>
              </w:rPr>
              <w:t>¿En efectivo o con tarjeta?</w:t>
            </w:r>
          </w:p>
          <w:p w14:paraId="731D68E7" w14:textId="0FC5CF47" w:rsidR="00EC6FA2" w:rsidRDefault="00EC6FA2" w:rsidP="00EC6FA2">
            <w:pPr>
              <w:pStyle w:val="Tabelleninhalt"/>
            </w:pPr>
            <w:proofErr w:type="spellStart"/>
            <w:r w:rsidRPr="00CD5538">
              <w:rPr>
                <w:color w:val="C00000"/>
              </w:rPr>
              <w:t>Aquí</w:t>
            </w:r>
            <w:proofErr w:type="spellEnd"/>
            <w:r w:rsidRPr="00CD5538">
              <w:rPr>
                <w:color w:val="C00000"/>
              </w:rPr>
              <w:t xml:space="preserve"> </w:t>
            </w:r>
            <w:proofErr w:type="spellStart"/>
            <w:r w:rsidRPr="00CD5538">
              <w:rPr>
                <w:color w:val="C00000"/>
              </w:rPr>
              <w:t>tienes</w:t>
            </w:r>
            <w:proofErr w:type="spellEnd"/>
            <w:r w:rsidRPr="00CD5538">
              <w:rPr>
                <w:color w:val="C00000"/>
              </w:rPr>
              <w:t xml:space="preserve"> tu </w:t>
            </w:r>
            <w:proofErr w:type="spellStart"/>
            <w:r w:rsidRPr="00CD5538">
              <w:rPr>
                <w:color w:val="C00000"/>
              </w:rPr>
              <w:t>cambio</w:t>
            </w:r>
            <w:proofErr w:type="spellEnd"/>
            <w:r w:rsidRPr="00CD5538">
              <w:rPr>
                <w:color w:val="C00000"/>
              </w:rPr>
              <w:t>.</w:t>
            </w:r>
          </w:p>
        </w:tc>
        <w:tc>
          <w:tcPr>
            <w:tcW w:w="3210" w:type="dxa"/>
          </w:tcPr>
          <w:p w14:paraId="35B7AEDC" w14:textId="77777777" w:rsidR="00EC6FA2" w:rsidRPr="00EC6FA2" w:rsidRDefault="00EC6FA2" w:rsidP="00EC6FA2">
            <w:pPr>
              <w:rPr>
                <w:color w:val="C00000"/>
                <w:lang w:val="es-ES"/>
              </w:rPr>
            </w:pPr>
            <w:r w:rsidRPr="00EC6FA2">
              <w:rPr>
                <w:color w:val="C00000"/>
                <w:lang w:val="es-ES"/>
              </w:rPr>
              <w:t>¿Cuánto es en total?</w:t>
            </w:r>
          </w:p>
          <w:p w14:paraId="4A4E51F7" w14:textId="62BBF866" w:rsidR="00EC6FA2" w:rsidRPr="00EC6FA2" w:rsidRDefault="00EC6FA2" w:rsidP="00EC6FA2">
            <w:pPr>
              <w:pStyle w:val="Tabelleninhalt"/>
              <w:rPr>
                <w:lang w:val="es-ES"/>
              </w:rPr>
            </w:pPr>
            <w:r w:rsidRPr="00EC6FA2">
              <w:rPr>
                <w:color w:val="C00000"/>
                <w:lang w:val="es-ES"/>
              </w:rPr>
              <w:t>Aquí tienes.</w:t>
            </w:r>
          </w:p>
        </w:tc>
      </w:tr>
      <w:tr w:rsidR="00EC6FA2" w14:paraId="7CD1847A" w14:textId="77777777" w:rsidTr="006D5CBC">
        <w:trPr>
          <w:cantSplit/>
          <w:tblHeader/>
        </w:trPr>
        <w:tc>
          <w:tcPr>
            <w:tcW w:w="3209" w:type="dxa"/>
          </w:tcPr>
          <w:p w14:paraId="7AF1195D" w14:textId="77777777" w:rsidR="00EC6FA2" w:rsidRPr="00E43D12" w:rsidRDefault="00EC6FA2" w:rsidP="00EC6FA2">
            <w:r w:rsidRPr="00E43D12">
              <w:t>So kann ich Redepausen überbrücken</w:t>
            </w:r>
          </w:p>
        </w:tc>
        <w:tc>
          <w:tcPr>
            <w:tcW w:w="3209" w:type="dxa"/>
          </w:tcPr>
          <w:p w14:paraId="322134AA" w14:textId="77777777" w:rsidR="00EC6FA2" w:rsidRPr="00EC6FA2" w:rsidRDefault="00EC6FA2" w:rsidP="00EC6FA2">
            <w:pPr>
              <w:rPr>
                <w:color w:val="C00000"/>
                <w:lang w:val="es-ES"/>
              </w:rPr>
            </w:pPr>
            <w:r w:rsidRPr="00EC6FA2">
              <w:rPr>
                <w:color w:val="C00000"/>
                <w:lang w:val="es-ES"/>
              </w:rPr>
              <w:t>A ver ...</w:t>
            </w:r>
          </w:p>
          <w:p w14:paraId="3EEE2384" w14:textId="77777777" w:rsidR="00EC6FA2" w:rsidRPr="00EC6FA2" w:rsidRDefault="00EC6FA2" w:rsidP="00EC6FA2">
            <w:pPr>
              <w:rPr>
                <w:color w:val="C00000"/>
                <w:lang w:val="es-ES"/>
              </w:rPr>
            </w:pPr>
            <w:r w:rsidRPr="00EC6FA2">
              <w:rPr>
                <w:color w:val="C00000"/>
                <w:lang w:val="es-ES"/>
              </w:rPr>
              <w:t>Mira, …</w:t>
            </w:r>
          </w:p>
          <w:p w14:paraId="50D55CEA" w14:textId="77777777" w:rsidR="00EC6FA2" w:rsidRPr="00EC6FA2" w:rsidRDefault="00EC6FA2" w:rsidP="00EC6FA2">
            <w:pPr>
              <w:rPr>
                <w:color w:val="C00000"/>
                <w:lang w:val="es-ES"/>
              </w:rPr>
            </w:pPr>
            <w:r w:rsidRPr="00EC6FA2">
              <w:rPr>
                <w:color w:val="C00000"/>
                <w:lang w:val="es-ES"/>
              </w:rPr>
              <w:t>Claro, …</w:t>
            </w:r>
          </w:p>
          <w:p w14:paraId="245A4E4F" w14:textId="77777777" w:rsidR="00EC6FA2" w:rsidRPr="00EC6FA2" w:rsidRDefault="00EC6FA2" w:rsidP="00EC6FA2">
            <w:pPr>
              <w:rPr>
                <w:color w:val="C00000"/>
                <w:lang w:val="es-ES"/>
              </w:rPr>
            </w:pPr>
            <w:r w:rsidRPr="00EC6FA2">
              <w:rPr>
                <w:color w:val="C00000"/>
                <w:lang w:val="es-ES"/>
              </w:rPr>
              <w:t>Vale, ...</w:t>
            </w:r>
          </w:p>
          <w:p w14:paraId="0E66FF72" w14:textId="377AE33F" w:rsidR="00EC6FA2" w:rsidRDefault="00EC6FA2" w:rsidP="00EC6FA2">
            <w:pPr>
              <w:pStyle w:val="Tabelleninhalt"/>
            </w:pPr>
            <w:proofErr w:type="spellStart"/>
            <w:r w:rsidRPr="00CD5538">
              <w:rPr>
                <w:color w:val="C00000"/>
              </w:rPr>
              <w:t>Bueno</w:t>
            </w:r>
            <w:proofErr w:type="spellEnd"/>
            <w:r w:rsidRPr="00CD5538">
              <w:rPr>
                <w:color w:val="C00000"/>
              </w:rPr>
              <w:t>, ...</w:t>
            </w:r>
          </w:p>
        </w:tc>
        <w:tc>
          <w:tcPr>
            <w:tcW w:w="3210" w:type="dxa"/>
          </w:tcPr>
          <w:p w14:paraId="5EC08C3E" w14:textId="77777777" w:rsidR="00EC6FA2" w:rsidRPr="00EC6FA2" w:rsidRDefault="00EC6FA2" w:rsidP="00EC6FA2">
            <w:pPr>
              <w:rPr>
                <w:color w:val="C00000"/>
                <w:lang w:val="es-ES"/>
              </w:rPr>
            </w:pPr>
            <w:r w:rsidRPr="00EC6FA2">
              <w:rPr>
                <w:color w:val="C00000"/>
                <w:lang w:val="es-ES"/>
              </w:rPr>
              <w:t>A ver ...</w:t>
            </w:r>
          </w:p>
          <w:p w14:paraId="1BD114F8" w14:textId="77777777" w:rsidR="00EC6FA2" w:rsidRPr="00EC6FA2" w:rsidRDefault="00EC6FA2" w:rsidP="00EC6FA2">
            <w:pPr>
              <w:rPr>
                <w:color w:val="C00000"/>
                <w:lang w:val="es-ES"/>
              </w:rPr>
            </w:pPr>
            <w:r w:rsidRPr="00EC6FA2">
              <w:rPr>
                <w:color w:val="C00000"/>
                <w:lang w:val="es-ES"/>
              </w:rPr>
              <w:t>Mira, …</w:t>
            </w:r>
          </w:p>
          <w:p w14:paraId="3F1E3DE5" w14:textId="77777777" w:rsidR="00EC6FA2" w:rsidRPr="00EC6FA2" w:rsidRDefault="00EC6FA2" w:rsidP="00EC6FA2">
            <w:pPr>
              <w:rPr>
                <w:color w:val="C00000"/>
                <w:lang w:val="es-ES"/>
              </w:rPr>
            </w:pPr>
            <w:r w:rsidRPr="00EC6FA2">
              <w:rPr>
                <w:color w:val="C00000"/>
                <w:lang w:val="es-ES"/>
              </w:rPr>
              <w:t>Claro, …</w:t>
            </w:r>
          </w:p>
          <w:p w14:paraId="06393ED4" w14:textId="77777777" w:rsidR="00EC6FA2" w:rsidRPr="00EC6FA2" w:rsidRDefault="00EC6FA2" w:rsidP="00EC6FA2">
            <w:pPr>
              <w:rPr>
                <w:color w:val="C00000"/>
                <w:lang w:val="es-ES"/>
              </w:rPr>
            </w:pPr>
            <w:r w:rsidRPr="00EC6FA2">
              <w:rPr>
                <w:color w:val="C00000"/>
                <w:lang w:val="es-ES"/>
              </w:rPr>
              <w:t>Vale, ...</w:t>
            </w:r>
          </w:p>
          <w:p w14:paraId="2062793B" w14:textId="5D2C0D2D" w:rsidR="00EC6FA2" w:rsidRDefault="00EC6FA2" w:rsidP="00EC6FA2">
            <w:pPr>
              <w:pStyle w:val="Tabelleninhalt"/>
            </w:pPr>
            <w:proofErr w:type="spellStart"/>
            <w:r w:rsidRPr="00CD5538">
              <w:rPr>
                <w:color w:val="C00000"/>
              </w:rPr>
              <w:t>Bueno</w:t>
            </w:r>
            <w:proofErr w:type="spellEnd"/>
            <w:r w:rsidRPr="00CD5538">
              <w:rPr>
                <w:color w:val="C00000"/>
              </w:rPr>
              <w:t>, ...</w:t>
            </w:r>
          </w:p>
        </w:tc>
      </w:tr>
      <w:tr w:rsidR="00EC6FA2" w:rsidRPr="00DF34C6" w14:paraId="1E0E3653" w14:textId="77777777" w:rsidTr="006D5CBC">
        <w:trPr>
          <w:cantSplit/>
          <w:tblHeader/>
        </w:trPr>
        <w:tc>
          <w:tcPr>
            <w:tcW w:w="3209" w:type="dxa"/>
          </w:tcPr>
          <w:p w14:paraId="0CD4376E" w14:textId="77777777" w:rsidR="00EC6FA2" w:rsidRPr="00E43D12" w:rsidRDefault="00EC6FA2" w:rsidP="00EC6FA2">
            <w:r w:rsidRPr="00E43D12">
              <w:lastRenderedPageBreak/>
              <w:t>So kann ich mich verabschieden</w:t>
            </w:r>
          </w:p>
        </w:tc>
        <w:tc>
          <w:tcPr>
            <w:tcW w:w="3209" w:type="dxa"/>
          </w:tcPr>
          <w:p w14:paraId="6EC894EE" w14:textId="77777777" w:rsidR="00EC6FA2" w:rsidRPr="00EC6FA2" w:rsidRDefault="00EC6FA2" w:rsidP="00EC6FA2">
            <w:pPr>
              <w:rPr>
                <w:color w:val="C00000"/>
                <w:lang w:val="es-ES"/>
              </w:rPr>
            </w:pPr>
            <w:r w:rsidRPr="00EC6FA2">
              <w:rPr>
                <w:color w:val="C00000"/>
                <w:lang w:val="es-ES"/>
              </w:rPr>
              <w:t>Que tengas un buen día.</w:t>
            </w:r>
          </w:p>
          <w:p w14:paraId="20064FA5" w14:textId="77777777" w:rsidR="00EC6FA2" w:rsidRPr="00EC6FA2" w:rsidRDefault="00EC6FA2" w:rsidP="00EC6FA2">
            <w:pPr>
              <w:rPr>
                <w:color w:val="C00000"/>
                <w:lang w:val="es-ES"/>
              </w:rPr>
            </w:pPr>
            <w:r w:rsidRPr="00EC6FA2">
              <w:rPr>
                <w:color w:val="C00000"/>
                <w:lang w:val="es-ES"/>
              </w:rPr>
              <w:t>Igualmente, hasta luego.</w:t>
            </w:r>
          </w:p>
          <w:p w14:paraId="445F3B38" w14:textId="2D2A370C" w:rsidR="00EC6FA2" w:rsidRPr="00EC6FA2" w:rsidRDefault="00EC6FA2" w:rsidP="00EC6FA2">
            <w:pPr>
              <w:pStyle w:val="Tabelleninhalt"/>
              <w:rPr>
                <w:lang w:val="es-ES"/>
              </w:rPr>
            </w:pPr>
            <w:r w:rsidRPr="00EC6FA2">
              <w:rPr>
                <w:color w:val="C00000"/>
                <w:lang w:val="es-ES"/>
              </w:rPr>
              <w:t>Adiós. / Hasta luego.</w:t>
            </w:r>
          </w:p>
        </w:tc>
        <w:tc>
          <w:tcPr>
            <w:tcW w:w="3210" w:type="dxa"/>
          </w:tcPr>
          <w:p w14:paraId="18720E4B" w14:textId="77777777" w:rsidR="00EC6FA2" w:rsidRPr="00EC6FA2" w:rsidRDefault="00EC6FA2" w:rsidP="00EC6FA2">
            <w:pPr>
              <w:rPr>
                <w:color w:val="C00000"/>
                <w:lang w:val="es-ES"/>
              </w:rPr>
            </w:pPr>
            <w:r w:rsidRPr="00EC6FA2">
              <w:rPr>
                <w:color w:val="C00000"/>
                <w:lang w:val="es-ES"/>
              </w:rPr>
              <w:t>Que tengas un buen día.</w:t>
            </w:r>
          </w:p>
          <w:p w14:paraId="6A9B03CC" w14:textId="77777777" w:rsidR="00EC6FA2" w:rsidRPr="00EC6FA2" w:rsidRDefault="00EC6FA2" w:rsidP="00EC6FA2">
            <w:pPr>
              <w:rPr>
                <w:color w:val="C00000"/>
                <w:lang w:val="es-ES"/>
              </w:rPr>
            </w:pPr>
            <w:r w:rsidRPr="00EC6FA2">
              <w:rPr>
                <w:color w:val="C00000"/>
                <w:lang w:val="es-ES"/>
              </w:rPr>
              <w:t>Igualmente, hasta luego.</w:t>
            </w:r>
          </w:p>
          <w:p w14:paraId="146FBF65" w14:textId="57ED9DEC" w:rsidR="00EC6FA2" w:rsidRPr="00EC6FA2" w:rsidRDefault="00EC6FA2" w:rsidP="00EC6FA2">
            <w:pPr>
              <w:pStyle w:val="Tabelleninhalt"/>
              <w:rPr>
                <w:lang w:val="es-ES"/>
              </w:rPr>
            </w:pPr>
            <w:r w:rsidRPr="00EC6FA2">
              <w:rPr>
                <w:color w:val="C00000"/>
                <w:lang w:val="es-ES"/>
              </w:rPr>
              <w:t>Adiós. / Hasta luego.</w:t>
            </w:r>
          </w:p>
        </w:tc>
      </w:tr>
    </w:tbl>
    <w:p w14:paraId="7A5B84DF" w14:textId="77777777" w:rsidR="00E43D12" w:rsidRDefault="00E43D12" w:rsidP="00E43D12">
      <w:pPr>
        <w:rPr>
          <w:lang w:val="es-ES"/>
        </w:rPr>
      </w:pPr>
    </w:p>
    <w:p w14:paraId="75260CC8" w14:textId="45DE13C4" w:rsidR="00EC6FA2" w:rsidRDefault="00606EF6" w:rsidP="00606EF6">
      <w:pPr>
        <w:pStyle w:val="berschrift2"/>
        <w:rPr>
          <w:lang w:val="es-ES"/>
        </w:rPr>
      </w:pPr>
      <w:r>
        <w:rPr>
          <w:lang w:val="es-ES"/>
        </w:rPr>
        <w:t>Material 3 - ¿Y vosotros? Ahora estáis en un mercado</w:t>
      </w:r>
    </w:p>
    <w:p w14:paraId="3C83BD8B" w14:textId="4D223DD6" w:rsidR="00606EF6" w:rsidRDefault="00637496" w:rsidP="00606EF6">
      <w:pPr>
        <w:pStyle w:val="berschrift3"/>
        <w:rPr>
          <w:lang w:val="es-ES"/>
        </w:rPr>
      </w:pPr>
      <w:r>
        <w:rPr>
          <w:lang w:val="es-ES"/>
        </w:rPr>
        <w:t>Flowchart A</w:t>
      </w:r>
    </w:p>
    <w:p w14:paraId="3E6B1AF5" w14:textId="77777777" w:rsidR="00637496" w:rsidRPr="00637496" w:rsidRDefault="00637496" w:rsidP="00637496">
      <w:pPr>
        <w:spacing w:after="0" w:line="240" w:lineRule="auto"/>
        <w:rPr>
          <w:rFonts w:cstheme="minorHAnsi"/>
          <w:i/>
          <w:lang w:val="es-ES"/>
        </w:rPr>
      </w:pPr>
      <w:r>
        <w:rPr>
          <w:lang w:val="es-ES"/>
        </w:rPr>
        <w:t xml:space="preserve">Arbeitsanweisung: </w:t>
      </w:r>
      <w:r w:rsidRPr="00637496">
        <w:rPr>
          <w:rFonts w:cstheme="minorHAnsi"/>
          <w:i/>
          <w:lang w:val="es-ES"/>
        </w:rPr>
        <w:t>Estás de vacaciones con tu familia en un pueblo donde solo hay una tienda de comestibles, y tus padres te piden que hagas la compra.</w:t>
      </w:r>
    </w:p>
    <w:p w14:paraId="2DF5FEE0" w14:textId="3B6BA158" w:rsidR="00637496" w:rsidRPr="00637496" w:rsidRDefault="00637496" w:rsidP="00637496">
      <w:pPr>
        <w:spacing w:after="0" w:line="240" w:lineRule="auto"/>
        <w:rPr>
          <w:i/>
          <w:lang w:val="es-ES"/>
        </w:rPr>
      </w:pPr>
      <w:r w:rsidRPr="00637496">
        <w:rPr>
          <w:i/>
          <w:lang w:val="es-ES"/>
        </w:rPr>
        <w:t xml:space="preserve">Trabajad en parejas: Una persona es el/la vendedor/a, la otra es el/ la cliente. </w:t>
      </w:r>
    </w:p>
    <w:p w14:paraId="513F90FE" w14:textId="28394A2E" w:rsidR="00637496" w:rsidRPr="00637496" w:rsidRDefault="00637496" w:rsidP="00637496">
      <w:pPr>
        <w:spacing w:after="0" w:line="240" w:lineRule="auto"/>
        <w:rPr>
          <w:i/>
          <w:lang w:val="es-ES"/>
        </w:rPr>
      </w:pPr>
      <w:r w:rsidRPr="00637496">
        <w:rPr>
          <w:i/>
          <w:lang w:val="es-ES"/>
        </w:rPr>
        <w:t xml:space="preserve">Anota tu parte del diálogo. No tienes que escribir frases enteras, solo palabras clave. </w:t>
      </w:r>
    </w:p>
    <w:p w14:paraId="7F8666B2" w14:textId="0EAA5444" w:rsidR="00637496" w:rsidRDefault="00637496" w:rsidP="00637496">
      <w:pPr>
        <w:rPr>
          <w:i/>
          <w:lang w:val="es-ES"/>
        </w:rPr>
      </w:pPr>
      <w:r w:rsidRPr="00637496">
        <w:rPr>
          <w:i/>
          <w:lang w:val="es-ES"/>
        </w:rPr>
        <w:t xml:space="preserve">Si necesitas </w:t>
      </w:r>
      <w:r w:rsidRPr="00637496">
        <w:rPr>
          <w:b/>
          <w:i/>
          <w:lang w:val="es-ES"/>
        </w:rPr>
        <w:t>más ayuda</w:t>
      </w:r>
      <w:r w:rsidRPr="00637496">
        <w:rPr>
          <w:i/>
          <w:lang w:val="es-ES"/>
        </w:rPr>
        <w:t>, consulta la caja útil abajo.</w:t>
      </w:r>
    </w:p>
    <w:tbl>
      <w:tblPr>
        <w:tblStyle w:val="Tabellenraster"/>
        <w:tblW w:w="963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abelle mit roter Linie unter Kopfzeile"/>
        <w:tblDescription w:val="leer"/>
      </w:tblPr>
      <w:tblGrid>
        <w:gridCol w:w="4819"/>
        <w:gridCol w:w="4820"/>
      </w:tblGrid>
      <w:tr w:rsidR="00637496" w14:paraId="74491408" w14:textId="77777777" w:rsidTr="00637496">
        <w:trPr>
          <w:cantSplit/>
          <w:tblHeader/>
        </w:trPr>
        <w:tc>
          <w:tcPr>
            <w:tcW w:w="4819" w:type="dxa"/>
            <w:tcBorders>
              <w:top w:val="nil"/>
              <w:left w:val="nil"/>
              <w:bottom w:val="single" w:sz="4" w:space="0" w:color="B70017"/>
              <w:right w:val="single" w:sz="4" w:space="0" w:color="D9D9D9" w:themeColor="background1" w:themeShade="D9"/>
            </w:tcBorders>
          </w:tcPr>
          <w:p w14:paraId="72018383" w14:textId="3F8C3FF9" w:rsidR="00637496" w:rsidRDefault="00637496" w:rsidP="00F13823">
            <w:pPr>
              <w:pStyle w:val="Tabellenberschrift"/>
            </w:pPr>
            <w:r>
              <w:lastRenderedPageBreak/>
              <w:t xml:space="preserve">El/ la </w:t>
            </w:r>
            <w:proofErr w:type="spellStart"/>
            <w:r>
              <w:t>vendedor</w:t>
            </w:r>
            <w:proofErr w:type="spellEnd"/>
            <w:r>
              <w:t>/a</w:t>
            </w:r>
          </w:p>
        </w:tc>
        <w:tc>
          <w:tcPr>
            <w:tcW w:w="4820" w:type="dxa"/>
            <w:tcBorders>
              <w:top w:val="nil"/>
              <w:left w:val="single" w:sz="4" w:space="0" w:color="D9D9D9" w:themeColor="background1" w:themeShade="D9"/>
              <w:bottom w:val="single" w:sz="4" w:space="0" w:color="B70017"/>
              <w:right w:val="single" w:sz="4" w:space="0" w:color="D9D9D9" w:themeColor="background1" w:themeShade="D9"/>
            </w:tcBorders>
          </w:tcPr>
          <w:p w14:paraId="3F1F2FF3" w14:textId="79CDD5C8" w:rsidR="00637496" w:rsidRDefault="00637496" w:rsidP="00F13823">
            <w:pPr>
              <w:pStyle w:val="Tabellenberschrift"/>
            </w:pPr>
            <w:r>
              <w:t xml:space="preserve">El / la </w:t>
            </w:r>
            <w:proofErr w:type="spellStart"/>
            <w:r>
              <w:t>cliente</w:t>
            </w:r>
            <w:proofErr w:type="spellEnd"/>
          </w:p>
        </w:tc>
      </w:tr>
      <w:tr w:rsidR="00637496" w14:paraId="74979EA3" w14:textId="77777777" w:rsidTr="00637496">
        <w:trPr>
          <w:cantSplit/>
          <w:tblHeader/>
        </w:trPr>
        <w:tc>
          <w:tcPr>
            <w:tcW w:w="4819" w:type="dxa"/>
            <w:tcBorders>
              <w:top w:val="single" w:sz="4" w:space="0" w:color="B70017"/>
            </w:tcBorders>
          </w:tcPr>
          <w:p w14:paraId="37058566" w14:textId="77777777" w:rsidR="00637496" w:rsidRPr="00A0129A" w:rsidRDefault="00637496" w:rsidP="00637496">
            <w:pPr>
              <w:pStyle w:val="Tabelleninhalt"/>
            </w:pPr>
            <w:r w:rsidRPr="00A0129A">
              <w:t>Du begrüßt den/ die Kunde/in und fragst, was er/sie einkaufen möchte:</w:t>
            </w:r>
          </w:p>
          <w:p w14:paraId="32926188" w14:textId="688F5091" w:rsidR="00637496" w:rsidRDefault="00637496" w:rsidP="00637496">
            <w:pPr>
              <w:pStyle w:val="Tabelleninhalt"/>
            </w:pPr>
          </w:p>
        </w:tc>
        <w:tc>
          <w:tcPr>
            <w:tcW w:w="4820" w:type="dxa"/>
            <w:tcBorders>
              <w:top w:val="single" w:sz="4" w:space="0" w:color="B70017"/>
            </w:tcBorders>
          </w:tcPr>
          <w:p w14:paraId="312AF3C6" w14:textId="77777777" w:rsidR="00637496" w:rsidRPr="00A0129A" w:rsidRDefault="00637496" w:rsidP="00637496">
            <w:pPr>
              <w:pStyle w:val="Tabelleninhalt"/>
            </w:pPr>
            <w:r w:rsidRPr="00A0129A">
              <w:t xml:space="preserve">Du erwiderst die Begrüßung und teilst mit, was Du suchst: </w:t>
            </w:r>
          </w:p>
          <w:p w14:paraId="34B4642A" w14:textId="67CE7CCC" w:rsidR="00637496" w:rsidRDefault="00637496" w:rsidP="00637496">
            <w:pPr>
              <w:pStyle w:val="Tabelleninhalt"/>
            </w:pPr>
          </w:p>
        </w:tc>
      </w:tr>
      <w:tr w:rsidR="00637496" w14:paraId="462AACE0" w14:textId="77777777" w:rsidTr="00637496">
        <w:trPr>
          <w:cantSplit/>
          <w:tblHeader/>
        </w:trPr>
        <w:tc>
          <w:tcPr>
            <w:tcW w:w="4819" w:type="dxa"/>
          </w:tcPr>
          <w:p w14:paraId="3E77EAC9" w14:textId="77777777" w:rsidR="00637496" w:rsidRPr="00A0129A" w:rsidRDefault="00637496" w:rsidP="00637496">
            <w:pPr>
              <w:pStyle w:val="Tabelleninhalt"/>
            </w:pPr>
            <w:r w:rsidRPr="00A0129A">
              <w:t xml:space="preserve">Du erklärst, was für Angebote / Produkte ihr habt und wo sich diese befinden: </w:t>
            </w:r>
          </w:p>
          <w:p w14:paraId="77ADD67C" w14:textId="5A6F8376" w:rsidR="00637496" w:rsidRDefault="00637496" w:rsidP="00637496">
            <w:pPr>
              <w:pStyle w:val="Tabelleninhalt"/>
            </w:pPr>
          </w:p>
        </w:tc>
        <w:tc>
          <w:tcPr>
            <w:tcW w:w="4820" w:type="dxa"/>
          </w:tcPr>
          <w:p w14:paraId="266361F9" w14:textId="77777777" w:rsidR="00637496" w:rsidRPr="00A0129A" w:rsidRDefault="00637496" w:rsidP="00637496">
            <w:pPr>
              <w:pStyle w:val="Tabelleninhalt"/>
            </w:pPr>
            <w:r w:rsidRPr="00A0129A">
              <w:t xml:space="preserve">Du sagst, was Du genau möchtest: </w:t>
            </w:r>
          </w:p>
          <w:p w14:paraId="630A5C3D" w14:textId="77968D00" w:rsidR="00637496" w:rsidRDefault="00637496" w:rsidP="00637496">
            <w:pPr>
              <w:pStyle w:val="Tabelleninhalt"/>
            </w:pPr>
          </w:p>
        </w:tc>
      </w:tr>
      <w:tr w:rsidR="00637496" w14:paraId="5938818A" w14:textId="77777777" w:rsidTr="00637496">
        <w:trPr>
          <w:cantSplit/>
          <w:tblHeader/>
        </w:trPr>
        <w:tc>
          <w:tcPr>
            <w:tcW w:w="4819" w:type="dxa"/>
          </w:tcPr>
          <w:p w14:paraId="78AE0487" w14:textId="77777777" w:rsidR="00637496" w:rsidRPr="00A0129A" w:rsidRDefault="00637496" w:rsidP="00637496">
            <w:pPr>
              <w:pStyle w:val="Tabelleninhalt"/>
            </w:pPr>
            <w:r w:rsidRPr="00A0129A">
              <w:t>Du fragst nach weiteren Wünschen:</w:t>
            </w:r>
          </w:p>
          <w:p w14:paraId="4EFFBBCF" w14:textId="77777777" w:rsidR="00637496" w:rsidRDefault="00637496" w:rsidP="00637496">
            <w:pPr>
              <w:pStyle w:val="Tabelleninhalt"/>
            </w:pPr>
          </w:p>
        </w:tc>
        <w:tc>
          <w:tcPr>
            <w:tcW w:w="4820" w:type="dxa"/>
          </w:tcPr>
          <w:p w14:paraId="51962410" w14:textId="77777777" w:rsidR="00637496" w:rsidRPr="00A0129A" w:rsidRDefault="00637496" w:rsidP="00637496">
            <w:pPr>
              <w:pStyle w:val="Tabelleninhalt"/>
            </w:pPr>
            <w:r w:rsidRPr="00A0129A">
              <w:t xml:space="preserve">Du teilst mit, was Du außerdem noch kaufen möchtest: </w:t>
            </w:r>
          </w:p>
          <w:p w14:paraId="43D4E3EB" w14:textId="77777777" w:rsidR="00637496" w:rsidRPr="00FC1528" w:rsidRDefault="00637496" w:rsidP="00637496">
            <w:pPr>
              <w:pStyle w:val="Tabelleninhalt"/>
            </w:pPr>
          </w:p>
        </w:tc>
      </w:tr>
      <w:tr w:rsidR="00637496" w14:paraId="7F81F601" w14:textId="77777777" w:rsidTr="00637496">
        <w:trPr>
          <w:cantSplit/>
          <w:tblHeader/>
        </w:trPr>
        <w:tc>
          <w:tcPr>
            <w:tcW w:w="4819" w:type="dxa"/>
          </w:tcPr>
          <w:p w14:paraId="3ED594BC" w14:textId="4B297F27" w:rsidR="00637496" w:rsidRDefault="00637496" w:rsidP="00637496">
            <w:pPr>
              <w:pStyle w:val="Tabelleninhalt"/>
            </w:pPr>
            <w:r w:rsidRPr="00A0129A">
              <w:t>Du empfiehlst etwas und erklärst warum:</w:t>
            </w:r>
          </w:p>
        </w:tc>
        <w:tc>
          <w:tcPr>
            <w:tcW w:w="4820" w:type="dxa"/>
          </w:tcPr>
          <w:p w14:paraId="77ECAA2F" w14:textId="77777777" w:rsidR="00637496" w:rsidRPr="00A0129A" w:rsidRDefault="00637496" w:rsidP="00637496">
            <w:pPr>
              <w:pStyle w:val="Tabelleninhalt"/>
            </w:pPr>
            <w:r w:rsidRPr="00A0129A">
              <w:t xml:space="preserve">Du reagierst auf die Empfehlung: </w:t>
            </w:r>
          </w:p>
          <w:p w14:paraId="22B7C80A" w14:textId="77777777" w:rsidR="00637496" w:rsidRPr="00FC1528" w:rsidRDefault="00637496" w:rsidP="00637496">
            <w:pPr>
              <w:pStyle w:val="Tabelleninhalt"/>
            </w:pPr>
          </w:p>
        </w:tc>
      </w:tr>
      <w:tr w:rsidR="00637496" w14:paraId="6E8B966A" w14:textId="77777777" w:rsidTr="00637496">
        <w:trPr>
          <w:cantSplit/>
          <w:tblHeader/>
        </w:trPr>
        <w:tc>
          <w:tcPr>
            <w:tcW w:w="4819" w:type="dxa"/>
          </w:tcPr>
          <w:p w14:paraId="71EA58AF" w14:textId="77777777" w:rsidR="00637496" w:rsidRPr="00A0129A" w:rsidRDefault="00637496" w:rsidP="00637496">
            <w:pPr>
              <w:pStyle w:val="Tabelleninhalt"/>
            </w:pPr>
            <w:r w:rsidRPr="00A0129A">
              <w:t xml:space="preserve">Du fragst, ob er noch weitere Wünsche hat: </w:t>
            </w:r>
          </w:p>
          <w:p w14:paraId="01EDF1FA" w14:textId="77777777" w:rsidR="00637496" w:rsidRDefault="00637496" w:rsidP="00637496">
            <w:pPr>
              <w:pStyle w:val="Tabelleninhalt"/>
            </w:pPr>
          </w:p>
        </w:tc>
        <w:tc>
          <w:tcPr>
            <w:tcW w:w="4820" w:type="dxa"/>
          </w:tcPr>
          <w:p w14:paraId="0B2C73DD" w14:textId="77777777" w:rsidR="00637496" w:rsidRPr="00A0129A" w:rsidRDefault="00637496" w:rsidP="00637496">
            <w:pPr>
              <w:pStyle w:val="Tabelleninhalt"/>
            </w:pPr>
            <w:r w:rsidRPr="00A0129A">
              <w:t>Du verneinst und leitest den Bezahlvorgang ein:</w:t>
            </w:r>
          </w:p>
          <w:p w14:paraId="2068C649" w14:textId="77777777" w:rsidR="00637496" w:rsidRPr="00FC1528" w:rsidRDefault="00637496" w:rsidP="00637496">
            <w:pPr>
              <w:pStyle w:val="Tabelleninhalt"/>
            </w:pPr>
          </w:p>
        </w:tc>
      </w:tr>
      <w:tr w:rsidR="00637496" w14:paraId="77D10128" w14:textId="77777777" w:rsidTr="00637496">
        <w:trPr>
          <w:cantSplit/>
          <w:tblHeader/>
        </w:trPr>
        <w:tc>
          <w:tcPr>
            <w:tcW w:w="4819" w:type="dxa"/>
          </w:tcPr>
          <w:p w14:paraId="4B095B18" w14:textId="77777777" w:rsidR="00637496" w:rsidRDefault="00637496" w:rsidP="00637496">
            <w:pPr>
              <w:pStyle w:val="Tabelleninhalt"/>
            </w:pPr>
            <w:r w:rsidRPr="00A0129A">
              <w:t xml:space="preserve">Du teilst den Gesamtpreis mit und fragst nach der Bezahlart: </w:t>
            </w:r>
          </w:p>
          <w:p w14:paraId="560BE0E6" w14:textId="586B3125" w:rsidR="00637496" w:rsidRPr="00637496" w:rsidRDefault="00637496" w:rsidP="00637496">
            <w:pPr>
              <w:pStyle w:val="Tabelleninhalt"/>
            </w:pPr>
          </w:p>
        </w:tc>
        <w:tc>
          <w:tcPr>
            <w:tcW w:w="4820" w:type="dxa"/>
          </w:tcPr>
          <w:p w14:paraId="20BFC40E" w14:textId="48045DD4" w:rsidR="00637496" w:rsidRPr="00FC1528" w:rsidRDefault="00637496" w:rsidP="00637496">
            <w:pPr>
              <w:pStyle w:val="Tabelleninhalt"/>
            </w:pPr>
            <w:r w:rsidRPr="00CD5538">
              <w:t>Du bezahlst:</w:t>
            </w:r>
          </w:p>
        </w:tc>
      </w:tr>
      <w:tr w:rsidR="00637496" w14:paraId="1BA2B055" w14:textId="77777777" w:rsidTr="00637496">
        <w:trPr>
          <w:cantSplit/>
          <w:tblHeader/>
        </w:trPr>
        <w:tc>
          <w:tcPr>
            <w:tcW w:w="4819" w:type="dxa"/>
          </w:tcPr>
          <w:p w14:paraId="3EA2DC41" w14:textId="77777777" w:rsidR="00637496" w:rsidRPr="00A0129A" w:rsidRDefault="00637496" w:rsidP="00637496">
            <w:pPr>
              <w:pStyle w:val="Tabelleninhalt"/>
            </w:pPr>
            <w:r w:rsidRPr="00A0129A">
              <w:t xml:space="preserve">Du übergibst die Ware und bedankst Dich / verabschiedest Dich: </w:t>
            </w:r>
          </w:p>
          <w:p w14:paraId="080EBF9F" w14:textId="77777777" w:rsidR="00637496" w:rsidRDefault="00637496" w:rsidP="00637496">
            <w:pPr>
              <w:pStyle w:val="Tabelleninhalt"/>
            </w:pPr>
          </w:p>
        </w:tc>
        <w:tc>
          <w:tcPr>
            <w:tcW w:w="4820" w:type="dxa"/>
          </w:tcPr>
          <w:p w14:paraId="0D2F7D77" w14:textId="77777777" w:rsidR="00637496" w:rsidRPr="00A0129A" w:rsidRDefault="00637496" w:rsidP="00637496">
            <w:pPr>
              <w:pStyle w:val="Tabelleninhalt"/>
            </w:pPr>
            <w:r w:rsidRPr="00A0129A">
              <w:t xml:space="preserve">Du bedankst Dich und verabschiedest Dich: </w:t>
            </w:r>
          </w:p>
          <w:p w14:paraId="38D9EE96" w14:textId="77777777" w:rsidR="00637496" w:rsidRPr="00FC1528" w:rsidRDefault="00637496" w:rsidP="00637496">
            <w:pPr>
              <w:pStyle w:val="Tabelleninhalt"/>
            </w:pPr>
          </w:p>
        </w:tc>
      </w:tr>
    </w:tbl>
    <w:p w14:paraId="70E38F28" w14:textId="77777777" w:rsidR="00637496" w:rsidRPr="00637496" w:rsidRDefault="00637496" w:rsidP="00637496"/>
    <w:p w14:paraId="12878522" w14:textId="77777777" w:rsidR="00DF34C6" w:rsidRDefault="00637496" w:rsidP="000E26AA">
      <w:pPr>
        <w:pStyle w:val="berschrift4"/>
        <w:rPr>
          <w:lang w:val="es-ES"/>
        </w:rPr>
      </w:pPr>
      <w:r w:rsidRPr="00DF34C6">
        <w:rPr>
          <w:lang w:val="es-ES"/>
        </w:rPr>
        <w:t>Hilfestellung (más ayuda)</w:t>
      </w:r>
      <w:r w:rsidR="00A90C3F" w:rsidRPr="00DF34C6">
        <w:rPr>
          <w:lang w:val="es-ES"/>
        </w:rPr>
        <w:t xml:space="preserve"> </w:t>
      </w:r>
    </w:p>
    <w:p w14:paraId="23624899" w14:textId="50882886" w:rsidR="00637496" w:rsidRPr="00DF34C6" w:rsidRDefault="00637496" w:rsidP="00DF34C6">
      <w:pPr>
        <w:rPr>
          <w:lang w:val="es-ES"/>
        </w:rPr>
      </w:pPr>
      <w:r w:rsidRPr="00DF34C6">
        <w:rPr>
          <w:lang w:val="es-ES"/>
        </w:rPr>
        <w:t>¿En efectivo o con tarjeta? – … está en la sección de .../ Aquí tienes ... / Puedes elegir entre... – Mira, tenemos una oferta... – Que tengas un buen día. – ¿En qué puedo ayudarte? – Estoy buscando… / Quiero… / También necesito … – Claro, aquí tienes. – ¿Cuánto es en total?</w:t>
      </w:r>
    </w:p>
    <w:p w14:paraId="42A0537B" w14:textId="77777777" w:rsidR="00637496" w:rsidRPr="00637496" w:rsidRDefault="00637496" w:rsidP="00637496">
      <w:pPr>
        <w:rPr>
          <w:lang w:val="es-ES"/>
        </w:rPr>
      </w:pPr>
    </w:p>
    <w:p w14:paraId="09E08F6C" w14:textId="4AD695D9" w:rsidR="00637496" w:rsidRDefault="00637496" w:rsidP="00637496">
      <w:pPr>
        <w:pStyle w:val="berschrift3"/>
        <w:rPr>
          <w:lang w:val="es-ES"/>
        </w:rPr>
      </w:pPr>
      <w:r>
        <w:rPr>
          <w:lang w:val="es-ES"/>
        </w:rPr>
        <w:t>Flowchart B</w:t>
      </w:r>
    </w:p>
    <w:p w14:paraId="06EAE7B2" w14:textId="77777777" w:rsidR="00637496" w:rsidRPr="00637496" w:rsidRDefault="00637496" w:rsidP="00637496">
      <w:pPr>
        <w:spacing w:after="0" w:line="240" w:lineRule="auto"/>
        <w:rPr>
          <w:rFonts w:cstheme="minorHAnsi"/>
          <w:i/>
          <w:lang w:val="es-ES"/>
        </w:rPr>
      </w:pPr>
      <w:r>
        <w:rPr>
          <w:lang w:val="es-ES"/>
        </w:rPr>
        <w:t xml:space="preserve">Arbeitsanweisung: </w:t>
      </w:r>
      <w:r w:rsidRPr="00637496">
        <w:rPr>
          <w:rFonts w:cstheme="minorHAnsi"/>
          <w:i/>
          <w:lang w:val="es-ES"/>
        </w:rPr>
        <w:t>Estás de vacaciones con tu familia en un pueblo donde solo hay una tienda de comestibles, y tus padres te piden que hagas la compra.</w:t>
      </w:r>
    </w:p>
    <w:p w14:paraId="7CC759BF" w14:textId="77777777" w:rsidR="00637496" w:rsidRPr="00637496" w:rsidRDefault="00637496" w:rsidP="00637496">
      <w:pPr>
        <w:spacing w:after="0" w:line="240" w:lineRule="auto"/>
        <w:rPr>
          <w:i/>
          <w:lang w:val="es-ES"/>
        </w:rPr>
      </w:pPr>
      <w:r w:rsidRPr="00637496">
        <w:rPr>
          <w:i/>
          <w:lang w:val="es-ES"/>
        </w:rPr>
        <w:t xml:space="preserve">Trabajad en parejas: Una persona es el/la vendedor/a, la otra es el/ la cliente. </w:t>
      </w:r>
    </w:p>
    <w:p w14:paraId="06CAFC89" w14:textId="77777777" w:rsidR="00637496" w:rsidRPr="00637496" w:rsidRDefault="00637496" w:rsidP="00637496">
      <w:pPr>
        <w:spacing w:after="0" w:line="240" w:lineRule="auto"/>
        <w:rPr>
          <w:i/>
          <w:lang w:val="es-ES"/>
        </w:rPr>
      </w:pPr>
      <w:r w:rsidRPr="00637496">
        <w:rPr>
          <w:i/>
          <w:lang w:val="es-ES"/>
        </w:rPr>
        <w:t xml:space="preserve">Anota tu parte del diálogo. No tienes que escribir frases enteras, solo palabras clave. </w:t>
      </w:r>
    </w:p>
    <w:p w14:paraId="3446C8E5" w14:textId="77777777" w:rsidR="00637496" w:rsidRDefault="00637496" w:rsidP="00637496">
      <w:pPr>
        <w:rPr>
          <w:i/>
          <w:lang w:val="es-ES"/>
        </w:rPr>
      </w:pPr>
      <w:r w:rsidRPr="00637496">
        <w:rPr>
          <w:i/>
          <w:lang w:val="es-ES"/>
        </w:rPr>
        <w:lastRenderedPageBreak/>
        <w:t xml:space="preserve">Si necesitas </w:t>
      </w:r>
      <w:r w:rsidRPr="00637496">
        <w:rPr>
          <w:b/>
          <w:i/>
          <w:lang w:val="es-ES"/>
        </w:rPr>
        <w:t>más ayuda</w:t>
      </w:r>
      <w:r w:rsidRPr="00637496">
        <w:rPr>
          <w:i/>
          <w:lang w:val="es-ES"/>
        </w:rPr>
        <w:t>, consulta la caja útil abajo.</w:t>
      </w:r>
    </w:p>
    <w:tbl>
      <w:tblPr>
        <w:tblStyle w:val="Tabellenraster"/>
        <w:tblW w:w="963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abelle mit roter Linie unter Kopfzeile"/>
        <w:tblDescription w:val="leer"/>
      </w:tblPr>
      <w:tblGrid>
        <w:gridCol w:w="4819"/>
        <w:gridCol w:w="4820"/>
      </w:tblGrid>
      <w:tr w:rsidR="00637496" w14:paraId="1CB43C4B" w14:textId="77777777" w:rsidTr="006D5CBC">
        <w:trPr>
          <w:cantSplit/>
          <w:tblHeader/>
        </w:trPr>
        <w:tc>
          <w:tcPr>
            <w:tcW w:w="4819" w:type="dxa"/>
            <w:tcBorders>
              <w:top w:val="nil"/>
              <w:left w:val="nil"/>
              <w:bottom w:val="single" w:sz="4" w:space="0" w:color="B70017"/>
              <w:right w:val="single" w:sz="4" w:space="0" w:color="D9D9D9" w:themeColor="background1" w:themeShade="D9"/>
            </w:tcBorders>
          </w:tcPr>
          <w:p w14:paraId="1A95CAB7" w14:textId="77777777" w:rsidR="00637496" w:rsidRDefault="00637496" w:rsidP="006D5CBC">
            <w:pPr>
              <w:pStyle w:val="Tabellenberschrift"/>
            </w:pPr>
            <w:r>
              <w:t xml:space="preserve">El/ la </w:t>
            </w:r>
            <w:proofErr w:type="spellStart"/>
            <w:r>
              <w:t>vendedor</w:t>
            </w:r>
            <w:proofErr w:type="spellEnd"/>
            <w:r>
              <w:t>/a</w:t>
            </w:r>
          </w:p>
        </w:tc>
        <w:tc>
          <w:tcPr>
            <w:tcW w:w="4820" w:type="dxa"/>
            <w:tcBorders>
              <w:top w:val="nil"/>
              <w:left w:val="single" w:sz="4" w:space="0" w:color="D9D9D9" w:themeColor="background1" w:themeShade="D9"/>
              <w:bottom w:val="single" w:sz="4" w:space="0" w:color="B70017"/>
              <w:right w:val="single" w:sz="4" w:space="0" w:color="D9D9D9" w:themeColor="background1" w:themeShade="D9"/>
            </w:tcBorders>
          </w:tcPr>
          <w:p w14:paraId="7F8E99EE" w14:textId="77777777" w:rsidR="00637496" w:rsidRDefault="00637496" w:rsidP="006D5CBC">
            <w:pPr>
              <w:pStyle w:val="Tabellenberschrift"/>
            </w:pPr>
            <w:r>
              <w:t xml:space="preserve">El / la </w:t>
            </w:r>
            <w:proofErr w:type="spellStart"/>
            <w:r>
              <w:t>cliente</w:t>
            </w:r>
            <w:proofErr w:type="spellEnd"/>
          </w:p>
        </w:tc>
      </w:tr>
      <w:tr w:rsidR="00637496" w14:paraId="11CFA957" w14:textId="77777777" w:rsidTr="006D5CBC">
        <w:trPr>
          <w:cantSplit/>
          <w:tblHeader/>
        </w:trPr>
        <w:tc>
          <w:tcPr>
            <w:tcW w:w="4819" w:type="dxa"/>
            <w:tcBorders>
              <w:top w:val="single" w:sz="4" w:space="0" w:color="B70017"/>
            </w:tcBorders>
          </w:tcPr>
          <w:p w14:paraId="61D62E03" w14:textId="77777777" w:rsidR="00637496" w:rsidRDefault="00637496" w:rsidP="006D5CBC">
            <w:pPr>
              <w:pStyle w:val="Tabelleninhalt"/>
            </w:pPr>
          </w:p>
        </w:tc>
        <w:tc>
          <w:tcPr>
            <w:tcW w:w="4820" w:type="dxa"/>
            <w:tcBorders>
              <w:top w:val="single" w:sz="4" w:space="0" w:color="B70017"/>
            </w:tcBorders>
          </w:tcPr>
          <w:p w14:paraId="2BAC734A" w14:textId="77777777" w:rsidR="00637496" w:rsidRDefault="00637496" w:rsidP="006D5CBC">
            <w:pPr>
              <w:pStyle w:val="Tabelleninhalt"/>
            </w:pPr>
          </w:p>
        </w:tc>
      </w:tr>
      <w:tr w:rsidR="00637496" w14:paraId="71A0B93C" w14:textId="77777777" w:rsidTr="006D5CBC">
        <w:trPr>
          <w:cantSplit/>
          <w:tblHeader/>
        </w:trPr>
        <w:tc>
          <w:tcPr>
            <w:tcW w:w="4819" w:type="dxa"/>
          </w:tcPr>
          <w:p w14:paraId="27C6F71F" w14:textId="77777777" w:rsidR="00637496" w:rsidRDefault="00637496" w:rsidP="006D5CBC">
            <w:pPr>
              <w:pStyle w:val="Tabelleninhalt"/>
            </w:pPr>
          </w:p>
        </w:tc>
        <w:tc>
          <w:tcPr>
            <w:tcW w:w="4820" w:type="dxa"/>
          </w:tcPr>
          <w:p w14:paraId="70D334E2" w14:textId="77777777" w:rsidR="00637496" w:rsidRDefault="00637496" w:rsidP="006D5CBC">
            <w:pPr>
              <w:pStyle w:val="Tabelleninhalt"/>
            </w:pPr>
          </w:p>
        </w:tc>
      </w:tr>
      <w:tr w:rsidR="00637496" w14:paraId="551D7E7A" w14:textId="77777777" w:rsidTr="006D5CBC">
        <w:trPr>
          <w:cantSplit/>
          <w:tblHeader/>
        </w:trPr>
        <w:tc>
          <w:tcPr>
            <w:tcW w:w="4819" w:type="dxa"/>
          </w:tcPr>
          <w:p w14:paraId="1B70652A" w14:textId="77777777" w:rsidR="00637496" w:rsidRDefault="00637496" w:rsidP="006D5CBC">
            <w:pPr>
              <w:pStyle w:val="Tabelleninhalt"/>
            </w:pPr>
          </w:p>
        </w:tc>
        <w:tc>
          <w:tcPr>
            <w:tcW w:w="4820" w:type="dxa"/>
          </w:tcPr>
          <w:p w14:paraId="26599107" w14:textId="77777777" w:rsidR="00637496" w:rsidRPr="00FC1528" w:rsidRDefault="00637496" w:rsidP="006D5CBC">
            <w:pPr>
              <w:pStyle w:val="Tabelleninhalt"/>
            </w:pPr>
          </w:p>
        </w:tc>
      </w:tr>
      <w:tr w:rsidR="00637496" w14:paraId="17BB57C2" w14:textId="77777777" w:rsidTr="006D5CBC">
        <w:trPr>
          <w:cantSplit/>
          <w:tblHeader/>
        </w:trPr>
        <w:tc>
          <w:tcPr>
            <w:tcW w:w="4819" w:type="dxa"/>
          </w:tcPr>
          <w:p w14:paraId="6789EC5A" w14:textId="253F7209" w:rsidR="00637496" w:rsidRDefault="00637496" w:rsidP="006D5CBC">
            <w:pPr>
              <w:pStyle w:val="Tabelleninhalt"/>
            </w:pPr>
          </w:p>
        </w:tc>
        <w:tc>
          <w:tcPr>
            <w:tcW w:w="4820" w:type="dxa"/>
          </w:tcPr>
          <w:p w14:paraId="148043F2" w14:textId="77777777" w:rsidR="00637496" w:rsidRPr="00FC1528" w:rsidRDefault="00637496" w:rsidP="006D5CBC">
            <w:pPr>
              <w:pStyle w:val="Tabelleninhalt"/>
            </w:pPr>
          </w:p>
        </w:tc>
      </w:tr>
      <w:tr w:rsidR="00637496" w14:paraId="693BA2E3" w14:textId="77777777" w:rsidTr="006D5CBC">
        <w:trPr>
          <w:cantSplit/>
          <w:tblHeader/>
        </w:trPr>
        <w:tc>
          <w:tcPr>
            <w:tcW w:w="4819" w:type="dxa"/>
          </w:tcPr>
          <w:p w14:paraId="09C2A1BA" w14:textId="77777777" w:rsidR="00637496" w:rsidRDefault="00637496" w:rsidP="006D5CBC">
            <w:pPr>
              <w:pStyle w:val="Tabelleninhalt"/>
            </w:pPr>
          </w:p>
        </w:tc>
        <w:tc>
          <w:tcPr>
            <w:tcW w:w="4820" w:type="dxa"/>
          </w:tcPr>
          <w:p w14:paraId="77D2B376" w14:textId="77777777" w:rsidR="00637496" w:rsidRPr="00FC1528" w:rsidRDefault="00637496" w:rsidP="006D5CBC">
            <w:pPr>
              <w:pStyle w:val="Tabelleninhalt"/>
            </w:pPr>
          </w:p>
        </w:tc>
      </w:tr>
      <w:tr w:rsidR="00637496" w14:paraId="6E0A2335" w14:textId="77777777" w:rsidTr="006D5CBC">
        <w:trPr>
          <w:cantSplit/>
          <w:tblHeader/>
        </w:trPr>
        <w:tc>
          <w:tcPr>
            <w:tcW w:w="4819" w:type="dxa"/>
          </w:tcPr>
          <w:p w14:paraId="7628C6DD" w14:textId="77777777" w:rsidR="00637496" w:rsidRPr="00637496" w:rsidRDefault="00637496" w:rsidP="006D5CBC">
            <w:pPr>
              <w:pStyle w:val="Tabelleninhalt"/>
            </w:pPr>
          </w:p>
        </w:tc>
        <w:tc>
          <w:tcPr>
            <w:tcW w:w="4820" w:type="dxa"/>
          </w:tcPr>
          <w:p w14:paraId="15620FF0" w14:textId="0E0692B2" w:rsidR="00637496" w:rsidRPr="00FC1528" w:rsidRDefault="00637496" w:rsidP="006D5CBC">
            <w:pPr>
              <w:pStyle w:val="Tabelleninhalt"/>
            </w:pPr>
          </w:p>
        </w:tc>
      </w:tr>
      <w:tr w:rsidR="00637496" w14:paraId="6B9D9A76" w14:textId="77777777" w:rsidTr="006D5CBC">
        <w:trPr>
          <w:cantSplit/>
          <w:tblHeader/>
        </w:trPr>
        <w:tc>
          <w:tcPr>
            <w:tcW w:w="4819" w:type="dxa"/>
          </w:tcPr>
          <w:p w14:paraId="07DCF543" w14:textId="77777777" w:rsidR="00637496" w:rsidRDefault="00637496" w:rsidP="006D5CBC">
            <w:pPr>
              <w:pStyle w:val="Tabelleninhalt"/>
            </w:pPr>
          </w:p>
        </w:tc>
        <w:tc>
          <w:tcPr>
            <w:tcW w:w="4820" w:type="dxa"/>
          </w:tcPr>
          <w:p w14:paraId="6D442DCA" w14:textId="77777777" w:rsidR="00637496" w:rsidRPr="00FC1528" w:rsidRDefault="00637496" w:rsidP="006D5CBC">
            <w:pPr>
              <w:pStyle w:val="Tabelleninhalt"/>
            </w:pPr>
          </w:p>
        </w:tc>
      </w:tr>
    </w:tbl>
    <w:p w14:paraId="183B9948" w14:textId="77777777" w:rsidR="00637496" w:rsidRPr="00637496" w:rsidRDefault="00637496" w:rsidP="00637496"/>
    <w:p w14:paraId="41740EBC" w14:textId="77777777" w:rsidR="00637496" w:rsidRDefault="00637496" w:rsidP="00637496">
      <w:pPr>
        <w:pStyle w:val="berschrift4"/>
        <w:rPr>
          <w:lang w:val="es-ES"/>
        </w:rPr>
      </w:pPr>
      <w:r>
        <w:rPr>
          <w:lang w:val="es-ES"/>
        </w:rPr>
        <w:t>Hilfestellung (más ayuda)</w:t>
      </w:r>
    </w:p>
    <w:p w14:paraId="1C662940" w14:textId="77777777" w:rsidR="00637496" w:rsidRPr="00637496" w:rsidRDefault="00637496" w:rsidP="00637496">
      <w:pPr>
        <w:rPr>
          <w:lang w:val="es-ES"/>
        </w:rPr>
      </w:pPr>
      <w:r w:rsidRPr="00637496">
        <w:rPr>
          <w:lang w:val="es-ES"/>
        </w:rPr>
        <w:t>¿En efectivo o con tarjeta? – … está en la sección de .../ Aquí tienes ... / Puedes elegir entre... – Mira, tenemos una oferta... – Que tengas un buen día. – ¿En qué puedo ayudarte? – Estoy buscando… / Quiero… / También necesito … – Claro, aquí tienes. – ¿Cuánto es en total?</w:t>
      </w:r>
    </w:p>
    <w:p w14:paraId="164945C2" w14:textId="77777777" w:rsidR="00637496" w:rsidRPr="00637496" w:rsidRDefault="00637496" w:rsidP="00637496">
      <w:pPr>
        <w:rPr>
          <w:lang w:val="es-ES"/>
        </w:rPr>
      </w:pPr>
    </w:p>
    <w:p w14:paraId="1405DE39" w14:textId="6D5B82DF" w:rsidR="00637496" w:rsidRPr="00FD4D89" w:rsidRDefault="00FD4D89" w:rsidP="00FD4D89">
      <w:pPr>
        <w:pStyle w:val="berschrift2"/>
        <w:rPr>
          <w:lang w:val="es-ES"/>
        </w:rPr>
      </w:pPr>
      <w:r>
        <w:rPr>
          <w:lang w:val="es-ES"/>
        </w:rPr>
        <w:t xml:space="preserve">Material 4 – </w:t>
      </w:r>
      <w:r w:rsidRPr="00FD4D89">
        <w:rPr>
          <w:lang w:val="es-ES"/>
        </w:rPr>
        <w:t>¿Más ayuda?</w:t>
      </w:r>
      <w:r>
        <w:rPr>
          <w:i/>
          <w:lang w:val="es-ES"/>
        </w:rPr>
        <w:t xml:space="preserve"> – </w:t>
      </w:r>
      <w:r w:rsidRPr="00FD4D89">
        <w:rPr>
          <w:lang w:val="es-ES"/>
        </w:rPr>
        <w:t>Tándem: En un mercado</w:t>
      </w:r>
    </w:p>
    <w:p w14:paraId="4125EAA9" w14:textId="6C857E73" w:rsidR="00FD4D89" w:rsidRPr="00FD4D89" w:rsidRDefault="00FD4D89" w:rsidP="00FD4D89">
      <w:pPr>
        <w:rPr>
          <w:i/>
          <w:lang w:val="es-ES"/>
        </w:rPr>
      </w:pPr>
      <w:r>
        <w:rPr>
          <w:lang w:val="es-ES"/>
        </w:rPr>
        <w:t>Arbeitsanweisung</w:t>
      </w:r>
      <w:r w:rsidRPr="00FD4D89">
        <w:rPr>
          <w:i/>
          <w:lang w:val="es-ES"/>
        </w:rPr>
        <w:t>: Trabajad en parejas. Una persona es el/la vendedor/a, la otra es el/ la cliente. Si tu compañero o compañera necesita ayuda, dale ideas (</w:t>
      </w:r>
      <w:r w:rsidR="00A90C3F" w:rsidRPr="00DF34C6">
        <w:rPr>
          <w:i/>
          <w:lang w:val="es-ES"/>
        </w:rPr>
        <w:t xml:space="preserve">ya que </w:t>
      </w:r>
      <w:r w:rsidRPr="00FD4D89">
        <w:rPr>
          <w:i/>
          <w:lang w:val="es-ES"/>
        </w:rPr>
        <w:t>tú tienes las soluciones).</w:t>
      </w:r>
    </w:p>
    <w:p w14:paraId="16DB1916" w14:textId="66A820EC" w:rsidR="00FD4D89" w:rsidRDefault="00FD4D89" w:rsidP="00FD4D89">
      <w:pPr>
        <w:rPr>
          <w:lang w:val="es-ES"/>
        </w:rPr>
      </w:pPr>
    </w:p>
    <w:tbl>
      <w:tblPr>
        <w:tblStyle w:val="Tabellenraster"/>
        <w:tblW w:w="963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abelle mit roter Linie unter Kopfzeile"/>
        <w:tblDescription w:val="leer"/>
      </w:tblPr>
      <w:tblGrid>
        <w:gridCol w:w="4819"/>
        <w:gridCol w:w="4820"/>
      </w:tblGrid>
      <w:tr w:rsidR="00FD4D89" w14:paraId="1C29FE3C" w14:textId="77777777" w:rsidTr="00FD4D89">
        <w:trPr>
          <w:cantSplit/>
          <w:tblHeader/>
        </w:trPr>
        <w:tc>
          <w:tcPr>
            <w:tcW w:w="4819" w:type="dxa"/>
            <w:tcBorders>
              <w:top w:val="nil"/>
              <w:left w:val="nil"/>
              <w:bottom w:val="single" w:sz="4" w:space="0" w:color="B70017"/>
              <w:right w:val="single" w:sz="4" w:space="0" w:color="D9D9D9" w:themeColor="background1" w:themeShade="D9"/>
            </w:tcBorders>
          </w:tcPr>
          <w:p w14:paraId="049AEA68" w14:textId="12ED070F" w:rsidR="00FD4D89" w:rsidRDefault="00FD4D89" w:rsidP="00F13823">
            <w:pPr>
              <w:pStyle w:val="Tabellenberschrift"/>
            </w:pPr>
            <w:r>
              <w:lastRenderedPageBreak/>
              <w:t xml:space="preserve">El/ la </w:t>
            </w:r>
            <w:proofErr w:type="spellStart"/>
            <w:r>
              <w:t>cliente</w:t>
            </w:r>
            <w:proofErr w:type="spellEnd"/>
          </w:p>
        </w:tc>
        <w:tc>
          <w:tcPr>
            <w:tcW w:w="4820" w:type="dxa"/>
            <w:tcBorders>
              <w:top w:val="nil"/>
              <w:left w:val="single" w:sz="4" w:space="0" w:color="D9D9D9" w:themeColor="background1" w:themeShade="D9"/>
              <w:bottom w:val="single" w:sz="4" w:space="0" w:color="B70017"/>
              <w:right w:val="single" w:sz="4" w:space="0" w:color="D9D9D9" w:themeColor="background1" w:themeShade="D9"/>
            </w:tcBorders>
          </w:tcPr>
          <w:p w14:paraId="461F5898" w14:textId="3026BD1B" w:rsidR="00FD4D89" w:rsidRDefault="00FD4D89" w:rsidP="00F13823">
            <w:pPr>
              <w:pStyle w:val="Tabellenberschrift"/>
            </w:pPr>
            <w:r>
              <w:t xml:space="preserve">El / la </w:t>
            </w:r>
            <w:proofErr w:type="spellStart"/>
            <w:r>
              <w:t>vendedor</w:t>
            </w:r>
            <w:proofErr w:type="spellEnd"/>
            <w:r>
              <w:t>/a</w:t>
            </w:r>
          </w:p>
        </w:tc>
      </w:tr>
      <w:tr w:rsidR="00FD4D89" w14:paraId="37BE9D2F" w14:textId="77777777" w:rsidTr="00FD4D89">
        <w:trPr>
          <w:cantSplit/>
          <w:tblHeader/>
        </w:trPr>
        <w:tc>
          <w:tcPr>
            <w:tcW w:w="4819" w:type="dxa"/>
            <w:tcBorders>
              <w:top w:val="single" w:sz="4" w:space="0" w:color="B70017"/>
            </w:tcBorders>
          </w:tcPr>
          <w:p w14:paraId="120B07FC" w14:textId="48BE8B6C" w:rsidR="00FD4D89" w:rsidRDefault="00FD4D89" w:rsidP="00F13823">
            <w:pPr>
              <w:pStyle w:val="Tabelleninhalt"/>
            </w:pPr>
            <w:r w:rsidRPr="00CD5538">
              <w:t>Du begrüßt den Verkäufer.</w:t>
            </w:r>
          </w:p>
        </w:tc>
        <w:tc>
          <w:tcPr>
            <w:tcW w:w="4820" w:type="dxa"/>
            <w:tcBorders>
              <w:top w:val="single" w:sz="4" w:space="0" w:color="B70017"/>
            </w:tcBorders>
          </w:tcPr>
          <w:p w14:paraId="4C3E0D43" w14:textId="5228AE65" w:rsidR="00FD4D89" w:rsidRDefault="00FD4D89" w:rsidP="00F13823">
            <w:pPr>
              <w:pStyle w:val="Tabelleninhalt"/>
            </w:pPr>
            <w:r w:rsidRPr="00CD5538">
              <w:rPr>
                <w:i/>
              </w:rPr>
              <w:t>Buenos días/ Buenas tardes.</w:t>
            </w:r>
          </w:p>
        </w:tc>
      </w:tr>
      <w:tr w:rsidR="00FD4D89" w14:paraId="72CCB1FF" w14:textId="77777777" w:rsidTr="00FD4D89">
        <w:trPr>
          <w:cantSplit/>
          <w:tblHeader/>
        </w:trPr>
        <w:tc>
          <w:tcPr>
            <w:tcW w:w="4819" w:type="dxa"/>
          </w:tcPr>
          <w:p w14:paraId="26A0F422" w14:textId="088A0C47" w:rsidR="00FD4D89" w:rsidRPr="00FD4D89" w:rsidRDefault="00FD4D89" w:rsidP="00F13823">
            <w:pPr>
              <w:pStyle w:val="Tabelleninhalt"/>
              <w:rPr>
                <w:lang w:val="es-ES"/>
              </w:rPr>
            </w:pPr>
            <w:r w:rsidRPr="00FD4D89">
              <w:rPr>
                <w:i/>
                <w:lang w:val="es-ES"/>
              </w:rPr>
              <w:t>Buenos días/ Buenas tardes. ¿En qué puedo ayudarte?</w:t>
            </w:r>
          </w:p>
        </w:tc>
        <w:tc>
          <w:tcPr>
            <w:tcW w:w="4820" w:type="dxa"/>
          </w:tcPr>
          <w:p w14:paraId="07C290F3" w14:textId="28B02A48" w:rsidR="00FD4D89" w:rsidRDefault="00FD4D89" w:rsidP="00F13823">
            <w:pPr>
              <w:pStyle w:val="Tabelleninhalt"/>
            </w:pPr>
            <w:r w:rsidRPr="00A0129A">
              <w:t>Du erwiderst den Gruß und fragst, wie Du ihm behilflich sein kannst.</w:t>
            </w:r>
          </w:p>
        </w:tc>
      </w:tr>
      <w:tr w:rsidR="00FD4D89" w14:paraId="07DAED89" w14:textId="77777777" w:rsidTr="00FD4D89">
        <w:trPr>
          <w:cantSplit/>
          <w:tblHeader/>
        </w:trPr>
        <w:tc>
          <w:tcPr>
            <w:tcW w:w="4819" w:type="dxa"/>
          </w:tcPr>
          <w:p w14:paraId="282DC21C" w14:textId="2A0E79E8" w:rsidR="00FD4D89" w:rsidRDefault="00FD4D89" w:rsidP="00F13823">
            <w:pPr>
              <w:pStyle w:val="Tabelleninhalt"/>
            </w:pPr>
            <w:r w:rsidRPr="00A0129A">
              <w:t>Du sagst, dass Du gerne 300 Gramm Schinken hättest.</w:t>
            </w:r>
          </w:p>
        </w:tc>
        <w:tc>
          <w:tcPr>
            <w:tcW w:w="4820" w:type="dxa"/>
          </w:tcPr>
          <w:p w14:paraId="7E7C767F" w14:textId="0F2539B6" w:rsidR="00FD4D89" w:rsidRDefault="00FD4D89" w:rsidP="00F13823">
            <w:pPr>
              <w:pStyle w:val="Tabelleninhalt"/>
            </w:pPr>
            <w:proofErr w:type="spellStart"/>
            <w:r w:rsidRPr="00CD5538">
              <w:rPr>
                <w:i/>
              </w:rPr>
              <w:t>Necesito</w:t>
            </w:r>
            <w:proofErr w:type="spellEnd"/>
            <w:r w:rsidRPr="00CD5538">
              <w:rPr>
                <w:i/>
              </w:rPr>
              <w:t xml:space="preserve"> 300 </w:t>
            </w:r>
            <w:proofErr w:type="spellStart"/>
            <w:r w:rsidRPr="00CD5538">
              <w:rPr>
                <w:i/>
              </w:rPr>
              <w:t>gramos</w:t>
            </w:r>
            <w:proofErr w:type="spellEnd"/>
            <w:r w:rsidRPr="00CD5538">
              <w:rPr>
                <w:i/>
              </w:rPr>
              <w:t xml:space="preserve"> de jamón.</w:t>
            </w:r>
          </w:p>
        </w:tc>
      </w:tr>
      <w:tr w:rsidR="00FD4D89" w14:paraId="17BCCD4D" w14:textId="77777777" w:rsidTr="00FD4D89">
        <w:trPr>
          <w:cantSplit/>
          <w:tblHeader/>
        </w:trPr>
        <w:tc>
          <w:tcPr>
            <w:tcW w:w="4819" w:type="dxa"/>
          </w:tcPr>
          <w:p w14:paraId="492F8020" w14:textId="783E7DB3" w:rsidR="00FD4D89" w:rsidRDefault="00FD4D89" w:rsidP="00F13823">
            <w:pPr>
              <w:pStyle w:val="Tabelleninhalt"/>
            </w:pPr>
            <w:r w:rsidRPr="00FD4D89">
              <w:rPr>
                <w:i/>
                <w:lang w:val="es-ES"/>
              </w:rPr>
              <w:t xml:space="preserve">Mira, tenemos una oferta de jamón de serrano. </w:t>
            </w:r>
            <w:proofErr w:type="spellStart"/>
            <w:r w:rsidRPr="00CD5538">
              <w:rPr>
                <w:i/>
              </w:rPr>
              <w:t>Está</w:t>
            </w:r>
            <w:proofErr w:type="spellEnd"/>
            <w:r w:rsidRPr="00CD5538">
              <w:rPr>
                <w:i/>
              </w:rPr>
              <w:t xml:space="preserve"> a 7€ </w:t>
            </w:r>
            <w:proofErr w:type="spellStart"/>
            <w:r w:rsidRPr="00CD5538">
              <w:rPr>
                <w:i/>
              </w:rPr>
              <w:t>el</w:t>
            </w:r>
            <w:proofErr w:type="spellEnd"/>
            <w:r w:rsidRPr="00CD5538">
              <w:rPr>
                <w:i/>
              </w:rPr>
              <w:t xml:space="preserve"> </w:t>
            </w:r>
            <w:proofErr w:type="spellStart"/>
            <w:r w:rsidRPr="00CD5538">
              <w:rPr>
                <w:i/>
              </w:rPr>
              <w:t>kilo</w:t>
            </w:r>
            <w:proofErr w:type="spellEnd"/>
            <w:r w:rsidRPr="00CD5538">
              <w:rPr>
                <w:i/>
              </w:rPr>
              <w:t>.</w:t>
            </w:r>
          </w:p>
        </w:tc>
        <w:tc>
          <w:tcPr>
            <w:tcW w:w="4820" w:type="dxa"/>
          </w:tcPr>
          <w:p w14:paraId="3E532B9C" w14:textId="77EE44F8" w:rsidR="00FD4D89" w:rsidRDefault="00FD4D89" w:rsidP="00F13823">
            <w:pPr>
              <w:pStyle w:val="Tabelleninhalt"/>
            </w:pPr>
            <w:r w:rsidRPr="00A0129A">
              <w:t>Du sagst, dass der Serrano-Schinken im Angebot ist für 7€ das Kilo.</w:t>
            </w:r>
          </w:p>
        </w:tc>
      </w:tr>
      <w:tr w:rsidR="00FD4D89" w:rsidRPr="00DF34C6" w14:paraId="36860534" w14:textId="77777777" w:rsidTr="00FD4D89">
        <w:trPr>
          <w:cantSplit/>
          <w:tblHeader/>
        </w:trPr>
        <w:tc>
          <w:tcPr>
            <w:tcW w:w="4819" w:type="dxa"/>
          </w:tcPr>
          <w:p w14:paraId="52824A35" w14:textId="5939DB1C" w:rsidR="00FD4D89" w:rsidRDefault="00FD4D89" w:rsidP="00F13823">
            <w:pPr>
              <w:pStyle w:val="Tabelleninhalt"/>
            </w:pPr>
            <w:r w:rsidRPr="00A0129A">
              <w:t>Das findest Du billig und entscheidest Dich für 300 Gramm Serrano-Schinken.</w:t>
            </w:r>
          </w:p>
        </w:tc>
        <w:tc>
          <w:tcPr>
            <w:tcW w:w="4820" w:type="dxa"/>
          </w:tcPr>
          <w:p w14:paraId="6B65AC0B" w14:textId="07B76237" w:rsidR="00FD4D89" w:rsidRPr="00FD4D89" w:rsidRDefault="00FD4D89" w:rsidP="00F13823">
            <w:pPr>
              <w:pStyle w:val="Tabelleninhalt"/>
              <w:rPr>
                <w:lang w:val="es-ES"/>
              </w:rPr>
            </w:pPr>
            <w:r w:rsidRPr="00FD4D89">
              <w:rPr>
                <w:i/>
                <w:lang w:val="es-ES"/>
              </w:rPr>
              <w:t>Ah, es barato, entonces 300 gramos del jamón serrano.</w:t>
            </w:r>
          </w:p>
        </w:tc>
      </w:tr>
      <w:tr w:rsidR="00FD4D89" w:rsidRPr="00FD4D89" w14:paraId="3080B801" w14:textId="77777777" w:rsidTr="00FD4D89">
        <w:trPr>
          <w:cantSplit/>
          <w:tblHeader/>
        </w:trPr>
        <w:tc>
          <w:tcPr>
            <w:tcW w:w="4819" w:type="dxa"/>
          </w:tcPr>
          <w:p w14:paraId="4B444953" w14:textId="49EBBC97" w:rsidR="00FD4D89" w:rsidRPr="00FD4D89" w:rsidRDefault="00FD4D89" w:rsidP="00F13823">
            <w:pPr>
              <w:pStyle w:val="Tabelleninhalt"/>
              <w:rPr>
                <w:lang w:val="es-ES"/>
              </w:rPr>
            </w:pPr>
            <w:proofErr w:type="spellStart"/>
            <w:r w:rsidRPr="00CD5538">
              <w:rPr>
                <w:i/>
              </w:rPr>
              <w:t>Muy</w:t>
            </w:r>
            <w:proofErr w:type="spellEnd"/>
            <w:r w:rsidRPr="00CD5538">
              <w:rPr>
                <w:i/>
              </w:rPr>
              <w:t xml:space="preserve"> </w:t>
            </w:r>
            <w:proofErr w:type="spellStart"/>
            <w:r w:rsidRPr="00CD5538">
              <w:rPr>
                <w:i/>
              </w:rPr>
              <w:t>bien</w:t>
            </w:r>
            <w:proofErr w:type="spellEnd"/>
            <w:r w:rsidRPr="00CD5538">
              <w:rPr>
                <w:i/>
              </w:rPr>
              <w:t>. ¿</w:t>
            </w:r>
            <w:proofErr w:type="spellStart"/>
            <w:r w:rsidRPr="00CD5538">
              <w:rPr>
                <w:i/>
              </w:rPr>
              <w:t>Algo</w:t>
            </w:r>
            <w:proofErr w:type="spellEnd"/>
            <w:r w:rsidRPr="00CD5538">
              <w:rPr>
                <w:i/>
              </w:rPr>
              <w:t xml:space="preserve"> </w:t>
            </w:r>
            <w:proofErr w:type="spellStart"/>
            <w:r w:rsidRPr="00CD5538">
              <w:rPr>
                <w:i/>
              </w:rPr>
              <w:t>más</w:t>
            </w:r>
            <w:proofErr w:type="spellEnd"/>
            <w:r w:rsidRPr="00CD5538">
              <w:rPr>
                <w:i/>
              </w:rPr>
              <w:t>?</w:t>
            </w:r>
          </w:p>
        </w:tc>
        <w:tc>
          <w:tcPr>
            <w:tcW w:w="4820" w:type="dxa"/>
          </w:tcPr>
          <w:p w14:paraId="15BDE180" w14:textId="74842D89" w:rsidR="00FD4D89" w:rsidRPr="00FD4D89" w:rsidRDefault="00FD4D89" w:rsidP="00F13823">
            <w:pPr>
              <w:pStyle w:val="Tabelleninhalt"/>
            </w:pPr>
            <w:r w:rsidRPr="00A0129A">
              <w:t>Du fragst, ob es noch etwas sein darf.</w:t>
            </w:r>
          </w:p>
        </w:tc>
      </w:tr>
      <w:tr w:rsidR="00FD4D89" w:rsidRPr="00DF34C6" w14:paraId="5D9281D9" w14:textId="77777777" w:rsidTr="00FD4D89">
        <w:trPr>
          <w:cantSplit/>
          <w:tblHeader/>
        </w:trPr>
        <w:tc>
          <w:tcPr>
            <w:tcW w:w="4819" w:type="dxa"/>
          </w:tcPr>
          <w:p w14:paraId="62A0D41E" w14:textId="7E92A41A" w:rsidR="00FD4D89" w:rsidRPr="00FD4D89" w:rsidRDefault="00FD4D89" w:rsidP="00F13823">
            <w:pPr>
              <w:pStyle w:val="Tabelleninhalt"/>
            </w:pPr>
            <w:r w:rsidRPr="00A0129A">
              <w:t>Du sagst, dass Du noch 2 Kilo Äpfel möchtest.</w:t>
            </w:r>
          </w:p>
        </w:tc>
        <w:tc>
          <w:tcPr>
            <w:tcW w:w="4820" w:type="dxa"/>
          </w:tcPr>
          <w:p w14:paraId="4EF66521" w14:textId="4A013A3A" w:rsidR="00FD4D89" w:rsidRPr="00FD4D89" w:rsidRDefault="00FD4D89" w:rsidP="00FD4D89">
            <w:pPr>
              <w:pStyle w:val="Tabelleninhalt"/>
              <w:rPr>
                <w:lang w:val="es-ES"/>
              </w:rPr>
            </w:pPr>
            <w:r w:rsidRPr="00FD4D89">
              <w:rPr>
                <w:i/>
                <w:lang w:val="es-ES"/>
              </w:rPr>
              <w:t>Sí, también estoy buscando manzanas, dos kilos.</w:t>
            </w:r>
          </w:p>
        </w:tc>
      </w:tr>
      <w:tr w:rsidR="00FD4D89" w:rsidRPr="00FD4D89" w14:paraId="37FA9A22" w14:textId="77777777" w:rsidTr="00FD4D89">
        <w:trPr>
          <w:cantSplit/>
          <w:tblHeader/>
        </w:trPr>
        <w:tc>
          <w:tcPr>
            <w:tcW w:w="4819" w:type="dxa"/>
          </w:tcPr>
          <w:p w14:paraId="30696779" w14:textId="6C7B3BCA" w:rsidR="00FD4D89" w:rsidRPr="00FD4D89" w:rsidRDefault="00FD4D89" w:rsidP="00F13823">
            <w:pPr>
              <w:pStyle w:val="Tabelleninhalt"/>
              <w:rPr>
                <w:lang w:val="es-ES"/>
              </w:rPr>
            </w:pPr>
            <w:r w:rsidRPr="00FD4D89">
              <w:rPr>
                <w:i/>
                <w:lang w:val="es-ES"/>
              </w:rPr>
              <w:t>Tenemos estas manzanas rojas aquí o esas manzanas verdes allí.</w:t>
            </w:r>
          </w:p>
        </w:tc>
        <w:tc>
          <w:tcPr>
            <w:tcW w:w="4820" w:type="dxa"/>
          </w:tcPr>
          <w:p w14:paraId="56B34F6B" w14:textId="72E98392" w:rsidR="00FD4D89" w:rsidRPr="00FD4D89" w:rsidRDefault="00FD4D89" w:rsidP="00F13823">
            <w:pPr>
              <w:pStyle w:val="Tabelleninhalt"/>
            </w:pPr>
            <w:r w:rsidRPr="00A0129A">
              <w:t>Du sagst, dass ihr rote und grüne Äpfel habt.</w:t>
            </w:r>
          </w:p>
        </w:tc>
      </w:tr>
      <w:tr w:rsidR="00FD4D89" w:rsidRPr="00DF34C6" w14:paraId="2D89D22C" w14:textId="77777777" w:rsidTr="00FD4D89">
        <w:trPr>
          <w:cantSplit/>
          <w:tblHeader/>
        </w:trPr>
        <w:tc>
          <w:tcPr>
            <w:tcW w:w="4819" w:type="dxa"/>
          </w:tcPr>
          <w:p w14:paraId="5E39E659" w14:textId="14BA6A47" w:rsidR="00FD4D89" w:rsidRPr="00FD4D89" w:rsidRDefault="00FD4D89" w:rsidP="00FD4D89">
            <w:pPr>
              <w:pStyle w:val="Tabelleninhalt"/>
              <w:rPr>
                <w:i/>
              </w:rPr>
            </w:pPr>
            <w:r w:rsidRPr="00A0129A">
              <w:t>Du magst die grünen Äpfel lieber.</w:t>
            </w:r>
          </w:p>
        </w:tc>
        <w:tc>
          <w:tcPr>
            <w:tcW w:w="4820" w:type="dxa"/>
          </w:tcPr>
          <w:p w14:paraId="6E46CF41" w14:textId="458ADD83" w:rsidR="00FD4D89" w:rsidRPr="00FD4D89" w:rsidRDefault="00FD4D89" w:rsidP="00FD4D89">
            <w:pPr>
              <w:pStyle w:val="Tabelleninhalt"/>
              <w:rPr>
                <w:lang w:val="es-ES"/>
              </w:rPr>
            </w:pPr>
            <w:r w:rsidRPr="00FD4D89">
              <w:rPr>
                <w:i/>
                <w:lang w:val="es-ES"/>
              </w:rPr>
              <w:t>Hmmm… prefiero las manzanas verdes.</w:t>
            </w:r>
          </w:p>
        </w:tc>
      </w:tr>
      <w:tr w:rsidR="00FD4D89" w:rsidRPr="00FD4D89" w14:paraId="486545F7" w14:textId="77777777" w:rsidTr="00FD4D89">
        <w:trPr>
          <w:cantSplit/>
          <w:tblHeader/>
        </w:trPr>
        <w:tc>
          <w:tcPr>
            <w:tcW w:w="4819" w:type="dxa"/>
          </w:tcPr>
          <w:p w14:paraId="0888F874" w14:textId="4E8BE9AD" w:rsidR="00FD4D89" w:rsidRPr="00FD4D89" w:rsidRDefault="00FD4D89" w:rsidP="00FD4D89">
            <w:pPr>
              <w:pStyle w:val="Tabelleninhalt"/>
              <w:rPr>
                <w:i/>
                <w:lang w:val="es-ES"/>
              </w:rPr>
            </w:pPr>
            <w:r w:rsidRPr="00FD4D89">
              <w:rPr>
                <w:i/>
                <w:lang w:val="es-ES"/>
              </w:rPr>
              <w:t xml:space="preserve">Vale, dos kilos de esas manzanas verdes. </w:t>
            </w:r>
            <w:r w:rsidRPr="00CD5538">
              <w:rPr>
                <w:i/>
              </w:rPr>
              <w:t>¿</w:t>
            </w:r>
            <w:proofErr w:type="spellStart"/>
            <w:r w:rsidRPr="00CD5538">
              <w:rPr>
                <w:i/>
              </w:rPr>
              <w:t>Algo</w:t>
            </w:r>
            <w:proofErr w:type="spellEnd"/>
            <w:r w:rsidRPr="00CD5538">
              <w:rPr>
                <w:i/>
              </w:rPr>
              <w:t xml:space="preserve"> </w:t>
            </w:r>
            <w:proofErr w:type="spellStart"/>
            <w:r w:rsidRPr="00CD5538">
              <w:rPr>
                <w:i/>
              </w:rPr>
              <w:t>más</w:t>
            </w:r>
            <w:proofErr w:type="spellEnd"/>
            <w:r w:rsidRPr="00CD5538">
              <w:rPr>
                <w:i/>
              </w:rPr>
              <w:t>?</w:t>
            </w:r>
          </w:p>
        </w:tc>
        <w:tc>
          <w:tcPr>
            <w:tcW w:w="4820" w:type="dxa"/>
          </w:tcPr>
          <w:p w14:paraId="09B0381C" w14:textId="26AB541C" w:rsidR="00FD4D89" w:rsidRPr="00A0129A" w:rsidRDefault="00FD4D89" w:rsidP="00FD4D89">
            <w:pPr>
              <w:pStyle w:val="Tabelleninhalt"/>
            </w:pPr>
            <w:r w:rsidRPr="00A0129A">
              <w:t>Du wiegst die Äpfel ab und fragst, ob es noch etwas sein darf.</w:t>
            </w:r>
          </w:p>
        </w:tc>
      </w:tr>
      <w:tr w:rsidR="00FD4D89" w:rsidRPr="00DF34C6" w14:paraId="1C0CEFEA" w14:textId="77777777" w:rsidTr="00FD4D89">
        <w:trPr>
          <w:cantSplit/>
          <w:tblHeader/>
        </w:trPr>
        <w:tc>
          <w:tcPr>
            <w:tcW w:w="4819" w:type="dxa"/>
          </w:tcPr>
          <w:p w14:paraId="025D58D9" w14:textId="587885B9" w:rsidR="00FD4D89" w:rsidRPr="00FD4D89" w:rsidRDefault="00FD4D89" w:rsidP="00FD4D89">
            <w:pPr>
              <w:pStyle w:val="Tabelleninhalt"/>
            </w:pPr>
            <w:r w:rsidRPr="00A0129A">
              <w:t>Du sagst, dass Du noch einen Laib Brot brauchst.</w:t>
            </w:r>
          </w:p>
        </w:tc>
        <w:tc>
          <w:tcPr>
            <w:tcW w:w="4820" w:type="dxa"/>
          </w:tcPr>
          <w:p w14:paraId="522622AC" w14:textId="6207C280" w:rsidR="00FD4D89" w:rsidRPr="00FD4D89" w:rsidRDefault="00FD4D89" w:rsidP="00FD4D89">
            <w:pPr>
              <w:pStyle w:val="Tabelleninhalt"/>
              <w:rPr>
                <w:lang w:val="es-ES"/>
              </w:rPr>
            </w:pPr>
            <w:r w:rsidRPr="00FD4D89">
              <w:rPr>
                <w:i/>
                <w:lang w:val="es-ES"/>
              </w:rPr>
              <w:t>También necesito una barra de pan.</w:t>
            </w:r>
          </w:p>
        </w:tc>
      </w:tr>
      <w:tr w:rsidR="00FD4D89" w:rsidRPr="00FD4D89" w14:paraId="613DA7F4" w14:textId="77777777" w:rsidTr="00FD4D89">
        <w:trPr>
          <w:cantSplit/>
          <w:tblHeader/>
        </w:trPr>
        <w:tc>
          <w:tcPr>
            <w:tcW w:w="4819" w:type="dxa"/>
          </w:tcPr>
          <w:p w14:paraId="74818BE8" w14:textId="2E1A7F05" w:rsidR="00FD4D89" w:rsidRPr="00FD4D89" w:rsidRDefault="00FD4D89" w:rsidP="00FD4D89">
            <w:pPr>
              <w:pStyle w:val="Tabelleninhalt"/>
              <w:rPr>
                <w:lang w:val="es-ES"/>
              </w:rPr>
            </w:pPr>
            <w:r w:rsidRPr="00FD4D89">
              <w:rPr>
                <w:i/>
                <w:lang w:val="es-ES"/>
              </w:rPr>
              <w:t xml:space="preserve">Puedes elegir entre pan blanco o pan integral. </w:t>
            </w:r>
            <w:r w:rsidRPr="00CD5538">
              <w:rPr>
                <w:i/>
              </w:rPr>
              <w:t>¿</w:t>
            </w:r>
            <w:proofErr w:type="spellStart"/>
            <w:r w:rsidRPr="00CD5538">
              <w:rPr>
                <w:i/>
              </w:rPr>
              <w:t>Cuál</w:t>
            </w:r>
            <w:proofErr w:type="spellEnd"/>
            <w:r w:rsidRPr="00CD5538">
              <w:rPr>
                <w:i/>
              </w:rPr>
              <w:t xml:space="preserve"> </w:t>
            </w:r>
            <w:proofErr w:type="spellStart"/>
            <w:r w:rsidRPr="00CD5538">
              <w:rPr>
                <w:i/>
              </w:rPr>
              <w:t>quieres</w:t>
            </w:r>
            <w:proofErr w:type="spellEnd"/>
            <w:r w:rsidRPr="00CD5538">
              <w:rPr>
                <w:i/>
              </w:rPr>
              <w:t>?</w:t>
            </w:r>
          </w:p>
        </w:tc>
        <w:tc>
          <w:tcPr>
            <w:tcW w:w="4820" w:type="dxa"/>
          </w:tcPr>
          <w:p w14:paraId="28E12B0F" w14:textId="3A2DC24C" w:rsidR="00FD4D89" w:rsidRPr="00FD4D89" w:rsidRDefault="00FD4D89" w:rsidP="00FD4D89">
            <w:pPr>
              <w:pStyle w:val="Tabelleninhalt"/>
            </w:pPr>
            <w:r w:rsidRPr="00A0129A">
              <w:t>Du möchtest wissen, ob das Brot ein Weißbrot oder Vollkornbrot sein soll.</w:t>
            </w:r>
          </w:p>
        </w:tc>
      </w:tr>
      <w:tr w:rsidR="00FD4D89" w:rsidRPr="00DF34C6" w14:paraId="765E2F59" w14:textId="77777777" w:rsidTr="00FD4D89">
        <w:trPr>
          <w:cantSplit/>
          <w:tblHeader/>
        </w:trPr>
        <w:tc>
          <w:tcPr>
            <w:tcW w:w="4819" w:type="dxa"/>
          </w:tcPr>
          <w:p w14:paraId="6ACA1F29" w14:textId="519CCB55" w:rsidR="00FD4D89" w:rsidRPr="00FD4D89" w:rsidRDefault="00FD4D89" w:rsidP="00FD4D89">
            <w:pPr>
              <w:pStyle w:val="Tabelleninhalt"/>
            </w:pPr>
            <w:r w:rsidRPr="00A0129A">
              <w:t>Du entscheidest Dich für das Vollkornbrot und sagst, dass es alles ist und Du bezahlen möchtest.</w:t>
            </w:r>
          </w:p>
        </w:tc>
        <w:tc>
          <w:tcPr>
            <w:tcW w:w="4820" w:type="dxa"/>
          </w:tcPr>
          <w:p w14:paraId="671A488D" w14:textId="331CA253" w:rsidR="00FD4D89" w:rsidRPr="00FD4D89" w:rsidRDefault="00FD4D89" w:rsidP="00FD4D89">
            <w:pPr>
              <w:pStyle w:val="Tabelleninhalt"/>
              <w:rPr>
                <w:lang w:val="es-ES"/>
              </w:rPr>
            </w:pPr>
            <w:r w:rsidRPr="00FD4D89">
              <w:rPr>
                <w:i/>
                <w:lang w:val="es-ES"/>
              </w:rPr>
              <w:t>Me llevo el pan integral. Es todo. ¿Cuánto es en total?</w:t>
            </w:r>
          </w:p>
        </w:tc>
      </w:tr>
      <w:tr w:rsidR="00FD4D89" w:rsidRPr="00FD4D89" w14:paraId="68066ABC" w14:textId="77777777" w:rsidTr="00FD4D89">
        <w:trPr>
          <w:cantSplit/>
          <w:tblHeader/>
        </w:trPr>
        <w:tc>
          <w:tcPr>
            <w:tcW w:w="4819" w:type="dxa"/>
          </w:tcPr>
          <w:p w14:paraId="2828350E" w14:textId="35426DE6" w:rsidR="00FD4D89" w:rsidRPr="00FD4D89" w:rsidRDefault="00FD4D89" w:rsidP="00FD4D89">
            <w:pPr>
              <w:pStyle w:val="Tabelleninhalt"/>
            </w:pPr>
            <w:r w:rsidRPr="00FD4D89">
              <w:rPr>
                <w:i/>
                <w:lang w:val="es-ES"/>
              </w:rPr>
              <w:t xml:space="preserve">Muy bien, entonces tenemos el jamón, las manzanas, y una barra de pan integral – son 11,30€. </w:t>
            </w:r>
            <w:r w:rsidRPr="00FD4D89">
              <w:rPr>
                <w:i/>
                <w:lang w:val="es-ES"/>
              </w:rPr>
              <w:br/>
            </w:r>
            <w:r w:rsidRPr="00CD5538">
              <w:rPr>
                <w:i/>
              </w:rPr>
              <w:t xml:space="preserve">¿En </w:t>
            </w:r>
            <w:proofErr w:type="spellStart"/>
            <w:r w:rsidRPr="00CD5538">
              <w:rPr>
                <w:i/>
              </w:rPr>
              <w:t>efectivo</w:t>
            </w:r>
            <w:proofErr w:type="spellEnd"/>
            <w:r w:rsidRPr="00CD5538">
              <w:rPr>
                <w:i/>
              </w:rPr>
              <w:t xml:space="preserve"> o </w:t>
            </w:r>
            <w:proofErr w:type="spellStart"/>
            <w:r w:rsidRPr="00CD5538">
              <w:rPr>
                <w:i/>
              </w:rPr>
              <w:t>con</w:t>
            </w:r>
            <w:proofErr w:type="spellEnd"/>
            <w:r w:rsidRPr="00CD5538">
              <w:rPr>
                <w:i/>
              </w:rPr>
              <w:t xml:space="preserve"> </w:t>
            </w:r>
            <w:proofErr w:type="spellStart"/>
            <w:r w:rsidRPr="00CD5538">
              <w:rPr>
                <w:i/>
              </w:rPr>
              <w:t>tarjeta</w:t>
            </w:r>
            <w:proofErr w:type="spellEnd"/>
            <w:r w:rsidRPr="00CD5538">
              <w:rPr>
                <w:i/>
              </w:rPr>
              <w:t>?</w:t>
            </w:r>
          </w:p>
        </w:tc>
        <w:tc>
          <w:tcPr>
            <w:tcW w:w="4820" w:type="dxa"/>
          </w:tcPr>
          <w:p w14:paraId="29882BD6" w14:textId="0B059F28" w:rsidR="00FD4D89" w:rsidRPr="00FD4D89" w:rsidRDefault="00FD4D89" w:rsidP="00FD4D89">
            <w:pPr>
              <w:pStyle w:val="Tabelleninhalt"/>
              <w:rPr>
                <w:i/>
                <w:lang w:val="es-ES"/>
              </w:rPr>
            </w:pPr>
            <w:r w:rsidRPr="00A0129A">
              <w:t xml:space="preserve">Du fasst noch einmal die Einkäufe zusammen (Schinken, Äpfel und Vollkornbrot) und sagst, dass es zusammen 11,30€ macht. </w:t>
            </w:r>
            <w:r w:rsidRPr="00CD5538">
              <w:t xml:space="preserve">Du fragst, ob bar oder mit Karte gezahlt wird. </w:t>
            </w:r>
          </w:p>
        </w:tc>
      </w:tr>
      <w:tr w:rsidR="00FD4D89" w:rsidRPr="00FD4D89" w14:paraId="065D2DD5" w14:textId="77777777" w:rsidTr="00FD4D89">
        <w:trPr>
          <w:cantSplit/>
          <w:tblHeader/>
        </w:trPr>
        <w:tc>
          <w:tcPr>
            <w:tcW w:w="4819" w:type="dxa"/>
          </w:tcPr>
          <w:p w14:paraId="64D90187" w14:textId="2953DDD8" w:rsidR="00FD4D89" w:rsidRPr="00FD4D89" w:rsidRDefault="00FD4D89" w:rsidP="00FD4D89">
            <w:pPr>
              <w:pStyle w:val="Tabelleninhalt"/>
            </w:pPr>
            <w:r w:rsidRPr="00A0129A">
              <w:lastRenderedPageBreak/>
              <w:t>Du willst bar bezahlen und gibst dem Verkäufer 15€.</w:t>
            </w:r>
          </w:p>
        </w:tc>
        <w:tc>
          <w:tcPr>
            <w:tcW w:w="4820" w:type="dxa"/>
          </w:tcPr>
          <w:p w14:paraId="741C8D14" w14:textId="0CB8CCC7" w:rsidR="00FD4D89" w:rsidRPr="00A0129A" w:rsidRDefault="00FD4D89" w:rsidP="00FD4D89">
            <w:pPr>
              <w:pStyle w:val="Tabelleninhalt"/>
            </w:pPr>
            <w:r w:rsidRPr="00CD5538">
              <w:rPr>
                <w:i/>
              </w:rPr>
              <w:t xml:space="preserve">En </w:t>
            </w:r>
            <w:proofErr w:type="spellStart"/>
            <w:r w:rsidRPr="00CD5538">
              <w:rPr>
                <w:i/>
              </w:rPr>
              <w:t>efectivo</w:t>
            </w:r>
            <w:proofErr w:type="spellEnd"/>
            <w:r w:rsidRPr="00CD5538">
              <w:rPr>
                <w:i/>
              </w:rPr>
              <w:t xml:space="preserve">. </w:t>
            </w:r>
            <w:proofErr w:type="spellStart"/>
            <w:r w:rsidRPr="00CD5538">
              <w:rPr>
                <w:i/>
              </w:rPr>
              <w:t>Aquí</w:t>
            </w:r>
            <w:proofErr w:type="spellEnd"/>
            <w:r w:rsidRPr="00CD5538">
              <w:rPr>
                <w:i/>
              </w:rPr>
              <w:t xml:space="preserve"> </w:t>
            </w:r>
            <w:proofErr w:type="spellStart"/>
            <w:r w:rsidRPr="00CD5538">
              <w:rPr>
                <w:i/>
              </w:rPr>
              <w:t>tienes</w:t>
            </w:r>
            <w:proofErr w:type="spellEnd"/>
            <w:r w:rsidRPr="00CD5538">
              <w:rPr>
                <w:i/>
              </w:rPr>
              <w:t xml:space="preserve"> 15 €.</w:t>
            </w:r>
          </w:p>
        </w:tc>
      </w:tr>
      <w:tr w:rsidR="00FD4D89" w:rsidRPr="00FD4D89" w14:paraId="039AD6C9" w14:textId="77777777" w:rsidTr="00FD4D89">
        <w:trPr>
          <w:cantSplit/>
          <w:tblHeader/>
        </w:trPr>
        <w:tc>
          <w:tcPr>
            <w:tcW w:w="4819" w:type="dxa"/>
          </w:tcPr>
          <w:p w14:paraId="455B728C" w14:textId="01179124" w:rsidR="00FD4D89" w:rsidRPr="00FD4D89" w:rsidRDefault="00FD4D89" w:rsidP="00FD4D89">
            <w:pPr>
              <w:pStyle w:val="Tabelleninhalt"/>
            </w:pPr>
            <w:r w:rsidRPr="00FD4D89">
              <w:rPr>
                <w:i/>
                <w:lang w:val="es-ES"/>
              </w:rPr>
              <w:t xml:space="preserve">Gracias. Aquí tienes tu compra y el cambio. </w:t>
            </w:r>
            <w:r w:rsidRPr="00CD5538">
              <w:rPr>
                <w:i/>
              </w:rPr>
              <w:t>¡</w:t>
            </w:r>
            <w:proofErr w:type="spellStart"/>
            <w:r w:rsidRPr="00CD5538">
              <w:rPr>
                <w:i/>
              </w:rPr>
              <w:t>Hasta</w:t>
            </w:r>
            <w:proofErr w:type="spellEnd"/>
            <w:r w:rsidRPr="00CD5538">
              <w:rPr>
                <w:i/>
              </w:rPr>
              <w:t xml:space="preserve"> </w:t>
            </w:r>
            <w:proofErr w:type="spellStart"/>
            <w:r w:rsidRPr="00CD5538">
              <w:rPr>
                <w:i/>
              </w:rPr>
              <w:t>luego</w:t>
            </w:r>
            <w:proofErr w:type="spellEnd"/>
            <w:r w:rsidRPr="00CD5538">
              <w:rPr>
                <w:i/>
              </w:rPr>
              <w:t>!</w:t>
            </w:r>
          </w:p>
        </w:tc>
        <w:tc>
          <w:tcPr>
            <w:tcW w:w="4820" w:type="dxa"/>
          </w:tcPr>
          <w:p w14:paraId="60464A3C" w14:textId="662EA194" w:rsidR="00FD4D89" w:rsidRPr="00CD5538" w:rsidRDefault="00FD4D89" w:rsidP="00FD4D89">
            <w:pPr>
              <w:pStyle w:val="Tabelleninhalt"/>
              <w:rPr>
                <w:i/>
              </w:rPr>
            </w:pPr>
            <w:r w:rsidRPr="00A0129A">
              <w:t>Du bedankst Dich, übergibst den Einkauf u das Wechselgeld und verabschiedest dich.</w:t>
            </w:r>
          </w:p>
        </w:tc>
      </w:tr>
      <w:tr w:rsidR="00FD4D89" w:rsidRPr="00FD4D89" w14:paraId="07004C10" w14:textId="77777777" w:rsidTr="00FD4D89">
        <w:trPr>
          <w:cantSplit/>
          <w:tblHeader/>
        </w:trPr>
        <w:tc>
          <w:tcPr>
            <w:tcW w:w="4819" w:type="dxa"/>
          </w:tcPr>
          <w:p w14:paraId="494EED02" w14:textId="034E62B6" w:rsidR="00FD4D89" w:rsidRPr="00FD4D89" w:rsidRDefault="00FD4D89" w:rsidP="00FD4D89">
            <w:pPr>
              <w:pStyle w:val="Tabelleninhalt"/>
            </w:pPr>
            <w:r w:rsidRPr="00CD5538">
              <w:t>Du erwiderst den Gruß.</w:t>
            </w:r>
          </w:p>
        </w:tc>
        <w:tc>
          <w:tcPr>
            <w:tcW w:w="4820" w:type="dxa"/>
          </w:tcPr>
          <w:p w14:paraId="73E72EEE" w14:textId="13FBF62F" w:rsidR="00FD4D89" w:rsidRPr="00A0129A" w:rsidRDefault="00FD4D89" w:rsidP="00FD4D89">
            <w:pPr>
              <w:pStyle w:val="Tabelleninhalt"/>
            </w:pPr>
            <w:r w:rsidRPr="00CD5538">
              <w:rPr>
                <w:i/>
              </w:rPr>
              <w:t>¡</w:t>
            </w:r>
            <w:proofErr w:type="spellStart"/>
            <w:r w:rsidRPr="00CD5538">
              <w:rPr>
                <w:i/>
              </w:rPr>
              <w:t>Hasta</w:t>
            </w:r>
            <w:proofErr w:type="spellEnd"/>
            <w:r w:rsidRPr="00CD5538">
              <w:rPr>
                <w:i/>
              </w:rPr>
              <w:t xml:space="preserve"> luego!</w:t>
            </w:r>
          </w:p>
        </w:tc>
      </w:tr>
    </w:tbl>
    <w:p w14:paraId="4728B201" w14:textId="77777777" w:rsidR="00FD4D89" w:rsidRPr="00FD4D89" w:rsidRDefault="00FD4D89" w:rsidP="00FD4D89"/>
    <w:p w14:paraId="174687F1" w14:textId="77777777" w:rsidR="00637496" w:rsidRPr="00FD4D89" w:rsidRDefault="00637496" w:rsidP="00637496"/>
    <w:sectPr w:rsidR="00637496" w:rsidRPr="00FD4D89" w:rsidSect="00687801">
      <w:headerReference w:type="default" r:id="rId8"/>
      <w:footerReference w:type="default" r:id="rId9"/>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D2428B" w14:textId="77777777" w:rsidR="00FF765E" w:rsidRDefault="00FF765E" w:rsidP="00263F44">
      <w:r>
        <w:separator/>
      </w:r>
    </w:p>
  </w:endnote>
  <w:endnote w:type="continuationSeparator" w:id="0">
    <w:p w14:paraId="1F41C531" w14:textId="77777777" w:rsidR="00FF765E" w:rsidRDefault="00FF765E"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charset w:val="00"/>
    <w:family w:val="modern"/>
    <w:pitch w:val="fixed"/>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4F2EB" w14:textId="092BF7A2"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DF34C6">
      <w:rPr>
        <w:noProof/>
        <w:sz w:val="20"/>
        <w:szCs w:val="20"/>
      </w:rPr>
      <w:t>04.06.2024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4D069D">
      <w:rPr>
        <w:noProof/>
        <w:sz w:val="20"/>
        <w:szCs w:val="20"/>
      </w:rPr>
      <w:t>19</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4D069D">
      <w:rPr>
        <w:noProof/>
        <w:sz w:val="20"/>
        <w:szCs w:val="20"/>
      </w:rPr>
      <w:t>19</w:t>
    </w:r>
    <w:r w:rsidRPr="00120371">
      <w:rPr>
        <w:sz w:val="20"/>
        <w:szCs w:val="20"/>
      </w:rPr>
      <w:fldChar w:fldCharType="end"/>
    </w:r>
  </w:p>
  <w:p w14:paraId="04980913" w14:textId="77777777" w:rsidR="009B7ECE" w:rsidRDefault="009B7E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84D08" w14:textId="77777777" w:rsidR="00FF765E" w:rsidRDefault="00FF765E" w:rsidP="00263F44">
      <w:r>
        <w:separator/>
      </w:r>
    </w:p>
  </w:footnote>
  <w:footnote w:type="continuationSeparator" w:id="0">
    <w:p w14:paraId="0D25CADB" w14:textId="77777777" w:rsidR="00FF765E" w:rsidRDefault="00FF765E"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38403C" w14:textId="77777777" w:rsidR="00EC3925" w:rsidRDefault="00EC3925" w:rsidP="003C721B">
    <w:pPr>
      <w:pStyle w:val="Kopfzeile"/>
      <w:spacing w:after="400"/>
    </w:pPr>
    <w:r>
      <w:rPr>
        <w:noProof/>
        <w:lang w:eastAsia="de-DE"/>
      </w:rPr>
      <w:drawing>
        <wp:inline distT="0" distB="0" distL="0" distR="0" wp14:anchorId="210F492B" wp14:editId="6276C30C">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18"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1"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3"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7993236">
    <w:abstractNumId w:val="21"/>
  </w:num>
  <w:num w:numId="2" w16cid:durableId="906576847">
    <w:abstractNumId w:val="10"/>
  </w:num>
  <w:num w:numId="3" w16cid:durableId="486945521">
    <w:abstractNumId w:val="19"/>
  </w:num>
  <w:num w:numId="4" w16cid:durableId="2007857060">
    <w:abstractNumId w:val="17"/>
  </w:num>
  <w:num w:numId="5" w16cid:durableId="1546982557">
    <w:abstractNumId w:val="17"/>
  </w:num>
  <w:num w:numId="6" w16cid:durableId="303199255">
    <w:abstractNumId w:val="13"/>
  </w:num>
  <w:num w:numId="7" w16cid:durableId="1119496565">
    <w:abstractNumId w:val="13"/>
    <w:lvlOverride w:ilvl="0">
      <w:lvl w:ilvl="0">
        <w:numFmt w:val="bullet"/>
        <w:lvlText w:val=""/>
        <w:lvlJc w:val="left"/>
        <w:pPr>
          <w:ind w:left="720" w:hanging="363"/>
        </w:pPr>
        <w:rPr>
          <w:rFonts w:ascii="Gudea" w:eastAsia="OpenSymbol" w:hAnsi="Gudea" w:cs="OpenSymbol" w:hint="default"/>
          <w:color w:val="84000D"/>
        </w:rPr>
      </w:lvl>
    </w:lvlOverride>
  </w:num>
  <w:num w:numId="8" w16cid:durableId="1739589536">
    <w:abstractNumId w:val="22"/>
  </w:num>
  <w:num w:numId="9" w16cid:durableId="456414932">
    <w:abstractNumId w:val="12"/>
  </w:num>
  <w:num w:numId="10" w16cid:durableId="1795902612">
    <w:abstractNumId w:val="22"/>
  </w:num>
  <w:num w:numId="11" w16cid:durableId="420489776">
    <w:abstractNumId w:val="16"/>
  </w:num>
  <w:num w:numId="12" w16cid:durableId="789009611">
    <w:abstractNumId w:val="22"/>
  </w:num>
  <w:num w:numId="13" w16cid:durableId="1745252118">
    <w:abstractNumId w:val="20"/>
  </w:num>
  <w:num w:numId="14" w16cid:durableId="39981358">
    <w:abstractNumId w:val="14"/>
  </w:num>
  <w:num w:numId="15" w16cid:durableId="1873035128">
    <w:abstractNumId w:val="15"/>
  </w:num>
  <w:num w:numId="16" w16cid:durableId="1004472465">
    <w:abstractNumId w:val="23"/>
  </w:num>
  <w:num w:numId="17" w16cid:durableId="1728336294">
    <w:abstractNumId w:val="11"/>
  </w:num>
  <w:num w:numId="18" w16cid:durableId="916013061">
    <w:abstractNumId w:val="18"/>
  </w:num>
  <w:num w:numId="19" w16cid:durableId="1151366645">
    <w:abstractNumId w:val="20"/>
    <w:lvlOverride w:ilvl="0">
      <w:startOverride w:val="1"/>
    </w:lvlOverride>
  </w:num>
  <w:num w:numId="20" w16cid:durableId="1517378043">
    <w:abstractNumId w:val="14"/>
    <w:lvlOverride w:ilvl="0">
      <w:startOverride w:val="1"/>
    </w:lvlOverride>
  </w:num>
  <w:num w:numId="21" w16cid:durableId="1354694945">
    <w:abstractNumId w:val="20"/>
    <w:lvlOverride w:ilvl="0">
      <w:startOverride w:val="1"/>
    </w:lvlOverride>
  </w:num>
  <w:num w:numId="22" w16cid:durableId="46994203">
    <w:abstractNumId w:val="20"/>
    <w:lvlOverride w:ilvl="0">
      <w:startOverride w:val="1"/>
    </w:lvlOverride>
  </w:num>
  <w:num w:numId="23" w16cid:durableId="308560640">
    <w:abstractNumId w:val="9"/>
  </w:num>
  <w:num w:numId="24" w16cid:durableId="1030685051">
    <w:abstractNumId w:val="7"/>
  </w:num>
  <w:num w:numId="25" w16cid:durableId="842934990">
    <w:abstractNumId w:val="6"/>
  </w:num>
  <w:num w:numId="26" w16cid:durableId="1574658026">
    <w:abstractNumId w:val="5"/>
  </w:num>
  <w:num w:numId="27" w16cid:durableId="1072386738">
    <w:abstractNumId w:val="4"/>
  </w:num>
  <w:num w:numId="28" w16cid:durableId="1413775267">
    <w:abstractNumId w:val="8"/>
  </w:num>
  <w:num w:numId="29" w16cid:durableId="177039843">
    <w:abstractNumId w:val="3"/>
  </w:num>
  <w:num w:numId="30" w16cid:durableId="489369978">
    <w:abstractNumId w:val="2"/>
  </w:num>
  <w:num w:numId="31" w16cid:durableId="276062733">
    <w:abstractNumId w:val="1"/>
  </w:num>
  <w:num w:numId="32" w16cid:durableId="817184559">
    <w:abstractNumId w:val="0"/>
  </w:num>
  <w:num w:numId="33" w16cid:durableId="1165823735">
    <w:abstractNumId w:val="24"/>
  </w:num>
  <w:num w:numId="34" w16cid:durableId="1775248501">
    <w:abstractNumId w:val="18"/>
  </w:num>
  <w:num w:numId="35" w16cid:durableId="1964191102">
    <w:abstractNumId w:val="20"/>
    <w:lvlOverride w:ilvl="0">
      <w:startOverride w:val="1"/>
    </w:lvlOverride>
  </w:num>
  <w:num w:numId="36" w16cid:durableId="373963003">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856"/>
    <w:rsid w:val="000119F5"/>
    <w:rsid w:val="0002154A"/>
    <w:rsid w:val="00035065"/>
    <w:rsid w:val="000433EF"/>
    <w:rsid w:val="00046BB2"/>
    <w:rsid w:val="00083838"/>
    <w:rsid w:val="0009635B"/>
    <w:rsid w:val="000A08F7"/>
    <w:rsid w:val="000A2FD9"/>
    <w:rsid w:val="000C1899"/>
    <w:rsid w:val="000C4F61"/>
    <w:rsid w:val="000C7E6C"/>
    <w:rsid w:val="000E4A64"/>
    <w:rsid w:val="000E5416"/>
    <w:rsid w:val="000F63D9"/>
    <w:rsid w:val="0010328B"/>
    <w:rsid w:val="001078A6"/>
    <w:rsid w:val="001175D9"/>
    <w:rsid w:val="00120371"/>
    <w:rsid w:val="00125873"/>
    <w:rsid w:val="001313B3"/>
    <w:rsid w:val="00135C29"/>
    <w:rsid w:val="00144822"/>
    <w:rsid w:val="001474C2"/>
    <w:rsid w:val="001510F8"/>
    <w:rsid w:val="00154B07"/>
    <w:rsid w:val="00193366"/>
    <w:rsid w:val="001A016C"/>
    <w:rsid w:val="001A2103"/>
    <w:rsid w:val="001A7B50"/>
    <w:rsid w:val="001B016A"/>
    <w:rsid w:val="001E03DE"/>
    <w:rsid w:val="001E2674"/>
    <w:rsid w:val="00220C31"/>
    <w:rsid w:val="002223B8"/>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B2CC9"/>
    <w:rsid w:val="002C5AF4"/>
    <w:rsid w:val="002D50BA"/>
    <w:rsid w:val="002E68F9"/>
    <w:rsid w:val="002F2E66"/>
    <w:rsid w:val="0030155E"/>
    <w:rsid w:val="00307652"/>
    <w:rsid w:val="00311C43"/>
    <w:rsid w:val="00333CC2"/>
    <w:rsid w:val="00336D04"/>
    <w:rsid w:val="00366E90"/>
    <w:rsid w:val="00374460"/>
    <w:rsid w:val="003754E3"/>
    <w:rsid w:val="00382E95"/>
    <w:rsid w:val="0039124F"/>
    <w:rsid w:val="003969C3"/>
    <w:rsid w:val="003A0618"/>
    <w:rsid w:val="003A7640"/>
    <w:rsid w:val="003B2130"/>
    <w:rsid w:val="003C721B"/>
    <w:rsid w:val="003E5C20"/>
    <w:rsid w:val="004046CE"/>
    <w:rsid w:val="004204D2"/>
    <w:rsid w:val="00431EA3"/>
    <w:rsid w:val="0043692F"/>
    <w:rsid w:val="0044650F"/>
    <w:rsid w:val="00455880"/>
    <w:rsid w:val="0046328C"/>
    <w:rsid w:val="00470E0A"/>
    <w:rsid w:val="0048193B"/>
    <w:rsid w:val="00490727"/>
    <w:rsid w:val="0049356E"/>
    <w:rsid w:val="004A3225"/>
    <w:rsid w:val="004A6CD4"/>
    <w:rsid w:val="004B1AE5"/>
    <w:rsid w:val="004B2484"/>
    <w:rsid w:val="004C2136"/>
    <w:rsid w:val="004D069D"/>
    <w:rsid w:val="004D476C"/>
    <w:rsid w:val="004F0F9E"/>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17A7"/>
    <w:rsid w:val="005A2907"/>
    <w:rsid w:val="005B6258"/>
    <w:rsid w:val="005C0A84"/>
    <w:rsid w:val="005C3DE5"/>
    <w:rsid w:val="005D32AB"/>
    <w:rsid w:val="005D74F8"/>
    <w:rsid w:val="005E11D2"/>
    <w:rsid w:val="005E43EE"/>
    <w:rsid w:val="005F52B1"/>
    <w:rsid w:val="005F7B80"/>
    <w:rsid w:val="00601D86"/>
    <w:rsid w:val="00606EF6"/>
    <w:rsid w:val="0062129C"/>
    <w:rsid w:val="0063086E"/>
    <w:rsid w:val="00633CC6"/>
    <w:rsid w:val="00634E2F"/>
    <w:rsid w:val="00637496"/>
    <w:rsid w:val="00637FC6"/>
    <w:rsid w:val="006424DD"/>
    <w:rsid w:val="0064329A"/>
    <w:rsid w:val="006505DB"/>
    <w:rsid w:val="00653A69"/>
    <w:rsid w:val="00655856"/>
    <w:rsid w:val="0066471F"/>
    <w:rsid w:val="00670BD3"/>
    <w:rsid w:val="00676A9C"/>
    <w:rsid w:val="00686F80"/>
    <w:rsid w:val="00687801"/>
    <w:rsid w:val="00695285"/>
    <w:rsid w:val="00697CA8"/>
    <w:rsid w:val="006B3B75"/>
    <w:rsid w:val="006C1699"/>
    <w:rsid w:val="006D7A4A"/>
    <w:rsid w:val="00705C1A"/>
    <w:rsid w:val="00747952"/>
    <w:rsid w:val="007566E6"/>
    <w:rsid w:val="00766DC2"/>
    <w:rsid w:val="007A0885"/>
    <w:rsid w:val="007A1BAD"/>
    <w:rsid w:val="007A5904"/>
    <w:rsid w:val="007B2DCA"/>
    <w:rsid w:val="007B5295"/>
    <w:rsid w:val="007B6059"/>
    <w:rsid w:val="007C2EB8"/>
    <w:rsid w:val="007D5D28"/>
    <w:rsid w:val="007E00B0"/>
    <w:rsid w:val="007E4198"/>
    <w:rsid w:val="007F5051"/>
    <w:rsid w:val="00806A96"/>
    <w:rsid w:val="00811543"/>
    <w:rsid w:val="00813751"/>
    <w:rsid w:val="00822474"/>
    <w:rsid w:val="00851F1D"/>
    <w:rsid w:val="008626D1"/>
    <w:rsid w:val="008666EC"/>
    <w:rsid w:val="00872FD6"/>
    <w:rsid w:val="008836AE"/>
    <w:rsid w:val="00891551"/>
    <w:rsid w:val="008A2EBA"/>
    <w:rsid w:val="008A7911"/>
    <w:rsid w:val="008B5BD4"/>
    <w:rsid w:val="008B696F"/>
    <w:rsid w:val="008D547C"/>
    <w:rsid w:val="008E0658"/>
    <w:rsid w:val="008E12E1"/>
    <w:rsid w:val="008E62DC"/>
    <w:rsid w:val="008F3F19"/>
    <w:rsid w:val="009027E5"/>
    <w:rsid w:val="0090616C"/>
    <w:rsid w:val="0092578C"/>
    <w:rsid w:val="00934807"/>
    <w:rsid w:val="00934B0F"/>
    <w:rsid w:val="00947D37"/>
    <w:rsid w:val="00950A22"/>
    <w:rsid w:val="009533B3"/>
    <w:rsid w:val="009638F8"/>
    <w:rsid w:val="00963EDC"/>
    <w:rsid w:val="0097339B"/>
    <w:rsid w:val="009762CC"/>
    <w:rsid w:val="009935DA"/>
    <w:rsid w:val="009A2D42"/>
    <w:rsid w:val="009B7ECE"/>
    <w:rsid w:val="009C05F9"/>
    <w:rsid w:val="009C59DB"/>
    <w:rsid w:val="009E1A78"/>
    <w:rsid w:val="009E4E76"/>
    <w:rsid w:val="009F4E5F"/>
    <w:rsid w:val="00A02163"/>
    <w:rsid w:val="00A033C6"/>
    <w:rsid w:val="00A12327"/>
    <w:rsid w:val="00A2219A"/>
    <w:rsid w:val="00A22A12"/>
    <w:rsid w:val="00A32CC4"/>
    <w:rsid w:val="00A718E9"/>
    <w:rsid w:val="00A776BB"/>
    <w:rsid w:val="00A80D3E"/>
    <w:rsid w:val="00A82D51"/>
    <w:rsid w:val="00A83CBC"/>
    <w:rsid w:val="00A90C3F"/>
    <w:rsid w:val="00A9421D"/>
    <w:rsid w:val="00AA479F"/>
    <w:rsid w:val="00AA4CD0"/>
    <w:rsid w:val="00AB0FE7"/>
    <w:rsid w:val="00AB3614"/>
    <w:rsid w:val="00AD72AA"/>
    <w:rsid w:val="00AE6F99"/>
    <w:rsid w:val="00AE7ED3"/>
    <w:rsid w:val="00AF3A17"/>
    <w:rsid w:val="00B00C2B"/>
    <w:rsid w:val="00B0722F"/>
    <w:rsid w:val="00B16CF9"/>
    <w:rsid w:val="00B16DFF"/>
    <w:rsid w:val="00B347F2"/>
    <w:rsid w:val="00B34CB2"/>
    <w:rsid w:val="00B73422"/>
    <w:rsid w:val="00B8215D"/>
    <w:rsid w:val="00B90B2E"/>
    <w:rsid w:val="00BA4783"/>
    <w:rsid w:val="00BA5A1F"/>
    <w:rsid w:val="00BA69FB"/>
    <w:rsid w:val="00BD195B"/>
    <w:rsid w:val="00BF6D36"/>
    <w:rsid w:val="00C1022E"/>
    <w:rsid w:val="00C20184"/>
    <w:rsid w:val="00C22C2F"/>
    <w:rsid w:val="00C22DA6"/>
    <w:rsid w:val="00C43374"/>
    <w:rsid w:val="00C463C2"/>
    <w:rsid w:val="00C6360C"/>
    <w:rsid w:val="00C66C69"/>
    <w:rsid w:val="00C74A63"/>
    <w:rsid w:val="00C74AB3"/>
    <w:rsid w:val="00C779BD"/>
    <w:rsid w:val="00C8127F"/>
    <w:rsid w:val="00C91BDE"/>
    <w:rsid w:val="00CA12E7"/>
    <w:rsid w:val="00CB6C1D"/>
    <w:rsid w:val="00CC2266"/>
    <w:rsid w:val="00CC49D7"/>
    <w:rsid w:val="00CC5209"/>
    <w:rsid w:val="00CC5F04"/>
    <w:rsid w:val="00CC6C70"/>
    <w:rsid w:val="00CD6932"/>
    <w:rsid w:val="00D05737"/>
    <w:rsid w:val="00D074DD"/>
    <w:rsid w:val="00D11D30"/>
    <w:rsid w:val="00D24408"/>
    <w:rsid w:val="00D46307"/>
    <w:rsid w:val="00D6138B"/>
    <w:rsid w:val="00D6554E"/>
    <w:rsid w:val="00D6702E"/>
    <w:rsid w:val="00D727DB"/>
    <w:rsid w:val="00D80989"/>
    <w:rsid w:val="00D813BA"/>
    <w:rsid w:val="00D83FEF"/>
    <w:rsid w:val="00D86561"/>
    <w:rsid w:val="00D969BB"/>
    <w:rsid w:val="00DA10EA"/>
    <w:rsid w:val="00DA1E6E"/>
    <w:rsid w:val="00DD03E6"/>
    <w:rsid w:val="00DD0775"/>
    <w:rsid w:val="00DD3ABE"/>
    <w:rsid w:val="00DE41D6"/>
    <w:rsid w:val="00DE7F37"/>
    <w:rsid w:val="00DF34C6"/>
    <w:rsid w:val="00E33CC2"/>
    <w:rsid w:val="00E43D12"/>
    <w:rsid w:val="00E45CE7"/>
    <w:rsid w:val="00E475FB"/>
    <w:rsid w:val="00E51D92"/>
    <w:rsid w:val="00E621A1"/>
    <w:rsid w:val="00E6580F"/>
    <w:rsid w:val="00E67DE2"/>
    <w:rsid w:val="00E760C6"/>
    <w:rsid w:val="00E83DBD"/>
    <w:rsid w:val="00E8738F"/>
    <w:rsid w:val="00E945C6"/>
    <w:rsid w:val="00E974D1"/>
    <w:rsid w:val="00EC3925"/>
    <w:rsid w:val="00EC6FA2"/>
    <w:rsid w:val="00ED286F"/>
    <w:rsid w:val="00EF2646"/>
    <w:rsid w:val="00F1081A"/>
    <w:rsid w:val="00F1349A"/>
    <w:rsid w:val="00F214A3"/>
    <w:rsid w:val="00F30208"/>
    <w:rsid w:val="00F4203F"/>
    <w:rsid w:val="00F4327F"/>
    <w:rsid w:val="00F44A67"/>
    <w:rsid w:val="00F52EFA"/>
    <w:rsid w:val="00F5768C"/>
    <w:rsid w:val="00F57897"/>
    <w:rsid w:val="00F62674"/>
    <w:rsid w:val="00F66096"/>
    <w:rsid w:val="00F90FD3"/>
    <w:rsid w:val="00FB7C19"/>
    <w:rsid w:val="00FD4D89"/>
    <w:rsid w:val="00FD5C5F"/>
    <w:rsid w:val="00FE3C1D"/>
    <w:rsid w:val="00FF76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D34D19"/>
  <w15:chartTrackingRefBased/>
  <w15:docId w15:val="{79B80FB2-6868-4E02-9A90-D0B39285E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styleId="NichtaufgelsteErwhnung">
    <w:name w:val="Unresolved Mention"/>
    <w:basedOn w:val="Absatz-Standardschriftart"/>
    <w:uiPriority w:val="99"/>
    <w:semiHidden/>
    <w:unhideWhenUsed/>
    <w:rsid w:val="00135C29"/>
    <w:rPr>
      <w:color w:val="605E5C"/>
      <w:shd w:val="clear" w:color="auto" w:fill="E1DFDD"/>
    </w:rPr>
  </w:style>
  <w:style w:type="character" w:styleId="Fett">
    <w:name w:val="Strong"/>
    <w:basedOn w:val="Absatz-Standardschriftart"/>
    <w:uiPriority w:val="22"/>
    <w:qFormat/>
    <w:rsid w:val="00B16D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Sarahs_Unterlagen\03%20Schule\Fachberaterin\KG_QubeF\Material%201.%20Lernjahr\2023-10-04-dokumentvorlage-kurz-word-be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97157944-4C4A-4F99-9AAB-E87F5E5B5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Template>
  <TotalTime>0</TotalTime>
  <Pages>9</Pages>
  <Words>1207</Words>
  <Characters>7609</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Sarah Schick</cp:lastModifiedBy>
  <cp:revision>5</cp:revision>
  <dcterms:created xsi:type="dcterms:W3CDTF">2024-05-18T11:29:00Z</dcterms:created>
  <dcterms:modified xsi:type="dcterms:W3CDTF">2024-06-04T16:21:00Z</dcterms:modified>
</cp:coreProperties>
</file>