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CEAAD" w14:textId="4DE5B752" w:rsidR="00687801" w:rsidRPr="00F04DA6" w:rsidRDefault="00F04DA6" w:rsidP="00687801">
      <w:pPr>
        <w:pStyle w:val="berschrift1"/>
        <w:rPr>
          <w:lang w:val="es-ES"/>
        </w:rPr>
      </w:pPr>
      <w:r w:rsidRPr="00F04DA6">
        <w:rPr>
          <w:lang w:val="es-ES"/>
        </w:rPr>
        <w:t>Tareas a</w:t>
      </w:r>
      <w:r>
        <w:rPr>
          <w:lang w:val="es-ES"/>
        </w:rPr>
        <w:t>n</w:t>
      </w:r>
      <w:r w:rsidRPr="00F04DA6">
        <w:rPr>
          <w:lang w:val="es-ES"/>
        </w:rPr>
        <w:t>tes de l</w:t>
      </w:r>
      <w:r>
        <w:rPr>
          <w:lang w:val="es-ES"/>
        </w:rPr>
        <w:t>a audición</w:t>
      </w:r>
    </w:p>
    <w:p w14:paraId="79E147D1" w14:textId="77777777" w:rsidR="00F04DA6" w:rsidRDefault="00F04DA6" w:rsidP="00F04DA6">
      <w:pPr>
        <w:pStyle w:val="berschrift2"/>
        <w:rPr>
          <w:sz w:val="24"/>
        </w:rPr>
      </w:pPr>
      <w:r w:rsidRPr="00F04DA6">
        <w:rPr>
          <w:sz w:val="24"/>
          <w:lang w:val="es-ES"/>
        </w:rPr>
        <w:t xml:space="preserve">La canción que vamos a escuchar se titula  “La democracia”. ¿De qué temas puede tratar una canción con este título? </w:t>
      </w:r>
      <w:r w:rsidRPr="00E058E6">
        <w:rPr>
          <w:sz w:val="24"/>
          <w:lang w:val="es-ES"/>
        </w:rPr>
        <w:t>Apunta tus ideas en un mapa</w:t>
      </w:r>
      <w:r w:rsidRPr="00F04DA6">
        <w:rPr>
          <w:sz w:val="24"/>
        </w:rPr>
        <w:t xml:space="preserve"> mental.</w:t>
      </w:r>
    </w:p>
    <w:p w14:paraId="0DE444E1" w14:textId="64BF6704" w:rsidR="00F04DA6" w:rsidRPr="000C1D10" w:rsidRDefault="00F04DA6" w:rsidP="00F04DA6">
      <w:pPr>
        <w:pStyle w:val="Listenabsatz"/>
        <w:jc w:val="center"/>
        <w:rPr>
          <w:rFonts w:ascii="Arial" w:hAnsi="Arial"/>
          <w:sz w:val="20"/>
          <w:szCs w:val="20"/>
          <w:lang w:val="es-ES"/>
        </w:rPr>
      </w:pPr>
      <w:r>
        <w:rPr>
          <w:noProof/>
        </w:rPr>
        <w:drawing>
          <wp:inline distT="0" distB="0" distL="0" distR="0" wp14:anchorId="297012B3" wp14:editId="45FA637B">
            <wp:extent cx="4712335" cy="2560320"/>
            <wp:effectExtent l="0" t="0" r="0" b="0"/>
            <wp:docPr id="495655257" name="Grafik 1" descr="zu sehen ist eine Mind Map, in der Mitte befinden sich die Begriffe &quot;canción la democracia&quot;, rechts und links von der Mitte befindet sich 4  Blasen, in die man seine Ideen eintragen kan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5655257" name="Grafik 1" descr="zu sehen ist eine Mind Map, in der Mitte befinden sich die Begriffe &quot;canción la democracia&quot;, rechts und links von der Mitte befindet sich 4  Blasen, in die man seine Ideen eintragen kann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2335" cy="2560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C1D10">
        <w:rPr>
          <w:rFonts w:ascii="Arial" w:hAnsi="Arial"/>
          <w:sz w:val="20"/>
          <w:szCs w:val="20"/>
          <w:lang w:val="es-ES"/>
        </w:rPr>
        <w:t>https://map.kits.blog/</w:t>
      </w:r>
    </w:p>
    <w:p w14:paraId="63341C45" w14:textId="09332E5A" w:rsidR="00F04DA6" w:rsidRDefault="00F04DA6" w:rsidP="00F04DA6"/>
    <w:p w14:paraId="78AE4D72" w14:textId="1839ED93" w:rsidR="00F04DA6" w:rsidRDefault="00F04DA6" w:rsidP="00F04DA6">
      <w:pPr>
        <w:pStyle w:val="berschrift2"/>
        <w:rPr>
          <w:sz w:val="24"/>
          <w:lang w:val="es-ES"/>
        </w:rPr>
      </w:pPr>
      <w:r>
        <w:rPr>
          <w:sz w:val="24"/>
          <w:lang w:val="es-ES"/>
        </w:rPr>
        <w:t xml:space="preserve">    </w:t>
      </w:r>
      <w:r w:rsidRPr="00F04DA6">
        <w:rPr>
          <w:sz w:val="24"/>
          <w:lang w:val="es-ES"/>
        </w:rPr>
        <w:t>Mon Laferte (1983) es una cantante y compositora chilena que reside en México. Es conocida por su compromiso político.</w:t>
      </w:r>
    </w:p>
    <w:p w14:paraId="50AACCCA" w14:textId="298955BC" w:rsidR="00C30D3E" w:rsidRPr="002C2B8C" w:rsidRDefault="00C30D3E" w:rsidP="00C30D3E">
      <w:pPr>
        <w:rPr>
          <w:rStyle w:val="Hyperlink"/>
          <w:lang w:val="es-ES"/>
        </w:rPr>
      </w:pPr>
      <w:r w:rsidRPr="00C30D3E">
        <w:rPr>
          <w:lang w:val="es-ES"/>
        </w:rPr>
        <w:t xml:space="preserve">           </w:t>
      </w:r>
      <w:r w:rsidR="002C2B8C">
        <w:rPr>
          <w:lang w:val="es-ES"/>
        </w:rPr>
        <w:fldChar w:fldCharType="begin"/>
      </w:r>
      <w:r w:rsidR="002C2B8C">
        <w:rPr>
          <w:lang w:val="es-ES"/>
        </w:rPr>
        <w:instrText>HYPERLINK "https://i.ytimg.com/vi/bUHJdCt8XCI/maxresdefault.jpg"</w:instrText>
      </w:r>
      <w:r w:rsidR="002C2B8C">
        <w:rPr>
          <w:lang w:val="es-ES"/>
        </w:rPr>
      </w:r>
      <w:r w:rsidR="002C2B8C">
        <w:rPr>
          <w:lang w:val="es-ES"/>
        </w:rPr>
        <w:fldChar w:fldCharType="separate"/>
      </w:r>
      <w:r w:rsidR="002C2B8C" w:rsidRPr="002C2B8C">
        <w:rPr>
          <w:rStyle w:val="Hyperlink"/>
          <w:lang w:val="es-ES"/>
        </w:rPr>
        <w:t>https://i.ytimg.com/vi/bUHJdCt8XCI/maxresdefault.jpg</w:t>
      </w:r>
    </w:p>
    <w:p w14:paraId="4BE30E5D" w14:textId="14AAD947" w:rsidR="002C2B8C" w:rsidRPr="002C2B8C" w:rsidRDefault="002C2B8C" w:rsidP="00C30D3E">
      <w:r>
        <w:rPr>
          <w:lang w:val="es-ES"/>
        </w:rPr>
        <w:fldChar w:fldCharType="end"/>
      </w:r>
      <w:bookmarkStart w:id="0" w:name="_Hlk198657281"/>
      <w:r w:rsidRPr="00FF3949">
        <w:rPr>
          <w:lang w:val="es-ES"/>
        </w:rPr>
        <w:t xml:space="preserve">   </w:t>
      </w:r>
      <w:r>
        <w:rPr>
          <w:lang w:val="es-ES"/>
        </w:rPr>
        <w:t xml:space="preserve">         </w:t>
      </w:r>
      <w:r w:rsidRPr="00C30D3E">
        <w:t>(</w:t>
      </w:r>
      <w:r>
        <w:t>Z</w:t>
      </w:r>
      <w:r w:rsidRPr="00C30D3E">
        <w:t xml:space="preserve">ugriff am </w:t>
      </w:r>
      <w:r>
        <w:t>20</w:t>
      </w:r>
      <w:r w:rsidRPr="00C30D3E">
        <w:t>.</w:t>
      </w:r>
      <w:r>
        <w:t>05</w:t>
      </w:r>
      <w:r w:rsidRPr="00C30D3E">
        <w:t>.2</w:t>
      </w:r>
      <w:r>
        <w:t>5</w:t>
      </w:r>
      <w:r w:rsidRPr="00C30D3E">
        <w:t>)</w:t>
      </w:r>
    </w:p>
    <w:bookmarkEnd w:id="0"/>
    <w:p w14:paraId="138ADBEA" w14:textId="0EDE4F68" w:rsidR="00C30D3E" w:rsidRDefault="00C30D3E" w:rsidP="00C30D3E">
      <w:r>
        <w:t xml:space="preserve">           Bildinhalt: Es handelt sich um den Screenshot eines Videos, in dem man die Sängerin Mon</w:t>
      </w:r>
    </w:p>
    <w:p w14:paraId="769E6AB3" w14:textId="77777777" w:rsidR="00C30D3E" w:rsidRDefault="00C30D3E" w:rsidP="00C30D3E">
      <w:r>
        <w:t xml:space="preserve">           </w:t>
      </w:r>
      <w:proofErr w:type="spellStart"/>
      <w:r w:rsidRPr="002C2B8C">
        <w:t>Laferte</w:t>
      </w:r>
      <w:proofErr w:type="spellEnd"/>
      <w:r>
        <w:t xml:space="preserve"> beim Singen und Tanzen des Liedes „</w:t>
      </w:r>
      <w:r w:rsidRPr="002C2B8C">
        <w:t xml:space="preserve">La </w:t>
      </w:r>
      <w:proofErr w:type="spellStart"/>
      <w:r w:rsidRPr="002C2B8C">
        <w:t>democracia</w:t>
      </w:r>
      <w:proofErr w:type="spellEnd"/>
      <w:r>
        <w:t xml:space="preserve">“ sieht, rechts hinter ihr sieht </w:t>
      </w:r>
    </w:p>
    <w:p w14:paraId="5A5C54C8" w14:textId="7907A1FF" w:rsidR="00F04DA6" w:rsidRDefault="00C30D3E" w:rsidP="00F04DA6">
      <w:r>
        <w:t xml:space="preserve">           man den Gitarristen und den Schlagzeugspieler, der Hintergrund ist Grün.</w:t>
      </w:r>
    </w:p>
    <w:p w14:paraId="5D6F9ED1" w14:textId="4BBF5D11" w:rsidR="002549FF" w:rsidRDefault="002549FF" w:rsidP="002549FF">
      <w:pPr>
        <w:pStyle w:val="berschrift2"/>
        <w:rPr>
          <w:sz w:val="24"/>
          <w:lang w:val="es-ES"/>
        </w:rPr>
      </w:pPr>
      <w:r w:rsidRPr="002549FF">
        <w:rPr>
          <w:sz w:val="24"/>
          <w:lang w:val="es-ES"/>
        </w:rPr>
        <w:t>La democracia (2021) de Mon Laferte</w:t>
      </w:r>
    </w:p>
    <w:p w14:paraId="37D7ABBA" w14:textId="77777777" w:rsidR="002549FF" w:rsidRDefault="002549FF" w:rsidP="002549FF">
      <w:r w:rsidRPr="002549FF">
        <w:t xml:space="preserve">      Text des Liedes: </w:t>
      </w:r>
    </w:p>
    <w:p w14:paraId="0AEDDCE7" w14:textId="05EADEBE" w:rsidR="00CA3783" w:rsidRPr="002C2B8C" w:rsidRDefault="002549FF" w:rsidP="00CA3783">
      <w:r w:rsidRPr="00CA3783">
        <w:t xml:space="preserve">      </w:t>
      </w:r>
      <w:bookmarkStart w:id="1" w:name="_Hlk191040537"/>
      <w:r w:rsidR="00DE10DB">
        <w:fldChar w:fldCharType="begin"/>
      </w:r>
      <w:r w:rsidR="00DE10DB">
        <w:instrText>HYPERLINK "https://www.youtube.com/watch?v=EbuTFyaa3v4"</w:instrText>
      </w:r>
      <w:r w:rsidR="00DE10DB">
        <w:fldChar w:fldCharType="separate"/>
      </w:r>
      <w:r w:rsidR="00CA3783" w:rsidRPr="00DE10DB">
        <w:rPr>
          <w:rStyle w:val="Hyperlink"/>
        </w:rPr>
        <w:t>https://www.youtube.com/watch?v=EbuTFyaa3v4</w:t>
      </w:r>
      <w:r w:rsidR="00DE10DB">
        <w:fldChar w:fldCharType="end"/>
      </w:r>
      <w:r w:rsidR="00CA3783" w:rsidRPr="00CA3783">
        <w:t xml:space="preserve"> </w:t>
      </w:r>
      <w:r w:rsidR="00CA3783">
        <w:t xml:space="preserve">       </w:t>
      </w:r>
      <w:r w:rsidR="00CA3783" w:rsidRPr="00CA3783">
        <w:t xml:space="preserve">         </w:t>
      </w:r>
      <w:r w:rsidR="00CA3783" w:rsidRPr="00C30D3E">
        <w:t>(</w:t>
      </w:r>
      <w:r w:rsidR="00CA3783">
        <w:t>Z</w:t>
      </w:r>
      <w:r w:rsidR="00CA3783" w:rsidRPr="00C30D3E">
        <w:t xml:space="preserve">ugriff am </w:t>
      </w:r>
      <w:r w:rsidR="00CA3783">
        <w:t>20</w:t>
      </w:r>
      <w:r w:rsidR="00CA3783" w:rsidRPr="00C30D3E">
        <w:t>.</w:t>
      </w:r>
      <w:r w:rsidR="00CA3783">
        <w:t>05</w:t>
      </w:r>
      <w:r w:rsidR="00CA3783" w:rsidRPr="00C30D3E">
        <w:t>.2</w:t>
      </w:r>
      <w:r w:rsidR="00CA3783">
        <w:t>5</w:t>
      </w:r>
      <w:r w:rsidR="00CA3783" w:rsidRPr="00C30D3E">
        <w:t>)</w:t>
      </w:r>
    </w:p>
    <w:p w14:paraId="67340631" w14:textId="62404F4D" w:rsidR="00CA3783" w:rsidRPr="00CA3783" w:rsidRDefault="00CA3783" w:rsidP="00CA3783"/>
    <w:p w14:paraId="4A322F25" w14:textId="11770916" w:rsidR="00F04DA6" w:rsidRPr="00F04DA6" w:rsidRDefault="00CA3783" w:rsidP="00CA3783">
      <w:pPr>
        <w:rPr>
          <w:lang w:val="es-ES"/>
        </w:rPr>
      </w:pPr>
      <w:r w:rsidRPr="00CA3783">
        <w:t xml:space="preserve">     </w:t>
      </w:r>
      <w:r w:rsidR="00F04DA6" w:rsidRPr="00F04DA6">
        <w:rPr>
          <w:lang w:val="es-ES"/>
        </w:rPr>
        <w:t xml:space="preserve">Tareas </w:t>
      </w:r>
      <w:r w:rsidR="00F04DA6">
        <w:rPr>
          <w:lang w:val="es-ES"/>
        </w:rPr>
        <w:t>durante</w:t>
      </w:r>
      <w:r w:rsidR="00F04DA6" w:rsidRPr="00F04DA6">
        <w:rPr>
          <w:lang w:val="es-ES"/>
        </w:rPr>
        <w:t xml:space="preserve"> de l</w:t>
      </w:r>
      <w:r w:rsidR="00F04DA6">
        <w:rPr>
          <w:lang w:val="es-ES"/>
        </w:rPr>
        <w:t>a audición</w:t>
      </w:r>
    </w:p>
    <w:bookmarkEnd w:id="1"/>
    <w:p w14:paraId="630A70B1" w14:textId="77777777" w:rsidR="002549FF" w:rsidRPr="002549FF" w:rsidRDefault="002549FF" w:rsidP="002549FF">
      <w:pPr>
        <w:pStyle w:val="berschrift2"/>
        <w:rPr>
          <w:sz w:val="24"/>
          <w:lang w:val="es-ES"/>
        </w:rPr>
      </w:pPr>
      <w:r w:rsidRPr="002549FF">
        <w:rPr>
          <w:sz w:val="24"/>
          <w:lang w:val="es-ES"/>
        </w:rPr>
        <w:lastRenderedPageBreak/>
        <w:t>Escucha la canción y apunta todas las palabras que entiendes.</w:t>
      </w:r>
    </w:p>
    <w:p w14:paraId="2BD2DF3C" w14:textId="659A1452" w:rsidR="002549FF" w:rsidRPr="002549FF" w:rsidRDefault="002549FF" w:rsidP="002549FF">
      <w:pPr>
        <w:pStyle w:val="berschrift2"/>
        <w:rPr>
          <w:sz w:val="24"/>
          <w:lang w:val="es-ES"/>
        </w:rPr>
      </w:pPr>
      <w:r w:rsidRPr="002549FF">
        <w:rPr>
          <w:sz w:val="24"/>
          <w:lang w:val="es-ES"/>
        </w:rPr>
        <w:t xml:space="preserve">Concéntrate en la música y descríbela. </w:t>
      </w:r>
    </w:p>
    <w:p w14:paraId="644FEE7E" w14:textId="66497210" w:rsidR="002549FF" w:rsidRPr="00F04DA6" w:rsidRDefault="002549FF" w:rsidP="002549FF">
      <w:pPr>
        <w:pStyle w:val="berschrift1"/>
        <w:rPr>
          <w:lang w:val="es-ES"/>
        </w:rPr>
      </w:pPr>
      <w:r w:rsidRPr="00F04DA6">
        <w:rPr>
          <w:lang w:val="es-ES"/>
        </w:rPr>
        <w:t xml:space="preserve">Tareas </w:t>
      </w:r>
      <w:r>
        <w:rPr>
          <w:lang w:val="es-ES"/>
        </w:rPr>
        <w:t>después</w:t>
      </w:r>
      <w:r w:rsidRPr="00F04DA6">
        <w:rPr>
          <w:lang w:val="es-ES"/>
        </w:rPr>
        <w:t xml:space="preserve"> de l</w:t>
      </w:r>
      <w:r>
        <w:rPr>
          <w:lang w:val="es-ES"/>
        </w:rPr>
        <w:t>a audición (en parejas)</w:t>
      </w:r>
    </w:p>
    <w:p w14:paraId="3E7814DD" w14:textId="28DDAF69" w:rsidR="00687801" w:rsidRPr="002549FF" w:rsidRDefault="002549FF" w:rsidP="002549FF">
      <w:pPr>
        <w:pStyle w:val="berschrift2"/>
        <w:rPr>
          <w:sz w:val="24"/>
          <w:lang w:val="es-ES"/>
        </w:rPr>
      </w:pPr>
      <w:r w:rsidRPr="002549FF">
        <w:rPr>
          <w:sz w:val="24"/>
          <w:lang w:val="es-ES"/>
        </w:rPr>
        <w:t>Apuntad los temas que aborda esta canción.</w:t>
      </w:r>
    </w:p>
    <w:p w14:paraId="2A34062D" w14:textId="3FE2C693" w:rsidR="002549FF" w:rsidRDefault="002549FF" w:rsidP="002549FF">
      <w:pPr>
        <w:rPr>
          <w:lang w:val="es-ES"/>
        </w:rPr>
      </w:pPr>
      <w:r w:rsidRPr="002549FF">
        <w:rPr>
          <w:lang w:val="es-ES"/>
        </w:rPr>
        <w:t>3.2 Describid la situación del yo lírico.</w:t>
      </w:r>
    </w:p>
    <w:p w14:paraId="4F20D3CF" w14:textId="5B5E587B" w:rsidR="002549FF" w:rsidRDefault="002549FF" w:rsidP="002549FF">
      <w:pPr>
        <w:rPr>
          <w:lang w:val="es-ES"/>
        </w:rPr>
      </w:pPr>
      <w:r>
        <w:rPr>
          <w:lang w:val="es-ES"/>
        </w:rPr>
        <w:t>3.2.1 Sus sentimientos</w:t>
      </w:r>
    </w:p>
    <w:p w14:paraId="63247662" w14:textId="1497EE44" w:rsidR="00FF3949" w:rsidRDefault="00FF3949" w:rsidP="002549FF">
      <w:pPr>
        <w:rPr>
          <w:lang w:val="es-ES"/>
        </w:rPr>
      </w:pPr>
      <w:r>
        <w:rPr>
          <w:lang w:val="es-ES"/>
        </w:rPr>
        <w:t>3.2.2 Su actitud</w:t>
      </w:r>
    </w:p>
    <w:p w14:paraId="25A3AD14" w14:textId="410B5F12" w:rsidR="002549FF" w:rsidRDefault="002549FF" w:rsidP="002549FF">
      <w:pPr>
        <w:rPr>
          <w:lang w:val="es-ES"/>
        </w:rPr>
      </w:pPr>
      <w:r>
        <w:rPr>
          <w:lang w:val="es-ES"/>
        </w:rPr>
        <w:t>3.2.</w:t>
      </w:r>
      <w:r w:rsidR="00FF3949">
        <w:rPr>
          <w:lang w:val="es-ES"/>
        </w:rPr>
        <w:t>3</w:t>
      </w:r>
      <w:r>
        <w:rPr>
          <w:lang w:val="es-ES"/>
        </w:rPr>
        <w:t xml:space="preserve"> </w:t>
      </w:r>
      <w:r w:rsidRPr="002549FF">
        <w:rPr>
          <w:lang w:val="es-ES"/>
        </w:rPr>
        <w:t>¿A quién se dirige con su canción?</w:t>
      </w:r>
    </w:p>
    <w:p w14:paraId="07290DB5" w14:textId="0AAB2B75" w:rsidR="002549FF" w:rsidRDefault="002549FF" w:rsidP="002549FF">
      <w:pPr>
        <w:rPr>
          <w:lang w:val="es-ES"/>
        </w:rPr>
      </w:pPr>
      <w:r>
        <w:rPr>
          <w:lang w:val="es-ES"/>
        </w:rPr>
        <w:t xml:space="preserve">3.3  </w:t>
      </w:r>
      <w:r w:rsidRPr="002549FF">
        <w:rPr>
          <w:lang w:val="es-ES"/>
        </w:rPr>
        <w:t>Explicad y comentad el mensaje de la canción teniendo en cuenta el título.</w:t>
      </w:r>
    </w:p>
    <w:p w14:paraId="475A90A6" w14:textId="5D7610AE" w:rsidR="002549FF" w:rsidRDefault="002549FF" w:rsidP="002549FF">
      <w:pPr>
        <w:rPr>
          <w:lang w:val="es-ES"/>
        </w:rPr>
      </w:pPr>
      <w:r>
        <w:rPr>
          <w:lang w:val="es-ES"/>
        </w:rPr>
        <w:t xml:space="preserve">3.4 </w:t>
      </w:r>
      <w:r w:rsidRPr="002549FF">
        <w:rPr>
          <w:lang w:val="es-ES"/>
        </w:rPr>
        <w:t>Analizad ahora cómo el lenguaje y los recursos estilisticos empleados expresan este mensaje.</w:t>
      </w:r>
    </w:p>
    <w:p w14:paraId="3EEE3ED6" w14:textId="6ADD08D1" w:rsidR="002549FF" w:rsidRPr="002549FF" w:rsidRDefault="002549FF" w:rsidP="002549FF">
      <w:pPr>
        <w:rPr>
          <w:lang w:val="es-ES"/>
        </w:rPr>
      </w:pPr>
      <w:r>
        <w:rPr>
          <w:lang w:val="es-ES"/>
        </w:rPr>
        <w:t xml:space="preserve">3.5 </w:t>
      </w:r>
      <w:r w:rsidRPr="002549FF">
        <w:rPr>
          <w:lang w:val="es-ES"/>
        </w:rPr>
        <w:t>Comentad la opinión de</w:t>
      </w:r>
      <w:r>
        <w:rPr>
          <w:lang w:val="es-ES"/>
        </w:rPr>
        <w:t>l yo lírico/de</w:t>
      </w:r>
      <w:r w:rsidRPr="002549FF">
        <w:rPr>
          <w:lang w:val="es-ES"/>
        </w:rPr>
        <w:t xml:space="preserve"> Mon Laferte sobre el estado de la democracia en Chile.</w:t>
      </w:r>
    </w:p>
    <w:p w14:paraId="478F0FC9" w14:textId="786C13E2" w:rsidR="002549FF" w:rsidRPr="002549FF" w:rsidRDefault="002549FF" w:rsidP="002549FF">
      <w:pPr>
        <w:rPr>
          <w:lang w:val="es-ES"/>
        </w:rPr>
      </w:pPr>
    </w:p>
    <w:sectPr w:rsidR="002549FF" w:rsidRPr="002549FF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9B6CE" w14:textId="77777777" w:rsidR="0039737B" w:rsidRDefault="0039737B" w:rsidP="00263F44">
      <w:r>
        <w:separator/>
      </w:r>
    </w:p>
  </w:endnote>
  <w:endnote w:type="continuationSeparator" w:id="0">
    <w:p w14:paraId="27CD7C96" w14:textId="77777777" w:rsidR="0039737B" w:rsidRDefault="0039737B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A926" w14:textId="1F1E0078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F370A9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3C7CDA9E" w14:textId="77777777" w:rsidR="00CE297C" w:rsidRDefault="00CE297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1DB25B" w14:textId="77777777" w:rsidR="0039737B" w:rsidRDefault="0039737B" w:rsidP="00263F44">
      <w:r>
        <w:separator/>
      </w:r>
    </w:p>
  </w:footnote>
  <w:footnote w:type="continuationSeparator" w:id="0">
    <w:p w14:paraId="49A603A5" w14:textId="77777777" w:rsidR="0039737B" w:rsidRDefault="0039737B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315E3" w14:textId="1C92CB52" w:rsidR="00EC3925" w:rsidRPr="00F04DA6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6AF9BB35" wp14:editId="098FD1EC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04DA6" w:rsidRPr="00F04DA6">
      <w:rPr>
        <w:lang w:val="es-ES"/>
      </w:rPr>
      <w:t>db_kursstufe_lenguaje</w:t>
    </w:r>
    <w:r w:rsidR="00E058E6">
      <w:rPr>
        <w:lang w:val="es-ES"/>
      </w:rPr>
      <w:t>_</w:t>
    </w:r>
    <w:r w:rsidR="00F04DA6" w:rsidRPr="00F04DA6">
      <w:rPr>
        <w:lang w:val="es-ES"/>
      </w:rPr>
      <w:t xml:space="preserve">democracia_m03_canción de mon </w:t>
    </w:r>
    <w:r w:rsidR="00F04DA6">
      <w:rPr>
        <w:lang w:val="es-ES"/>
      </w:rPr>
      <w:t xml:space="preserve">laferte     </w:t>
    </w:r>
    <w:r w:rsidRPr="00F04DA6">
      <w:rPr>
        <w:lang w:val="es-ES"/>
      </w:rPr>
      <w:t>Fachportal</w:t>
    </w:r>
    <w:r w:rsidR="00F04DA6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D094A14"/>
    <w:multiLevelType w:val="hybridMultilevel"/>
    <w:tmpl w:val="33A25BB0"/>
    <w:lvl w:ilvl="0" w:tplc="AC723018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8352395">
    <w:abstractNumId w:val="22"/>
  </w:num>
  <w:num w:numId="2" w16cid:durableId="1148595869">
    <w:abstractNumId w:val="10"/>
  </w:num>
  <w:num w:numId="3" w16cid:durableId="1575434083">
    <w:abstractNumId w:val="19"/>
  </w:num>
  <w:num w:numId="4" w16cid:durableId="2035960553">
    <w:abstractNumId w:val="17"/>
  </w:num>
  <w:num w:numId="5" w16cid:durableId="1946234405">
    <w:abstractNumId w:val="17"/>
  </w:num>
  <w:num w:numId="6" w16cid:durableId="1369842996">
    <w:abstractNumId w:val="13"/>
  </w:num>
  <w:num w:numId="7" w16cid:durableId="145899621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191646044">
    <w:abstractNumId w:val="23"/>
  </w:num>
  <w:num w:numId="9" w16cid:durableId="1626811841">
    <w:abstractNumId w:val="12"/>
  </w:num>
  <w:num w:numId="10" w16cid:durableId="1435780502">
    <w:abstractNumId w:val="23"/>
  </w:num>
  <w:num w:numId="11" w16cid:durableId="829757695">
    <w:abstractNumId w:val="16"/>
  </w:num>
  <w:num w:numId="12" w16cid:durableId="1741634774">
    <w:abstractNumId w:val="23"/>
  </w:num>
  <w:num w:numId="13" w16cid:durableId="1214075942">
    <w:abstractNumId w:val="20"/>
  </w:num>
  <w:num w:numId="14" w16cid:durableId="248198732">
    <w:abstractNumId w:val="14"/>
  </w:num>
  <w:num w:numId="15" w16cid:durableId="946816287">
    <w:abstractNumId w:val="15"/>
  </w:num>
  <w:num w:numId="16" w16cid:durableId="2000110126">
    <w:abstractNumId w:val="24"/>
  </w:num>
  <w:num w:numId="17" w16cid:durableId="962492476">
    <w:abstractNumId w:val="11"/>
  </w:num>
  <w:num w:numId="18" w16cid:durableId="1354041314">
    <w:abstractNumId w:val="18"/>
  </w:num>
  <w:num w:numId="19" w16cid:durableId="161287807">
    <w:abstractNumId w:val="20"/>
    <w:lvlOverride w:ilvl="0">
      <w:startOverride w:val="1"/>
    </w:lvlOverride>
  </w:num>
  <w:num w:numId="20" w16cid:durableId="1080910519">
    <w:abstractNumId w:val="14"/>
    <w:lvlOverride w:ilvl="0">
      <w:startOverride w:val="1"/>
    </w:lvlOverride>
  </w:num>
  <w:num w:numId="21" w16cid:durableId="1201433742">
    <w:abstractNumId w:val="20"/>
    <w:lvlOverride w:ilvl="0">
      <w:startOverride w:val="1"/>
    </w:lvlOverride>
  </w:num>
  <w:num w:numId="22" w16cid:durableId="442120136">
    <w:abstractNumId w:val="20"/>
    <w:lvlOverride w:ilvl="0">
      <w:startOverride w:val="1"/>
    </w:lvlOverride>
  </w:num>
  <w:num w:numId="23" w16cid:durableId="890463601">
    <w:abstractNumId w:val="9"/>
  </w:num>
  <w:num w:numId="24" w16cid:durableId="1265723372">
    <w:abstractNumId w:val="7"/>
  </w:num>
  <w:num w:numId="25" w16cid:durableId="1093821390">
    <w:abstractNumId w:val="6"/>
  </w:num>
  <w:num w:numId="26" w16cid:durableId="1844667574">
    <w:abstractNumId w:val="5"/>
  </w:num>
  <w:num w:numId="27" w16cid:durableId="1656494201">
    <w:abstractNumId w:val="4"/>
  </w:num>
  <w:num w:numId="28" w16cid:durableId="1078795043">
    <w:abstractNumId w:val="8"/>
  </w:num>
  <w:num w:numId="29" w16cid:durableId="653993212">
    <w:abstractNumId w:val="3"/>
  </w:num>
  <w:num w:numId="30" w16cid:durableId="1562247557">
    <w:abstractNumId w:val="2"/>
  </w:num>
  <w:num w:numId="31" w16cid:durableId="1191453921">
    <w:abstractNumId w:val="1"/>
  </w:num>
  <w:num w:numId="32" w16cid:durableId="944963996">
    <w:abstractNumId w:val="0"/>
  </w:num>
  <w:num w:numId="33" w16cid:durableId="1999456117">
    <w:abstractNumId w:val="25"/>
  </w:num>
  <w:num w:numId="34" w16cid:durableId="1234584574">
    <w:abstractNumId w:val="18"/>
  </w:num>
  <w:num w:numId="35" w16cid:durableId="151680850">
    <w:abstractNumId w:val="20"/>
    <w:lvlOverride w:ilvl="0">
      <w:startOverride w:val="1"/>
    </w:lvlOverride>
  </w:num>
  <w:num w:numId="36" w16cid:durableId="1702314453">
    <w:abstractNumId w:val="20"/>
    <w:lvlOverride w:ilvl="0">
      <w:startOverride w:val="1"/>
    </w:lvlOverride>
  </w:num>
  <w:num w:numId="37" w16cid:durableId="146665558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DA6"/>
    <w:rsid w:val="000119F5"/>
    <w:rsid w:val="0002154A"/>
    <w:rsid w:val="00024B02"/>
    <w:rsid w:val="00035065"/>
    <w:rsid w:val="000433EF"/>
    <w:rsid w:val="00046BB2"/>
    <w:rsid w:val="00083838"/>
    <w:rsid w:val="0009635B"/>
    <w:rsid w:val="000A08F7"/>
    <w:rsid w:val="000A2FD9"/>
    <w:rsid w:val="000B39FD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86A81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549FF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2B8C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9737B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13FC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4B62"/>
    <w:rsid w:val="00686F80"/>
    <w:rsid w:val="00687801"/>
    <w:rsid w:val="00695285"/>
    <w:rsid w:val="00697CA8"/>
    <w:rsid w:val="006B3B75"/>
    <w:rsid w:val="006C1699"/>
    <w:rsid w:val="006D7A4A"/>
    <w:rsid w:val="006F5EEC"/>
    <w:rsid w:val="00705C1A"/>
    <w:rsid w:val="00747952"/>
    <w:rsid w:val="00755330"/>
    <w:rsid w:val="007566E6"/>
    <w:rsid w:val="00766DC2"/>
    <w:rsid w:val="007748D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45A4"/>
    <w:rsid w:val="00947D37"/>
    <w:rsid w:val="00950A22"/>
    <w:rsid w:val="009533B3"/>
    <w:rsid w:val="009638F8"/>
    <w:rsid w:val="00963EDC"/>
    <w:rsid w:val="00971ECA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559AC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30D3E"/>
    <w:rsid w:val="00C43374"/>
    <w:rsid w:val="00C44B09"/>
    <w:rsid w:val="00C463C2"/>
    <w:rsid w:val="00C6360C"/>
    <w:rsid w:val="00C66C69"/>
    <w:rsid w:val="00C74AB3"/>
    <w:rsid w:val="00C8127F"/>
    <w:rsid w:val="00C91BDE"/>
    <w:rsid w:val="00CA12E7"/>
    <w:rsid w:val="00CA3783"/>
    <w:rsid w:val="00CB6C1D"/>
    <w:rsid w:val="00CC2266"/>
    <w:rsid w:val="00CC49D7"/>
    <w:rsid w:val="00CC5209"/>
    <w:rsid w:val="00CC5F04"/>
    <w:rsid w:val="00CC6C70"/>
    <w:rsid w:val="00CD6932"/>
    <w:rsid w:val="00CE297C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10DB"/>
    <w:rsid w:val="00DE41D6"/>
    <w:rsid w:val="00DE7F37"/>
    <w:rsid w:val="00E058E6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04DA6"/>
    <w:rsid w:val="00F1081A"/>
    <w:rsid w:val="00F1349A"/>
    <w:rsid w:val="00F214A3"/>
    <w:rsid w:val="00F30208"/>
    <w:rsid w:val="00F370A9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F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73CAD2"/>
  <w15:chartTrackingRefBased/>
  <w15:docId w15:val="{BA5AA328-7A16-49D5-914F-ED183E2F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3783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2025-05-20T16:15:00Z</cp:lastPrinted>
  <dcterms:created xsi:type="dcterms:W3CDTF">2025-05-20T16:15:00Z</dcterms:created>
  <dcterms:modified xsi:type="dcterms:W3CDTF">2025-05-20T16:15:00Z</dcterms:modified>
</cp:coreProperties>
</file>