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5A9936" w14:textId="64B3713E" w:rsidR="0054620A" w:rsidRDefault="00AF1750" w:rsidP="004D73FE">
      <w:pPr>
        <w:rPr>
          <w:rFonts w:ascii="Gudea" w:hAnsi="Gudea"/>
          <w:lang w:val="es-ES"/>
        </w:rPr>
      </w:pPr>
      <w:r>
        <w:rPr>
          <w:rFonts w:ascii="Gudea" w:hAnsi="Gudea"/>
          <w:lang w:val="es-ES"/>
        </w:rPr>
        <w:t>El empleo en el sector agrario de la Unión Europea</w:t>
      </w:r>
    </w:p>
    <w:p w14:paraId="162A8A52" w14:textId="77777777" w:rsidR="00AF1750" w:rsidRDefault="00AF1750" w:rsidP="004D73FE">
      <w:pPr>
        <w:rPr>
          <w:rFonts w:ascii="Gudea" w:hAnsi="Gudea"/>
          <w:lang w:val="es-ES"/>
        </w:rPr>
      </w:pPr>
    </w:p>
    <w:p w14:paraId="712BE0E7" w14:textId="26E640A3" w:rsidR="00AF1750" w:rsidRDefault="00AF1750" w:rsidP="004D73FE">
      <w:pPr>
        <w:rPr>
          <w:rFonts w:ascii="Gudea" w:hAnsi="Gudea"/>
          <w:lang w:val="es-ES"/>
        </w:rPr>
      </w:pPr>
      <w:r>
        <w:rPr>
          <w:rFonts w:ascii="Gudea" w:hAnsi="Gudea"/>
          <w:lang w:val="es-ES"/>
        </w:rPr>
        <w:t>Mirad la representación de este tema y formulad frases que expresen la situación según las regiones geográficas.</w:t>
      </w:r>
    </w:p>
    <w:p w14:paraId="43AE297D" w14:textId="161F6BEB" w:rsidR="00AF1750" w:rsidRDefault="00AF1750" w:rsidP="004D73FE">
      <w:pPr>
        <w:rPr>
          <w:rFonts w:ascii="Gudea" w:hAnsi="Gudea"/>
          <w:lang w:val="es-ES"/>
        </w:rPr>
      </w:pPr>
      <w:r>
        <w:rPr>
          <w:rFonts w:ascii="Gudea" w:hAnsi="Gudea"/>
          <w:lang w:val="es-ES"/>
        </w:rPr>
        <w:t>Comparad la situación en diferentes países y regiones.</w:t>
      </w:r>
    </w:p>
    <w:p w14:paraId="7E011B3E" w14:textId="77777777" w:rsidR="00AF1750" w:rsidRDefault="00AF1750" w:rsidP="004D73FE">
      <w:pPr>
        <w:rPr>
          <w:rFonts w:ascii="Gudea" w:hAnsi="Gudea"/>
          <w:lang w:val="es-ES"/>
        </w:rPr>
      </w:pPr>
    </w:p>
    <w:p w14:paraId="123B6739" w14:textId="250B5894" w:rsidR="00A70552" w:rsidRDefault="00A70552" w:rsidP="004D73FE">
      <w:pPr>
        <w:rPr>
          <w:rFonts w:ascii="Gudea" w:hAnsi="Gudea"/>
          <w:lang w:val="es-ES"/>
        </w:rPr>
      </w:pPr>
      <w:r>
        <w:rPr>
          <w:rFonts w:ascii="Gudea" w:hAnsi="Gudea"/>
          <w:lang w:val="es-ES"/>
        </w:rPr>
        <w:t>Mirad la gráfica bajo este link:</w:t>
      </w:r>
    </w:p>
    <w:p w14:paraId="7EB0A008" w14:textId="41327A7A" w:rsidR="00714F49" w:rsidRDefault="000461EB" w:rsidP="004D73FE">
      <w:pPr>
        <w:rPr>
          <w:rFonts w:ascii="Gudea" w:hAnsi="Gudea"/>
          <w:lang w:val="es-ES"/>
        </w:rPr>
      </w:pPr>
      <w:hyperlink r:id="rId8" w:history="1">
        <w:r w:rsidRPr="004C7AAA">
          <w:rPr>
            <w:rStyle w:val="Hyperlink"/>
            <w:rFonts w:ascii="Gudea" w:hAnsi="Gudea"/>
            <w:lang w:val="es-ES"/>
          </w:rPr>
          <w:t>https://elordenmundial.com/mapas-y-graficos/empleo-agrario-union-europea/</w:t>
        </w:r>
      </w:hyperlink>
    </w:p>
    <w:p w14:paraId="7934D224" w14:textId="77777777" w:rsidR="000461EB" w:rsidRDefault="000461EB" w:rsidP="004D73FE">
      <w:pPr>
        <w:rPr>
          <w:rFonts w:ascii="Gudea" w:hAnsi="Gudea"/>
          <w:lang w:val="es-ES"/>
        </w:rPr>
      </w:pPr>
    </w:p>
    <w:p w14:paraId="1958A3F4" w14:textId="77777777" w:rsidR="00AF1750" w:rsidRDefault="00AF1750" w:rsidP="004D73FE">
      <w:pPr>
        <w:rPr>
          <w:rFonts w:ascii="Gudea" w:hAnsi="Gudea"/>
          <w:lang w:val="es-ES"/>
        </w:rPr>
      </w:pPr>
    </w:p>
    <w:p w14:paraId="3F0C8A6F" w14:textId="3F51E767" w:rsidR="00AF1750" w:rsidRDefault="00AF1750" w:rsidP="004D73FE">
      <w:pPr>
        <w:rPr>
          <w:rFonts w:ascii="Gudea" w:hAnsi="Gudea"/>
          <w:lang w:val="es-ES"/>
        </w:rPr>
      </w:pPr>
    </w:p>
    <w:p w14:paraId="5DBD7236" w14:textId="0E7EF678" w:rsidR="00B84A1D" w:rsidRDefault="00B84A1D">
      <w:pPr>
        <w:rPr>
          <w:rFonts w:ascii="Gudea" w:hAnsi="Gudea"/>
          <w:lang w:val="es-ES"/>
        </w:rPr>
      </w:pPr>
      <w:r>
        <w:rPr>
          <w:rFonts w:ascii="Gudea" w:hAnsi="Gudea"/>
          <w:lang w:val="es-ES"/>
        </w:rPr>
        <w:br w:type="page"/>
      </w:r>
    </w:p>
    <w:p w14:paraId="2700315F" w14:textId="77777777" w:rsidR="008C3498" w:rsidRDefault="008C3498" w:rsidP="004D73FE">
      <w:pPr>
        <w:rPr>
          <w:rFonts w:ascii="Gudea" w:hAnsi="Gudea"/>
          <w:lang w:val="es-ES"/>
        </w:rPr>
      </w:pPr>
    </w:p>
    <w:p w14:paraId="124BAA79" w14:textId="77777777" w:rsidR="008C3498" w:rsidRDefault="008C3498" w:rsidP="004D73FE">
      <w:pPr>
        <w:rPr>
          <w:rFonts w:ascii="Gudea" w:hAnsi="Gudea"/>
          <w:lang w:val="es-ES"/>
        </w:rPr>
      </w:pPr>
    </w:p>
    <w:p w14:paraId="46409175" w14:textId="77777777" w:rsidR="00714F49" w:rsidRPr="00E35B76" w:rsidRDefault="00714F49" w:rsidP="004D73FE">
      <w:pPr>
        <w:rPr>
          <w:rFonts w:ascii="Gudea" w:hAnsi="Gudea"/>
          <w:lang w:val="es-ES"/>
        </w:rPr>
      </w:pPr>
    </w:p>
    <w:p w14:paraId="0332508D" w14:textId="4C337542" w:rsidR="00D729EB" w:rsidRPr="005E118A" w:rsidRDefault="00D729EB" w:rsidP="004D73FE">
      <w:pPr>
        <w:rPr>
          <w:rFonts w:ascii="Gudea" w:hAnsi="Gudea"/>
          <w:lang w:val="es-ES"/>
        </w:rPr>
      </w:pPr>
      <w:r>
        <w:rPr>
          <w:rFonts w:ascii="Gudea" w:hAnsi="Gudea"/>
          <w:lang w:val="es-ES"/>
        </w:rPr>
        <w:tab/>
      </w:r>
    </w:p>
    <w:p w14:paraId="7F28E705" w14:textId="77777777" w:rsidR="005C4CBC" w:rsidRPr="007013B1" w:rsidRDefault="005C4CBC" w:rsidP="004D73FE">
      <w:pPr>
        <w:rPr>
          <w:noProof/>
          <w:lang w:val="es-ES"/>
        </w:rPr>
      </w:pPr>
    </w:p>
    <w:p w14:paraId="5E28DA0F" w14:textId="77777777" w:rsidR="005C4CBC" w:rsidRPr="007013B1" w:rsidRDefault="005C4CBC" w:rsidP="004D73FE">
      <w:pPr>
        <w:rPr>
          <w:noProof/>
          <w:lang w:val="es-ES"/>
        </w:rPr>
      </w:pPr>
    </w:p>
    <w:p w14:paraId="6D0F67DE" w14:textId="77777777" w:rsidR="005C4CBC" w:rsidRPr="007013B1" w:rsidRDefault="005C4CBC" w:rsidP="004D73FE">
      <w:pPr>
        <w:rPr>
          <w:noProof/>
          <w:lang w:val="es-ES"/>
        </w:rPr>
      </w:pPr>
    </w:p>
    <w:p w14:paraId="305145E0" w14:textId="77777777" w:rsidR="005C4CBC" w:rsidRPr="007013B1" w:rsidRDefault="005C4CBC" w:rsidP="004D73FE">
      <w:pPr>
        <w:rPr>
          <w:noProof/>
          <w:lang w:val="es-ES"/>
        </w:rPr>
      </w:pPr>
    </w:p>
    <w:p w14:paraId="1AA84513" w14:textId="77777777" w:rsidR="00345837" w:rsidRPr="007013B1" w:rsidRDefault="00345837" w:rsidP="004D73FE">
      <w:pPr>
        <w:rPr>
          <w:noProof/>
          <w:lang w:val="es-ES"/>
        </w:rPr>
      </w:pPr>
    </w:p>
    <w:p w14:paraId="674CCDB8" w14:textId="77777777" w:rsidR="00345837" w:rsidRPr="007013B1" w:rsidRDefault="00345837" w:rsidP="004D73FE">
      <w:pPr>
        <w:rPr>
          <w:noProof/>
          <w:lang w:val="es-ES"/>
        </w:rPr>
      </w:pPr>
    </w:p>
    <w:p w14:paraId="40245B74" w14:textId="77777777" w:rsidR="00345837" w:rsidRPr="007013B1" w:rsidRDefault="00345837" w:rsidP="004D73FE">
      <w:pPr>
        <w:rPr>
          <w:noProof/>
          <w:lang w:val="es-ES"/>
        </w:rPr>
      </w:pPr>
    </w:p>
    <w:p w14:paraId="0BA4659C" w14:textId="77777777" w:rsidR="00345837" w:rsidRPr="007013B1" w:rsidRDefault="00345837" w:rsidP="004D73FE">
      <w:pPr>
        <w:rPr>
          <w:noProof/>
          <w:lang w:val="es-ES"/>
        </w:rPr>
      </w:pPr>
    </w:p>
    <w:p w14:paraId="5B3D703C" w14:textId="15522CCB" w:rsidR="00345837" w:rsidRPr="005E118A" w:rsidRDefault="00000000" w:rsidP="004D73FE">
      <w:pPr>
        <w:rPr>
          <w:noProof/>
          <w:lang w:val="es-ES"/>
        </w:rPr>
      </w:pPr>
      <w:r>
        <w:rPr>
          <w:noProof/>
        </w:rPr>
        <w:pict w14:anchorId="0C8D1F59">
          <v:rect id="_x0000_s2056" style="position:absolute;margin-left:106.05pt;margin-top:17.65pt;width:75.75pt;height:67.5pt;z-index:251659264" strokecolor="white [3212]"/>
        </w:pict>
      </w:r>
    </w:p>
    <w:p w14:paraId="46BCF360" w14:textId="5CC1EF15" w:rsidR="005C4CBC" w:rsidRPr="005E118A" w:rsidRDefault="00000000" w:rsidP="004D73FE">
      <w:pPr>
        <w:rPr>
          <w:noProof/>
          <w:lang w:val="es-ES"/>
        </w:rPr>
      </w:pPr>
      <w:r>
        <w:rPr>
          <w:noProof/>
        </w:rPr>
        <w:pict w14:anchorId="7B5FC19C">
          <v:rect id="_x0000_s2057" style="position:absolute;margin-left:310.8pt;margin-top:74.65pt;width:50.25pt;height:24pt;z-index:251660288" strokecolor="white [3212]"/>
        </w:pict>
      </w:r>
      <w:r w:rsidR="00345837" w:rsidRPr="005E118A">
        <w:rPr>
          <w:noProof/>
          <w:lang w:val="es-ES"/>
        </w:rPr>
        <w:t xml:space="preserve"> </w:t>
      </w:r>
    </w:p>
    <w:p w14:paraId="748C0A6D" w14:textId="77777777" w:rsidR="00537310" w:rsidRPr="005E118A" w:rsidRDefault="00537310" w:rsidP="004D73FE">
      <w:pPr>
        <w:rPr>
          <w:noProof/>
          <w:lang w:val="es-ES"/>
        </w:rPr>
      </w:pPr>
    </w:p>
    <w:p w14:paraId="267D36A0" w14:textId="77777777" w:rsidR="00537310" w:rsidRPr="005E118A" w:rsidRDefault="00537310" w:rsidP="004D73FE">
      <w:pPr>
        <w:rPr>
          <w:noProof/>
          <w:lang w:val="es-ES"/>
        </w:rPr>
      </w:pPr>
    </w:p>
    <w:p w14:paraId="5D7FF709" w14:textId="77777777" w:rsidR="00537310" w:rsidRPr="005E118A" w:rsidRDefault="00537310" w:rsidP="004D73FE">
      <w:pPr>
        <w:rPr>
          <w:noProof/>
          <w:lang w:val="es-ES"/>
        </w:rPr>
      </w:pPr>
    </w:p>
    <w:p w14:paraId="3AB2EAE6" w14:textId="77777777" w:rsidR="00537310" w:rsidRPr="005E118A" w:rsidRDefault="00537310" w:rsidP="004D73FE">
      <w:pPr>
        <w:rPr>
          <w:noProof/>
          <w:lang w:val="es-ES"/>
        </w:rPr>
      </w:pPr>
    </w:p>
    <w:p w14:paraId="44857BC0" w14:textId="77777777" w:rsidR="00537310" w:rsidRPr="005E118A" w:rsidRDefault="00537310" w:rsidP="004D73FE">
      <w:pPr>
        <w:rPr>
          <w:noProof/>
          <w:lang w:val="es-ES"/>
        </w:rPr>
      </w:pPr>
    </w:p>
    <w:p w14:paraId="4644B3D6" w14:textId="77777777" w:rsidR="00537310" w:rsidRPr="005E118A" w:rsidRDefault="00537310" w:rsidP="004D73FE">
      <w:pPr>
        <w:rPr>
          <w:noProof/>
          <w:lang w:val="es-ES"/>
        </w:rPr>
      </w:pPr>
    </w:p>
    <w:p w14:paraId="1548DCFF" w14:textId="77777777" w:rsidR="00537310" w:rsidRPr="005E118A" w:rsidRDefault="00537310" w:rsidP="004D73FE">
      <w:pPr>
        <w:rPr>
          <w:noProof/>
          <w:lang w:val="es-ES"/>
        </w:rPr>
      </w:pPr>
    </w:p>
    <w:p w14:paraId="2F9C6BD4" w14:textId="77777777" w:rsidR="00537310" w:rsidRPr="005E118A" w:rsidRDefault="00537310" w:rsidP="004D73FE">
      <w:pPr>
        <w:rPr>
          <w:noProof/>
          <w:lang w:val="es-ES"/>
        </w:rPr>
      </w:pPr>
    </w:p>
    <w:p w14:paraId="3174E78F" w14:textId="77777777" w:rsidR="00537310" w:rsidRPr="005E118A" w:rsidRDefault="00537310" w:rsidP="004D73FE">
      <w:pPr>
        <w:rPr>
          <w:noProof/>
          <w:lang w:val="es-ES"/>
        </w:rPr>
      </w:pPr>
    </w:p>
    <w:p w14:paraId="0A3818A7" w14:textId="227777A8" w:rsidR="00537310" w:rsidRPr="005E118A" w:rsidRDefault="00000000" w:rsidP="004D73FE">
      <w:pPr>
        <w:rPr>
          <w:noProof/>
          <w:lang w:val="es-ES"/>
        </w:rPr>
      </w:pPr>
      <w:r>
        <w:rPr>
          <w:noProof/>
        </w:rPr>
        <w:pict w14:anchorId="621BB735">
          <v:rect id="_x0000_s2058" style="position:absolute;margin-left:252.3pt;margin-top:98.65pt;width:54pt;height:37.5pt;z-index:251661312" strokecolor="white [3212]"/>
        </w:pict>
      </w:r>
      <w:r w:rsidR="00537310" w:rsidRPr="005E118A">
        <w:rPr>
          <w:noProof/>
          <w:lang w:val="es-ES"/>
        </w:rPr>
        <w:t xml:space="preserve"> </w:t>
      </w:r>
    </w:p>
    <w:p w14:paraId="4B8F4D78" w14:textId="77777777" w:rsidR="00110F4E" w:rsidRPr="005E118A" w:rsidRDefault="00110F4E" w:rsidP="004D73FE">
      <w:pPr>
        <w:rPr>
          <w:noProof/>
          <w:lang w:val="es-ES"/>
        </w:rPr>
      </w:pPr>
    </w:p>
    <w:p w14:paraId="1DBDEDCE" w14:textId="77777777" w:rsidR="00110F4E" w:rsidRPr="005E118A" w:rsidRDefault="00110F4E" w:rsidP="004D73FE">
      <w:pPr>
        <w:rPr>
          <w:noProof/>
          <w:lang w:val="es-ES"/>
        </w:rPr>
      </w:pPr>
    </w:p>
    <w:p w14:paraId="59F847F8" w14:textId="77777777" w:rsidR="00110F4E" w:rsidRPr="005E118A" w:rsidRDefault="00110F4E" w:rsidP="004D73FE">
      <w:pPr>
        <w:rPr>
          <w:noProof/>
          <w:lang w:val="es-ES"/>
        </w:rPr>
      </w:pPr>
    </w:p>
    <w:p w14:paraId="55BA8F5F" w14:textId="77777777" w:rsidR="00110F4E" w:rsidRPr="005E118A" w:rsidRDefault="00110F4E" w:rsidP="004D73FE">
      <w:pPr>
        <w:rPr>
          <w:noProof/>
          <w:lang w:val="es-ES"/>
        </w:rPr>
      </w:pPr>
    </w:p>
    <w:p w14:paraId="0159AFD3" w14:textId="77777777" w:rsidR="00110F4E" w:rsidRPr="005E118A" w:rsidRDefault="00110F4E" w:rsidP="004D73FE">
      <w:pPr>
        <w:rPr>
          <w:noProof/>
          <w:lang w:val="es-ES"/>
        </w:rPr>
      </w:pPr>
    </w:p>
    <w:p w14:paraId="63850537" w14:textId="77777777" w:rsidR="00110F4E" w:rsidRPr="005E118A" w:rsidRDefault="00110F4E" w:rsidP="004D73FE">
      <w:pPr>
        <w:rPr>
          <w:noProof/>
          <w:lang w:val="es-ES"/>
        </w:rPr>
      </w:pPr>
    </w:p>
    <w:p w14:paraId="75FAE841" w14:textId="77777777" w:rsidR="00110F4E" w:rsidRPr="005E118A" w:rsidRDefault="00110F4E" w:rsidP="004D73FE">
      <w:pPr>
        <w:rPr>
          <w:noProof/>
          <w:lang w:val="es-ES"/>
        </w:rPr>
      </w:pPr>
    </w:p>
    <w:p w14:paraId="46E515C8" w14:textId="5C36276B" w:rsidR="00110F4E" w:rsidRPr="005E118A" w:rsidRDefault="00110F4E" w:rsidP="004D73FE">
      <w:pPr>
        <w:rPr>
          <w:lang w:val="es-ES"/>
        </w:rPr>
      </w:pPr>
    </w:p>
    <w:p w14:paraId="5BC931C9" w14:textId="24932756" w:rsidR="00CC322E" w:rsidRPr="005E118A" w:rsidRDefault="00CC322E" w:rsidP="004D73FE">
      <w:pPr>
        <w:rPr>
          <w:lang w:val="es-ES"/>
        </w:rPr>
      </w:pPr>
    </w:p>
    <w:p w14:paraId="049BB0A4" w14:textId="77777777" w:rsidR="00CC322E" w:rsidRPr="005E118A" w:rsidRDefault="00CC322E" w:rsidP="004D73FE">
      <w:pPr>
        <w:rPr>
          <w:lang w:val="es-ES"/>
        </w:rPr>
      </w:pPr>
    </w:p>
    <w:p w14:paraId="5DB01882" w14:textId="77777777" w:rsidR="00CC322E" w:rsidRPr="005E118A" w:rsidRDefault="00CC322E" w:rsidP="004D73FE">
      <w:pPr>
        <w:rPr>
          <w:lang w:val="es-ES"/>
        </w:rPr>
      </w:pPr>
    </w:p>
    <w:p w14:paraId="3EA5D179" w14:textId="77777777" w:rsidR="00CC322E" w:rsidRPr="005E118A" w:rsidRDefault="00CC322E" w:rsidP="004D73FE">
      <w:pPr>
        <w:rPr>
          <w:lang w:val="es-ES"/>
        </w:rPr>
      </w:pPr>
    </w:p>
    <w:p w14:paraId="18D94F89" w14:textId="3C58E48F" w:rsidR="00CC322E" w:rsidRPr="005E118A" w:rsidRDefault="00CC322E" w:rsidP="004D73FE">
      <w:pPr>
        <w:rPr>
          <w:lang w:val="es-ES"/>
        </w:rPr>
      </w:pPr>
    </w:p>
    <w:sectPr w:rsidR="00CC322E" w:rsidRPr="005E118A" w:rsidSect="00763784">
      <w:headerReference w:type="default" r:id="rId9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B69032" w14:textId="77777777" w:rsidR="00506681" w:rsidRDefault="00506681" w:rsidP="00652BB6">
      <w:pPr>
        <w:spacing w:after="0" w:line="240" w:lineRule="auto"/>
      </w:pPr>
      <w:r>
        <w:separator/>
      </w:r>
    </w:p>
  </w:endnote>
  <w:endnote w:type="continuationSeparator" w:id="0">
    <w:p w14:paraId="4922404B" w14:textId="77777777" w:rsidR="00506681" w:rsidRDefault="00506681" w:rsidP="00652B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udea">
    <w:panose1 w:val="02000000000000000000"/>
    <w:charset w:val="00"/>
    <w:family w:val="auto"/>
    <w:pitch w:val="variable"/>
    <w:sig w:usb0="A00000AF" w:usb1="4000206A" w:usb2="00000000" w:usb3="00000000" w:csb0="000001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E167D4" w14:textId="77777777" w:rsidR="00506681" w:rsidRDefault="00506681" w:rsidP="00652BB6">
      <w:pPr>
        <w:spacing w:after="0" w:line="240" w:lineRule="auto"/>
      </w:pPr>
      <w:r>
        <w:separator/>
      </w:r>
    </w:p>
  </w:footnote>
  <w:footnote w:type="continuationSeparator" w:id="0">
    <w:p w14:paraId="62B6B56B" w14:textId="77777777" w:rsidR="00506681" w:rsidRDefault="00506681" w:rsidP="00652B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29E852" w14:textId="722AB427" w:rsidR="00652BB6" w:rsidRPr="00E35B76" w:rsidRDefault="00000000" w:rsidP="00652BB6">
    <w:pPr>
      <w:pStyle w:val="Kopfzeile"/>
      <w:rPr>
        <w:rFonts w:ascii="Gudea" w:hAnsi="Gudea" w:cs="Arial"/>
        <w:sz w:val="20"/>
        <w:szCs w:val="20"/>
        <w:lang w:val="es-ES"/>
      </w:rPr>
    </w:pPr>
    <w:r>
      <w:rPr>
        <w:rFonts w:ascii="Gudea" w:hAnsi="Gudea" w:cs="Arial"/>
        <w:noProof/>
        <w:sz w:val="20"/>
        <w:szCs w:val="20"/>
        <w:lang w:eastAsia="de-DE"/>
      </w:rPr>
      <w:pict w14:anchorId="58A8C2C2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5" type="#_x0000_t32" style="position:absolute;margin-left:-25.9pt;margin-top:15.3pt;width:510pt;height:0;z-index:251660288" o:connectortype="straight"/>
      </w:pict>
    </w:r>
    <w:r w:rsidR="00E35B76" w:rsidRPr="00E35B76">
      <w:rPr>
        <w:rFonts w:ascii="Gudea" w:hAnsi="Gudea" w:cs="Arial"/>
        <w:sz w:val="20"/>
        <w:szCs w:val="20"/>
        <w:lang w:val="es-ES"/>
      </w:rPr>
      <w:t>¡Participamos! La democracia somos tod@s</w:t>
    </w:r>
    <w:r w:rsidR="00652BB6" w:rsidRPr="00E35B76">
      <w:rPr>
        <w:rFonts w:ascii="Gudea" w:hAnsi="Gudea" w:cs="Arial"/>
        <w:sz w:val="20"/>
        <w:szCs w:val="20"/>
        <w:lang w:val="es-ES"/>
      </w:rPr>
      <w:tab/>
    </w:r>
    <w:r w:rsidR="00652BB6" w:rsidRPr="00E35B76">
      <w:rPr>
        <w:rFonts w:ascii="Gudea" w:hAnsi="Gudea" w:cs="Arial"/>
        <w:sz w:val="20"/>
        <w:szCs w:val="20"/>
        <w:lang w:val="es-E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12225"/>
    <w:multiLevelType w:val="hybridMultilevel"/>
    <w:tmpl w:val="1920430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532A99"/>
    <w:multiLevelType w:val="hybridMultilevel"/>
    <w:tmpl w:val="C33AFD88"/>
    <w:lvl w:ilvl="0" w:tplc="A70C1FA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880681"/>
    <w:multiLevelType w:val="hybridMultilevel"/>
    <w:tmpl w:val="F7484F28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D472EE"/>
    <w:multiLevelType w:val="hybridMultilevel"/>
    <w:tmpl w:val="966411BE"/>
    <w:lvl w:ilvl="0" w:tplc="0407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F967294"/>
    <w:multiLevelType w:val="hybridMultilevel"/>
    <w:tmpl w:val="72CC6EE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9A3B01"/>
    <w:multiLevelType w:val="hybridMultilevel"/>
    <w:tmpl w:val="B9FA43F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A27D2E"/>
    <w:multiLevelType w:val="hybridMultilevel"/>
    <w:tmpl w:val="1CCE8FB4"/>
    <w:lvl w:ilvl="0" w:tplc="9D728CF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F6000F9"/>
    <w:multiLevelType w:val="hybridMultilevel"/>
    <w:tmpl w:val="051437CE"/>
    <w:lvl w:ilvl="0" w:tplc="C3AC353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1727F5B"/>
    <w:multiLevelType w:val="hybridMultilevel"/>
    <w:tmpl w:val="6A9A34C0"/>
    <w:lvl w:ilvl="0" w:tplc="CF7A0530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19C35B2"/>
    <w:multiLevelType w:val="hybridMultilevel"/>
    <w:tmpl w:val="3B70B4B2"/>
    <w:lvl w:ilvl="0" w:tplc="3B6E4E96">
      <w:start w:val="1"/>
      <w:numFmt w:val="lowerLetter"/>
      <w:lvlText w:val="%1."/>
      <w:lvlJc w:val="left"/>
      <w:pPr>
        <w:ind w:left="128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007" w:hanging="360"/>
      </w:pPr>
    </w:lvl>
    <w:lvl w:ilvl="2" w:tplc="0407001B" w:tentative="1">
      <w:start w:val="1"/>
      <w:numFmt w:val="lowerRoman"/>
      <w:lvlText w:val="%3."/>
      <w:lvlJc w:val="right"/>
      <w:pPr>
        <w:ind w:left="2727" w:hanging="180"/>
      </w:pPr>
    </w:lvl>
    <w:lvl w:ilvl="3" w:tplc="0407000F" w:tentative="1">
      <w:start w:val="1"/>
      <w:numFmt w:val="decimal"/>
      <w:lvlText w:val="%4."/>
      <w:lvlJc w:val="left"/>
      <w:pPr>
        <w:ind w:left="3447" w:hanging="360"/>
      </w:pPr>
    </w:lvl>
    <w:lvl w:ilvl="4" w:tplc="04070019" w:tentative="1">
      <w:start w:val="1"/>
      <w:numFmt w:val="lowerLetter"/>
      <w:lvlText w:val="%5."/>
      <w:lvlJc w:val="left"/>
      <w:pPr>
        <w:ind w:left="4167" w:hanging="360"/>
      </w:pPr>
    </w:lvl>
    <w:lvl w:ilvl="5" w:tplc="0407001B" w:tentative="1">
      <w:start w:val="1"/>
      <w:numFmt w:val="lowerRoman"/>
      <w:lvlText w:val="%6."/>
      <w:lvlJc w:val="right"/>
      <w:pPr>
        <w:ind w:left="4887" w:hanging="180"/>
      </w:pPr>
    </w:lvl>
    <w:lvl w:ilvl="6" w:tplc="0407000F" w:tentative="1">
      <w:start w:val="1"/>
      <w:numFmt w:val="decimal"/>
      <w:lvlText w:val="%7."/>
      <w:lvlJc w:val="left"/>
      <w:pPr>
        <w:ind w:left="5607" w:hanging="360"/>
      </w:pPr>
    </w:lvl>
    <w:lvl w:ilvl="7" w:tplc="04070019" w:tentative="1">
      <w:start w:val="1"/>
      <w:numFmt w:val="lowerLetter"/>
      <w:lvlText w:val="%8."/>
      <w:lvlJc w:val="left"/>
      <w:pPr>
        <w:ind w:left="6327" w:hanging="360"/>
      </w:pPr>
    </w:lvl>
    <w:lvl w:ilvl="8" w:tplc="040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49E6308E"/>
    <w:multiLevelType w:val="hybridMultilevel"/>
    <w:tmpl w:val="EDA697E4"/>
    <w:lvl w:ilvl="0" w:tplc="00B8E3AC">
      <w:start w:val="1"/>
      <w:numFmt w:val="lowerLetter"/>
      <w:lvlText w:val="%1."/>
      <w:lvlJc w:val="left"/>
      <w:pPr>
        <w:ind w:left="720" w:hanging="360"/>
      </w:pPr>
      <w:rPr>
        <w:rFonts w:cs="Aria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F517C4"/>
    <w:multiLevelType w:val="hybridMultilevel"/>
    <w:tmpl w:val="AF90D7E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3B00F9"/>
    <w:multiLevelType w:val="hybridMultilevel"/>
    <w:tmpl w:val="A70E366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ED15AC3"/>
    <w:multiLevelType w:val="hybridMultilevel"/>
    <w:tmpl w:val="7ABA909C"/>
    <w:lvl w:ilvl="0" w:tplc="3432B5D6">
      <w:start w:val="1"/>
      <w:numFmt w:val="lowerLetter"/>
      <w:lvlText w:val="%1."/>
      <w:lvlJc w:val="left"/>
      <w:pPr>
        <w:ind w:left="128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007" w:hanging="360"/>
      </w:pPr>
    </w:lvl>
    <w:lvl w:ilvl="2" w:tplc="0407001B" w:tentative="1">
      <w:start w:val="1"/>
      <w:numFmt w:val="lowerRoman"/>
      <w:lvlText w:val="%3."/>
      <w:lvlJc w:val="right"/>
      <w:pPr>
        <w:ind w:left="2727" w:hanging="180"/>
      </w:pPr>
    </w:lvl>
    <w:lvl w:ilvl="3" w:tplc="0407000F" w:tentative="1">
      <w:start w:val="1"/>
      <w:numFmt w:val="decimal"/>
      <w:lvlText w:val="%4."/>
      <w:lvlJc w:val="left"/>
      <w:pPr>
        <w:ind w:left="3447" w:hanging="360"/>
      </w:pPr>
    </w:lvl>
    <w:lvl w:ilvl="4" w:tplc="04070019" w:tentative="1">
      <w:start w:val="1"/>
      <w:numFmt w:val="lowerLetter"/>
      <w:lvlText w:val="%5."/>
      <w:lvlJc w:val="left"/>
      <w:pPr>
        <w:ind w:left="4167" w:hanging="360"/>
      </w:pPr>
    </w:lvl>
    <w:lvl w:ilvl="5" w:tplc="0407001B" w:tentative="1">
      <w:start w:val="1"/>
      <w:numFmt w:val="lowerRoman"/>
      <w:lvlText w:val="%6."/>
      <w:lvlJc w:val="right"/>
      <w:pPr>
        <w:ind w:left="4887" w:hanging="180"/>
      </w:pPr>
    </w:lvl>
    <w:lvl w:ilvl="6" w:tplc="0407000F" w:tentative="1">
      <w:start w:val="1"/>
      <w:numFmt w:val="decimal"/>
      <w:lvlText w:val="%7."/>
      <w:lvlJc w:val="left"/>
      <w:pPr>
        <w:ind w:left="5607" w:hanging="360"/>
      </w:pPr>
    </w:lvl>
    <w:lvl w:ilvl="7" w:tplc="04070019" w:tentative="1">
      <w:start w:val="1"/>
      <w:numFmt w:val="lowerLetter"/>
      <w:lvlText w:val="%8."/>
      <w:lvlJc w:val="left"/>
      <w:pPr>
        <w:ind w:left="6327" w:hanging="360"/>
      </w:pPr>
    </w:lvl>
    <w:lvl w:ilvl="8" w:tplc="040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5FF0346D"/>
    <w:multiLevelType w:val="hybridMultilevel"/>
    <w:tmpl w:val="C3B800F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3E3661"/>
    <w:multiLevelType w:val="hybridMultilevel"/>
    <w:tmpl w:val="E13A1EB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26453904">
    <w:abstractNumId w:val="5"/>
  </w:num>
  <w:num w:numId="2" w16cid:durableId="298077537">
    <w:abstractNumId w:val="12"/>
  </w:num>
  <w:num w:numId="3" w16cid:durableId="1628006980">
    <w:abstractNumId w:val="8"/>
  </w:num>
  <w:num w:numId="4" w16cid:durableId="1032419433">
    <w:abstractNumId w:val="14"/>
  </w:num>
  <w:num w:numId="5" w16cid:durableId="1559704307">
    <w:abstractNumId w:val="0"/>
  </w:num>
  <w:num w:numId="6" w16cid:durableId="1974409704">
    <w:abstractNumId w:val="1"/>
  </w:num>
  <w:num w:numId="7" w16cid:durableId="1879245318">
    <w:abstractNumId w:val="3"/>
  </w:num>
  <w:num w:numId="8" w16cid:durableId="29383242">
    <w:abstractNumId w:val="9"/>
  </w:num>
  <w:num w:numId="9" w16cid:durableId="770781688">
    <w:abstractNumId w:val="13"/>
  </w:num>
  <w:num w:numId="10" w16cid:durableId="901596232">
    <w:abstractNumId w:val="2"/>
  </w:num>
  <w:num w:numId="11" w16cid:durableId="2101951505">
    <w:abstractNumId w:val="11"/>
  </w:num>
  <w:num w:numId="12" w16cid:durableId="1249119142">
    <w:abstractNumId w:val="6"/>
  </w:num>
  <w:num w:numId="13" w16cid:durableId="68964446">
    <w:abstractNumId w:val="7"/>
  </w:num>
  <w:num w:numId="14" w16cid:durableId="682361651">
    <w:abstractNumId w:val="4"/>
  </w:num>
  <w:num w:numId="15" w16cid:durableId="1018313219">
    <w:abstractNumId w:val="10"/>
  </w:num>
  <w:num w:numId="16" w16cid:durableId="20990177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9">
      <o:colormru v:ext="edit" colors="#fefffb"/>
    </o:shapedefaults>
    <o:shapelayout v:ext="edit">
      <o:idmap v:ext="edit" data="1"/>
      <o:rules v:ext="edit">
        <o:r id="V:Rule1" type="connector" idref="#_x0000_s1025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3784"/>
    <w:rsid w:val="000461EB"/>
    <w:rsid w:val="00064C01"/>
    <w:rsid w:val="0006625D"/>
    <w:rsid w:val="00110857"/>
    <w:rsid w:val="00110F4E"/>
    <w:rsid w:val="0014049E"/>
    <w:rsid w:val="001B191A"/>
    <w:rsid w:val="001D0928"/>
    <w:rsid w:val="001E3767"/>
    <w:rsid w:val="001F2568"/>
    <w:rsid w:val="00254944"/>
    <w:rsid w:val="00255774"/>
    <w:rsid w:val="00257858"/>
    <w:rsid w:val="0026345C"/>
    <w:rsid w:val="00272DEA"/>
    <w:rsid w:val="002F2F20"/>
    <w:rsid w:val="003017F9"/>
    <w:rsid w:val="00316DDA"/>
    <w:rsid w:val="00317C03"/>
    <w:rsid w:val="00345837"/>
    <w:rsid w:val="003824A7"/>
    <w:rsid w:val="003D3BB5"/>
    <w:rsid w:val="003F5815"/>
    <w:rsid w:val="00412BAE"/>
    <w:rsid w:val="004166C1"/>
    <w:rsid w:val="0042397C"/>
    <w:rsid w:val="00460199"/>
    <w:rsid w:val="004647E5"/>
    <w:rsid w:val="004722D1"/>
    <w:rsid w:val="004D73FE"/>
    <w:rsid w:val="004E6348"/>
    <w:rsid w:val="00506681"/>
    <w:rsid w:val="00537310"/>
    <w:rsid w:val="0054142E"/>
    <w:rsid w:val="00542815"/>
    <w:rsid w:val="0054620A"/>
    <w:rsid w:val="00562F66"/>
    <w:rsid w:val="00576188"/>
    <w:rsid w:val="005A047F"/>
    <w:rsid w:val="005C4CBC"/>
    <w:rsid w:val="005C7058"/>
    <w:rsid w:val="005D627F"/>
    <w:rsid w:val="005E118A"/>
    <w:rsid w:val="00652BB6"/>
    <w:rsid w:val="006A36DA"/>
    <w:rsid w:val="006C729D"/>
    <w:rsid w:val="006D60AA"/>
    <w:rsid w:val="006F3547"/>
    <w:rsid w:val="007013B1"/>
    <w:rsid w:val="00712C21"/>
    <w:rsid w:val="00714F49"/>
    <w:rsid w:val="00720C50"/>
    <w:rsid w:val="00755BF5"/>
    <w:rsid w:val="00762F7F"/>
    <w:rsid w:val="00763784"/>
    <w:rsid w:val="007D7358"/>
    <w:rsid w:val="008160F3"/>
    <w:rsid w:val="0082248F"/>
    <w:rsid w:val="00855330"/>
    <w:rsid w:val="00864319"/>
    <w:rsid w:val="0088339C"/>
    <w:rsid w:val="00890A7B"/>
    <w:rsid w:val="008A3ABB"/>
    <w:rsid w:val="008C3498"/>
    <w:rsid w:val="008C405C"/>
    <w:rsid w:val="008C6134"/>
    <w:rsid w:val="008D733E"/>
    <w:rsid w:val="009D6341"/>
    <w:rsid w:val="00A70552"/>
    <w:rsid w:val="00AF1750"/>
    <w:rsid w:val="00B84A1D"/>
    <w:rsid w:val="00C011FE"/>
    <w:rsid w:val="00C5750A"/>
    <w:rsid w:val="00C61994"/>
    <w:rsid w:val="00C65237"/>
    <w:rsid w:val="00C71F8A"/>
    <w:rsid w:val="00CA17D5"/>
    <w:rsid w:val="00CC322E"/>
    <w:rsid w:val="00D729EB"/>
    <w:rsid w:val="00D850AC"/>
    <w:rsid w:val="00DC0435"/>
    <w:rsid w:val="00E35B76"/>
    <w:rsid w:val="00E96C6E"/>
    <w:rsid w:val="00F1028A"/>
    <w:rsid w:val="00F47C64"/>
    <w:rsid w:val="00F71243"/>
    <w:rsid w:val="00FA4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9">
      <o:colormru v:ext="edit" colors="#fefffb"/>
    </o:shapedefaults>
    <o:shapelayout v:ext="edit">
      <o:idmap v:ext="edit" data="2"/>
    </o:shapelayout>
  </w:shapeDefaults>
  <w:decimalSymbol w:val=","/>
  <w:listSeparator w:val=";"/>
  <w14:docId w14:val="2868B14F"/>
  <w15:docId w15:val="{6AC96F92-CC6B-4AA2-BFAD-A9CFDF715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D60A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C7058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DC0435"/>
    <w:rPr>
      <w:color w:val="0563C1" w:themeColor="hyperlink"/>
      <w:u w:val="single"/>
    </w:rPr>
  </w:style>
  <w:style w:type="table" w:styleId="Tabellenraster">
    <w:name w:val="Table Grid"/>
    <w:basedOn w:val="NormaleTabelle"/>
    <w:rsid w:val="002634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652B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52BB6"/>
  </w:style>
  <w:style w:type="paragraph" w:styleId="Fuzeile">
    <w:name w:val="footer"/>
    <w:basedOn w:val="Standard"/>
    <w:link w:val="FuzeileZchn"/>
    <w:uiPriority w:val="99"/>
    <w:unhideWhenUsed/>
    <w:rsid w:val="00652B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52BB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52B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52BB6"/>
    <w:rPr>
      <w:rFonts w:ascii="Tahoma" w:hAnsi="Tahoma" w:cs="Tahoma"/>
      <w:sz w:val="16"/>
      <w:szCs w:val="16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C349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lordenmundial.com/mapas-y-graficos/empleo-agrario-union-europea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vk\Documents\Benutzerdefinierte%20Office-Vorlagen\Aufsetzer_2019_2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3F9B70-4896-46D5-9603-C29D3647E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Aufsetzer_2019_21.dotx</Template>
  <TotalTime>0</TotalTime>
  <Pages>3</Pages>
  <Words>63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uvk</dc:creator>
  <cp:lastModifiedBy>Ute von Kahlden</cp:lastModifiedBy>
  <cp:revision>3</cp:revision>
  <cp:lastPrinted>2024-10-21T15:27:00Z</cp:lastPrinted>
  <dcterms:created xsi:type="dcterms:W3CDTF">2025-03-23T12:43:00Z</dcterms:created>
  <dcterms:modified xsi:type="dcterms:W3CDTF">2025-03-23T12:46:00Z</dcterms:modified>
</cp:coreProperties>
</file>